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675819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 w:rsidR="00CC14CA">
        <w:rPr>
          <w:b/>
          <w:bCs/>
          <w:sz w:val="28"/>
          <w:szCs w:val="28"/>
        </w:rPr>
        <w:t xml:space="preserve"> </w:t>
      </w:r>
      <w:r w:rsidR="002B5266">
        <w:rPr>
          <w:b/>
          <w:bCs/>
          <w:sz w:val="28"/>
          <w:szCs w:val="28"/>
        </w:rPr>
        <w:t xml:space="preserve"> 22.06.2016</w:t>
      </w:r>
      <w:r w:rsidR="00B15BB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A5234">
        <w:rPr>
          <w:b/>
          <w:bCs/>
          <w:sz w:val="28"/>
          <w:szCs w:val="28"/>
        </w:rPr>
        <w:t xml:space="preserve">         </w:t>
      </w:r>
      <w:r w:rsidR="009565DF">
        <w:rPr>
          <w:b/>
          <w:bCs/>
          <w:sz w:val="28"/>
          <w:szCs w:val="28"/>
        </w:rPr>
        <w:t xml:space="preserve">          </w:t>
      </w:r>
      <w:r w:rsidR="00AF6CF8" w:rsidRPr="00753143">
        <w:rPr>
          <w:b/>
          <w:bCs/>
          <w:sz w:val="28"/>
          <w:szCs w:val="28"/>
        </w:rPr>
        <w:t xml:space="preserve">  </w:t>
      </w:r>
      <w:r w:rsidR="002B5266">
        <w:rPr>
          <w:b/>
          <w:bCs/>
          <w:sz w:val="28"/>
          <w:szCs w:val="28"/>
        </w:rPr>
        <w:t xml:space="preserve">                                 </w:t>
      </w:r>
      <w:r w:rsidR="00AF6CF8" w:rsidRPr="00753143">
        <w:rPr>
          <w:b/>
          <w:bCs/>
          <w:sz w:val="28"/>
          <w:szCs w:val="28"/>
        </w:rPr>
        <w:t>№</w:t>
      </w:r>
      <w:r w:rsidR="002B5266">
        <w:rPr>
          <w:b/>
          <w:bCs/>
          <w:sz w:val="28"/>
          <w:szCs w:val="28"/>
        </w:rPr>
        <w:t xml:space="preserve"> 571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proofErr w:type="gramStart"/>
      <w:r w:rsidRPr="00D15350">
        <w:rPr>
          <w:sz w:val="28"/>
          <w:szCs w:val="28"/>
        </w:rPr>
        <w:t>Рассмотрев</w:t>
      </w:r>
      <w:r w:rsidR="00B15BB6">
        <w:rPr>
          <w:sz w:val="28"/>
          <w:szCs w:val="28"/>
        </w:rPr>
        <w:t xml:space="preserve"> заявление </w:t>
      </w:r>
      <w:r w:rsidR="003A5234">
        <w:rPr>
          <w:sz w:val="28"/>
          <w:szCs w:val="28"/>
        </w:rPr>
        <w:t xml:space="preserve">Лесика И.Н., Аверкиной О.А., </w:t>
      </w:r>
      <w:proofErr w:type="spellStart"/>
      <w:r w:rsidR="003A5234">
        <w:rPr>
          <w:sz w:val="28"/>
          <w:szCs w:val="28"/>
        </w:rPr>
        <w:t>Макурова</w:t>
      </w:r>
      <w:proofErr w:type="spellEnd"/>
      <w:r w:rsidR="003A5234">
        <w:rPr>
          <w:sz w:val="28"/>
          <w:szCs w:val="28"/>
        </w:rPr>
        <w:t xml:space="preserve"> С.А., </w:t>
      </w:r>
      <w:r w:rsidR="00220BFE">
        <w:rPr>
          <w:sz w:val="28"/>
          <w:szCs w:val="28"/>
        </w:rPr>
        <w:br/>
      </w:r>
      <w:r w:rsidR="003A5234">
        <w:rPr>
          <w:sz w:val="28"/>
          <w:szCs w:val="28"/>
        </w:rPr>
        <w:t xml:space="preserve">Айрапетян Л.В., </w:t>
      </w:r>
      <w:proofErr w:type="spellStart"/>
      <w:r w:rsidR="003A5234">
        <w:rPr>
          <w:sz w:val="28"/>
          <w:szCs w:val="28"/>
        </w:rPr>
        <w:t>Рундасовой</w:t>
      </w:r>
      <w:proofErr w:type="spellEnd"/>
      <w:r w:rsidR="003A5234">
        <w:rPr>
          <w:sz w:val="28"/>
          <w:szCs w:val="28"/>
        </w:rPr>
        <w:t xml:space="preserve"> Г.И., </w:t>
      </w:r>
      <w:proofErr w:type="spellStart"/>
      <w:r w:rsidR="003A5234">
        <w:rPr>
          <w:sz w:val="28"/>
          <w:szCs w:val="28"/>
        </w:rPr>
        <w:t>Крещенко</w:t>
      </w:r>
      <w:proofErr w:type="spellEnd"/>
      <w:r w:rsidR="003A5234">
        <w:rPr>
          <w:sz w:val="28"/>
          <w:szCs w:val="28"/>
        </w:rPr>
        <w:t xml:space="preserve"> Н.И., Лесик</w:t>
      </w:r>
      <w:r w:rsidR="00220BFE">
        <w:rPr>
          <w:sz w:val="28"/>
          <w:szCs w:val="28"/>
        </w:rPr>
        <w:t>а</w:t>
      </w:r>
      <w:r w:rsidR="003A5234">
        <w:rPr>
          <w:sz w:val="28"/>
          <w:szCs w:val="28"/>
        </w:rPr>
        <w:t xml:space="preserve"> А.Н., </w:t>
      </w:r>
      <w:proofErr w:type="spellStart"/>
      <w:r w:rsidR="003A5234">
        <w:rPr>
          <w:sz w:val="28"/>
          <w:szCs w:val="28"/>
        </w:rPr>
        <w:t>Костенковой</w:t>
      </w:r>
      <w:proofErr w:type="spellEnd"/>
      <w:r w:rsidR="003A5234">
        <w:rPr>
          <w:sz w:val="28"/>
          <w:szCs w:val="28"/>
        </w:rPr>
        <w:t xml:space="preserve"> З.В., Жукова С.С.</w:t>
      </w:r>
      <w:r w:rsidR="00B15BB6">
        <w:rPr>
          <w:sz w:val="28"/>
          <w:szCs w:val="28"/>
        </w:rPr>
        <w:t>,</w:t>
      </w:r>
      <w:r w:rsidRPr="00D15350">
        <w:rPr>
          <w:sz w:val="28"/>
          <w:szCs w:val="28"/>
        </w:rPr>
        <w:t xml:space="preserve">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816D78">
        <w:rPr>
          <w:sz w:val="28"/>
          <w:szCs w:val="28"/>
        </w:rPr>
        <w:t>89</w:t>
      </w:r>
      <w:r w:rsidR="0059168B">
        <w:rPr>
          <w:sz w:val="28"/>
          <w:szCs w:val="28"/>
        </w:rPr>
        <w:t xml:space="preserve"> от 2</w:t>
      </w:r>
      <w:r w:rsidR="00816D78">
        <w:rPr>
          <w:sz w:val="28"/>
          <w:szCs w:val="28"/>
        </w:rPr>
        <w:t>1.04.2016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816D78">
        <w:rPr>
          <w:sz w:val="28"/>
          <w:szCs w:val="28"/>
        </w:rPr>
        <w:t>07</w:t>
      </w:r>
      <w:r w:rsidR="00CC14CA">
        <w:rPr>
          <w:sz w:val="28"/>
          <w:szCs w:val="28"/>
        </w:rPr>
        <w:t>.</w:t>
      </w:r>
      <w:r w:rsidR="00816D78">
        <w:rPr>
          <w:sz w:val="28"/>
          <w:szCs w:val="28"/>
        </w:rPr>
        <w:t>06</w:t>
      </w:r>
      <w:r w:rsidR="009565DF">
        <w:rPr>
          <w:sz w:val="28"/>
          <w:szCs w:val="28"/>
        </w:rPr>
        <w:t>.201</w:t>
      </w:r>
      <w:r w:rsidR="0059168B">
        <w:rPr>
          <w:sz w:val="28"/>
          <w:szCs w:val="28"/>
        </w:rPr>
        <w:t>6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816D78">
        <w:rPr>
          <w:sz w:val="28"/>
          <w:szCs w:val="28"/>
        </w:rPr>
        <w:t>80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</w:t>
      </w:r>
      <w:proofErr w:type="gramEnd"/>
      <w:r w:rsidR="00370D77">
        <w:rPr>
          <w:sz w:val="28"/>
          <w:szCs w:val="28"/>
        </w:rPr>
        <w:t xml:space="preserve">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463661" w:rsidRDefault="00463661" w:rsidP="001C7222">
      <w:pPr>
        <w:ind w:left="2880" w:firstLine="720"/>
        <w:jc w:val="both"/>
        <w:rPr>
          <w:b/>
          <w:bCs/>
          <w:sz w:val="28"/>
          <w:szCs w:val="28"/>
        </w:rPr>
      </w:pPr>
    </w:p>
    <w:p w:rsidR="00AF6CF8" w:rsidRDefault="006F511E" w:rsidP="001C7222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1C7222" w:rsidRPr="00D15350" w:rsidRDefault="001C7222" w:rsidP="001C7222">
      <w:pPr>
        <w:ind w:left="2880" w:firstLine="720"/>
        <w:jc w:val="both"/>
        <w:rPr>
          <w:b/>
          <w:bCs/>
          <w:sz w:val="28"/>
          <w:szCs w:val="28"/>
        </w:rPr>
      </w:pPr>
    </w:p>
    <w:p w:rsidR="0015595E" w:rsidRPr="00081E77" w:rsidRDefault="0032451B" w:rsidP="0015595E">
      <w:pPr>
        <w:pStyle w:val="41"/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511F13">
        <w:rPr>
          <w:sz w:val="28"/>
          <w:szCs w:val="28"/>
        </w:rPr>
        <w:t>Утвердить</w:t>
      </w:r>
      <w:r w:rsidR="00511F13" w:rsidRPr="00DF0591">
        <w:rPr>
          <w:sz w:val="28"/>
          <w:szCs w:val="28"/>
        </w:rPr>
        <w:t xml:space="preserve"> проект планировки территории </w:t>
      </w:r>
      <w:r w:rsidR="0015595E">
        <w:rPr>
          <w:sz w:val="28"/>
          <w:szCs w:val="28"/>
        </w:rPr>
        <w:t>жилой застройки в границах: ул.О.Колесниковой, ул.Московская, ул.Энтузиастов в городе Малоярославец, Калужской области.</w:t>
      </w:r>
    </w:p>
    <w:p w:rsidR="00DB29E1" w:rsidRPr="00D15350" w:rsidRDefault="006F511E" w:rsidP="004F1EAD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</w:t>
      </w:r>
      <w:proofErr w:type="gramStart"/>
      <w:r w:rsidRPr="00D15350">
        <w:rPr>
          <w:sz w:val="28"/>
          <w:szCs w:val="28"/>
        </w:rPr>
        <w:t>и</w:t>
      </w:r>
      <w:proofErr w:type="gramEnd"/>
      <w:r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Глав</w:t>
      </w:r>
      <w:r w:rsidR="00E03CF5">
        <w:rPr>
          <w:bCs w:val="0"/>
          <w:sz w:val="28"/>
          <w:szCs w:val="28"/>
        </w:rPr>
        <w:t>а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proofErr w:type="spellStart"/>
      <w:r w:rsidR="00DD51DA">
        <w:rPr>
          <w:b/>
          <w:sz w:val="28"/>
          <w:szCs w:val="28"/>
        </w:rPr>
        <w:t>Г.Б.Харлампов</w:t>
      </w:r>
      <w:proofErr w:type="spellEnd"/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16ED0"/>
    <w:rsid w:val="00025DDF"/>
    <w:rsid w:val="000921E3"/>
    <w:rsid w:val="0013494C"/>
    <w:rsid w:val="0015595E"/>
    <w:rsid w:val="00181BC0"/>
    <w:rsid w:val="00193A6F"/>
    <w:rsid w:val="001C7222"/>
    <w:rsid w:val="001D450B"/>
    <w:rsid w:val="001E4DAF"/>
    <w:rsid w:val="00220BFE"/>
    <w:rsid w:val="002B5266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A5234"/>
    <w:rsid w:val="003B64A7"/>
    <w:rsid w:val="003D4A65"/>
    <w:rsid w:val="004136C0"/>
    <w:rsid w:val="0041595D"/>
    <w:rsid w:val="00424776"/>
    <w:rsid w:val="00463661"/>
    <w:rsid w:val="0047466D"/>
    <w:rsid w:val="004C5CBD"/>
    <w:rsid w:val="004F1EAD"/>
    <w:rsid w:val="004F4DEE"/>
    <w:rsid w:val="004F5F8A"/>
    <w:rsid w:val="00511F13"/>
    <w:rsid w:val="00515B67"/>
    <w:rsid w:val="00551089"/>
    <w:rsid w:val="005540EB"/>
    <w:rsid w:val="0059168B"/>
    <w:rsid w:val="005B1D41"/>
    <w:rsid w:val="005B3C1E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5819"/>
    <w:rsid w:val="00686A97"/>
    <w:rsid w:val="006A38D7"/>
    <w:rsid w:val="006C4CBE"/>
    <w:rsid w:val="006F511E"/>
    <w:rsid w:val="006F57AD"/>
    <w:rsid w:val="007031AC"/>
    <w:rsid w:val="00720221"/>
    <w:rsid w:val="00740984"/>
    <w:rsid w:val="007624AD"/>
    <w:rsid w:val="00816D78"/>
    <w:rsid w:val="00825709"/>
    <w:rsid w:val="00827888"/>
    <w:rsid w:val="00840953"/>
    <w:rsid w:val="00853256"/>
    <w:rsid w:val="00855EFE"/>
    <w:rsid w:val="008823E2"/>
    <w:rsid w:val="008956DE"/>
    <w:rsid w:val="008B6393"/>
    <w:rsid w:val="008F6B8D"/>
    <w:rsid w:val="00904D9F"/>
    <w:rsid w:val="009172F7"/>
    <w:rsid w:val="009565DF"/>
    <w:rsid w:val="00965FE7"/>
    <w:rsid w:val="009C6D4E"/>
    <w:rsid w:val="009D4288"/>
    <w:rsid w:val="00A34B6E"/>
    <w:rsid w:val="00A44619"/>
    <w:rsid w:val="00A54E14"/>
    <w:rsid w:val="00A7264A"/>
    <w:rsid w:val="00A97613"/>
    <w:rsid w:val="00A97BDC"/>
    <w:rsid w:val="00AC73E0"/>
    <w:rsid w:val="00AF6CF8"/>
    <w:rsid w:val="00B0133E"/>
    <w:rsid w:val="00B15BB6"/>
    <w:rsid w:val="00B62F0F"/>
    <w:rsid w:val="00B6636B"/>
    <w:rsid w:val="00B66DFE"/>
    <w:rsid w:val="00B81F57"/>
    <w:rsid w:val="00BA5847"/>
    <w:rsid w:val="00BB2FE9"/>
    <w:rsid w:val="00BD1F0B"/>
    <w:rsid w:val="00C80287"/>
    <w:rsid w:val="00CB34DC"/>
    <w:rsid w:val="00CC14CA"/>
    <w:rsid w:val="00D15350"/>
    <w:rsid w:val="00D53672"/>
    <w:rsid w:val="00D86AF2"/>
    <w:rsid w:val="00DA1F70"/>
    <w:rsid w:val="00DA2B79"/>
    <w:rsid w:val="00DB29E1"/>
    <w:rsid w:val="00DD51DA"/>
    <w:rsid w:val="00DF3D8D"/>
    <w:rsid w:val="00E03CF5"/>
    <w:rsid w:val="00E0730E"/>
    <w:rsid w:val="00E541DB"/>
    <w:rsid w:val="00E859BD"/>
    <w:rsid w:val="00EA6ECE"/>
    <w:rsid w:val="00F25937"/>
    <w:rsid w:val="00F418C2"/>
    <w:rsid w:val="00F61AC1"/>
    <w:rsid w:val="00F62E6E"/>
    <w:rsid w:val="00FF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21">
    <w:name w:val="Без интервала2"/>
    <w:rsid w:val="0047466D"/>
    <w:rPr>
      <w:sz w:val="22"/>
    </w:rPr>
  </w:style>
  <w:style w:type="paragraph" w:customStyle="1" w:styleId="41">
    <w:name w:val="Без интервала4"/>
    <w:uiPriority w:val="99"/>
    <w:rsid w:val="0015595E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культура</cp:lastModifiedBy>
  <cp:revision>7</cp:revision>
  <cp:lastPrinted>2015-11-18T11:34:00Z</cp:lastPrinted>
  <dcterms:created xsi:type="dcterms:W3CDTF">2016-06-22T05:35:00Z</dcterms:created>
  <dcterms:modified xsi:type="dcterms:W3CDTF">2016-06-27T08:06:00Z</dcterms:modified>
</cp:coreProperties>
</file>