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291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3"/>
      </w:tblGrid>
      <w:tr w:rsidR="001C4619" w:rsidTr="0000746A">
        <w:trPr>
          <w:cantSplit/>
          <w:trHeight w:hRule="exact" w:val="3119"/>
        </w:trPr>
        <w:sdt>
          <w:sdtPr>
            <w:alias w:val="Организация"/>
            <w:tag w:val=""/>
            <w:id w:val="-2131384669"/>
            <w:lock w:val="sdtLocked"/>
            <w:placeholder>
              <w:docPart w:val="DC5C320146524641BA931025DEEA6B5F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 w:multiLine="1"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4402AA" w:rsidP="0003213D">
                <w:pPr>
                  <w:pStyle w:val="14"/>
                </w:pPr>
                <w:r>
                  <w:t>Общество с ограниченной ответственностью «КАСКАД проект»</w:t>
                </w:r>
                <w:r>
                  <w:br/>
                  <w:t>(ООО «КАСКАД проект»)</w:t>
                </w:r>
                <w:r>
                  <w:br/>
                  <w:t xml:space="preserve">СРО – П – 049 – 4027090104 – 07082013 – 0099 – 4 от 07.08.2013г. </w:t>
                </w:r>
              </w:p>
            </w:tc>
          </w:sdtContent>
        </w:sdt>
      </w:tr>
      <w:tr w:rsidR="001C4619" w:rsidTr="00867AFE">
        <w:trPr>
          <w:cantSplit/>
          <w:trHeight w:hRule="exact" w:val="2630"/>
        </w:trPr>
        <w:sdt>
          <w:sdtPr>
            <w:alias w:val="Наименование объекта капитального строительства"/>
            <w:tag w:val="Наименование объекта"/>
            <w:id w:val="1286544673"/>
            <w:lock w:val="sdtLocked"/>
            <w:placeholder>
              <w:docPart w:val="39266667006645149346A3CE28FED188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 w:multiLine="1"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7E2252" w:rsidP="007E2252">
                <w:pPr>
                  <w:pStyle w:val="14"/>
                </w:pPr>
                <w:r>
                  <w:t>Изменения в Проект планировки территории жилой застройки в границах:</w:t>
                </w:r>
                <w:r>
                  <w:br/>
                  <w:t>ул. Турецкая, ул. Российских газовиков, ул. Тюменская, территория частной застройки в городе Малоярославец, Калужской области, утвержденный Постановлением Администрации МО ГП «Город Малоярославец»</w:t>
                </w:r>
                <w:r>
                  <w:br/>
                  <w:t>№940 от 05.12.2014 года</w:t>
                </w:r>
              </w:p>
            </w:tc>
          </w:sdtContent>
        </w:sdt>
      </w:tr>
      <w:tr w:rsidR="001C4619" w:rsidTr="0000746A">
        <w:trPr>
          <w:cantSplit/>
          <w:trHeight w:hRule="exact" w:val="1134"/>
        </w:trPr>
        <w:sdt>
          <w:sdtPr>
            <w:alias w:val="Вид документации"/>
            <w:tag w:val="Вид документации"/>
            <w:id w:val="2005164599"/>
            <w:lock w:val="sdtLocked"/>
            <w:placeholder>
              <w:docPart w:val="C10DF69B1A694CF7AB26E89211B174FC"/>
            </w:placeholder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065032" w:rsidP="001C4619">
                <w:pPr>
                  <w:pStyle w:val="14"/>
                </w:pPr>
                <w:r>
                  <w:t>ПРОЕКТНАЯ ДОКУМЕНТАЦИЯ</w:t>
                </w:r>
              </w:p>
            </w:tc>
          </w:sdtContent>
        </w:sdt>
      </w:tr>
      <w:tr w:rsidR="007B1B8F" w:rsidTr="0000746A">
        <w:trPr>
          <w:cantSplit/>
          <w:trHeight w:hRule="exact" w:val="1134"/>
        </w:trPr>
        <w:sdt>
          <w:sdtPr>
            <w:alias w:val="Номер тома, раздела"/>
            <w:tag w:val="Номер тома"/>
            <w:id w:val="1386524802"/>
            <w:lock w:val="sdtLocked"/>
            <w:placeholder>
              <w:docPart w:val="91F579DBF55B473EAA1C30EE46EFB79A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 w:multiLine="1"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7B1B8F" w:rsidRDefault="00DD62FA" w:rsidP="00DD62FA">
                <w:pPr>
                  <w:pStyle w:val="14"/>
                </w:pPr>
                <w:r>
                  <w:t>Том 1</w:t>
                </w:r>
              </w:p>
            </w:tc>
          </w:sdtContent>
        </w:sdt>
      </w:tr>
      <w:tr w:rsidR="001C4619" w:rsidTr="00D52C49">
        <w:trPr>
          <w:cantSplit/>
          <w:trHeight w:val="1269"/>
        </w:trPr>
        <w:sdt>
          <w:sdtPr>
            <w:alias w:val="Наименование документации"/>
            <w:tag w:val="Наименование документации"/>
            <w:id w:val="-1203398822"/>
            <w:lock w:val="sdtLocked"/>
            <w:placeholder>
              <w:docPart w:val="685CFE504FAD48B9BBCDF4A351F84C26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DD62FA" w:rsidP="00DD62FA">
                <w:pPr>
                  <w:pStyle w:val="14"/>
                </w:pPr>
                <w:r>
                  <w:t>Основная (утверждаемая) часть проекта планировки</w:t>
                </w:r>
              </w:p>
            </w:tc>
          </w:sdtContent>
        </w:sdt>
      </w:tr>
      <w:tr w:rsidR="001C4619" w:rsidTr="0000746A">
        <w:trPr>
          <w:cantSplit/>
          <w:trHeight w:hRule="exact" w:val="1134"/>
        </w:trPr>
        <w:sdt>
          <w:sdtPr>
            <w:alias w:val="Обозначение документа"/>
            <w:tag w:val="Обозначение документа"/>
            <w:id w:val="1166512043"/>
            <w:lock w:val="sdtLocked"/>
            <w:placeholder>
              <w:docPart w:val="2F9815AFE299480BB9818F5846EACEC6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7E2252" w:rsidP="00E60370">
                <w:pPr>
                  <w:pStyle w:val="14"/>
                </w:pPr>
                <w:r>
                  <w:t>9-1/16-ППТ</w:t>
                </w:r>
              </w:p>
            </w:tc>
          </w:sdtContent>
        </w:sdt>
      </w:tr>
    </w:tbl>
    <w:p w:rsidR="00FC3DA1" w:rsidRDefault="00FC3DA1" w:rsidP="00BE4416">
      <w:pPr>
        <w:pStyle w:val="14"/>
      </w:pPr>
    </w:p>
    <w:p w:rsidR="00022A5D" w:rsidRDefault="00022A5D" w:rsidP="004911C7">
      <w:pPr>
        <w:pStyle w:val="14"/>
      </w:pPr>
      <w:bookmarkStart w:id="0" w:name="_GoBack"/>
      <w:bookmarkEnd w:id="0"/>
    </w:p>
    <w:p w:rsidR="00022A5D" w:rsidRDefault="00022A5D" w:rsidP="00BE4416">
      <w:pPr>
        <w:pStyle w:val="14"/>
      </w:pPr>
    </w:p>
    <w:p w:rsidR="00022A5D" w:rsidRDefault="00022A5D" w:rsidP="00BE4416">
      <w:pPr>
        <w:pStyle w:val="14"/>
      </w:pPr>
    </w:p>
    <w:p w:rsidR="00022A5D" w:rsidRPr="001B435D" w:rsidRDefault="00022A5D" w:rsidP="00BE4416">
      <w:pPr>
        <w:pStyle w:val="14"/>
      </w:pPr>
    </w:p>
    <w:tbl>
      <w:tblPr>
        <w:tblpPr w:leftFromText="181" w:rightFromText="181" w:vertAnchor="page" w:horzAnchor="page" w:tblpX="1883" w:tblpY="141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97"/>
        <w:gridCol w:w="1134"/>
        <w:gridCol w:w="850"/>
      </w:tblGrid>
      <w:tr w:rsidR="00B06C36" w:rsidRPr="00497254" w:rsidTr="005750BF">
        <w:tc>
          <w:tcPr>
            <w:tcW w:w="534" w:type="dxa"/>
          </w:tcPr>
          <w:p w:rsidR="00B06C36" w:rsidRPr="003D1234" w:rsidRDefault="00B06C36" w:rsidP="005750BF">
            <w:pPr>
              <w:pStyle w:val="ac"/>
              <w:ind w:left="-142" w:right="-108"/>
              <w:rPr>
                <w:w w:val="90"/>
              </w:rPr>
            </w:pPr>
            <w:r w:rsidRPr="003D1234">
              <w:rPr>
                <w:w w:val="90"/>
              </w:rPr>
              <w:t>Изм</w:t>
            </w:r>
          </w:p>
        </w:tc>
        <w:tc>
          <w:tcPr>
            <w:tcW w:w="897" w:type="dxa"/>
          </w:tcPr>
          <w:p w:rsidR="00B06C36" w:rsidRPr="003D1234" w:rsidRDefault="00B06C36" w:rsidP="00040D9F">
            <w:pPr>
              <w:pStyle w:val="ac"/>
              <w:ind w:left="-108" w:right="-61"/>
              <w:rPr>
                <w:w w:val="90"/>
              </w:rPr>
            </w:pPr>
            <w:r w:rsidRPr="003D1234">
              <w:rPr>
                <w:w w:val="90"/>
              </w:rPr>
              <w:t>№</w:t>
            </w:r>
            <w:r w:rsidR="00040D9F">
              <w:rPr>
                <w:w w:val="90"/>
              </w:rPr>
              <w:t xml:space="preserve"> </w:t>
            </w:r>
            <w:r w:rsidRPr="003D1234">
              <w:rPr>
                <w:w w:val="90"/>
              </w:rPr>
              <w:t>док.</w:t>
            </w:r>
          </w:p>
        </w:tc>
        <w:tc>
          <w:tcPr>
            <w:tcW w:w="1134" w:type="dxa"/>
          </w:tcPr>
          <w:p w:rsidR="00B06C36" w:rsidRPr="003D1234" w:rsidRDefault="00B06C36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Подпись</w:t>
            </w:r>
          </w:p>
        </w:tc>
        <w:tc>
          <w:tcPr>
            <w:tcW w:w="850" w:type="dxa"/>
          </w:tcPr>
          <w:p w:rsidR="00B06C36" w:rsidRPr="003D1234" w:rsidRDefault="00B06C36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Дата</w:t>
            </w:r>
          </w:p>
        </w:tc>
      </w:tr>
      <w:tr w:rsidR="00B06C36" w:rsidRPr="00497254" w:rsidTr="005750BF">
        <w:tc>
          <w:tcPr>
            <w:tcW w:w="534" w:type="dxa"/>
          </w:tcPr>
          <w:p w:rsidR="00B06C36" w:rsidRPr="00626A7C" w:rsidRDefault="00B06C36" w:rsidP="00BE4C15">
            <w:pPr>
              <w:pStyle w:val="ae"/>
            </w:pPr>
          </w:p>
        </w:tc>
        <w:tc>
          <w:tcPr>
            <w:tcW w:w="897" w:type="dxa"/>
          </w:tcPr>
          <w:p w:rsidR="00B06C36" w:rsidRPr="00626A7C" w:rsidRDefault="00B06C36" w:rsidP="00BE4C15">
            <w:pPr>
              <w:pStyle w:val="ae"/>
            </w:pPr>
          </w:p>
        </w:tc>
        <w:tc>
          <w:tcPr>
            <w:tcW w:w="11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50" w:type="dxa"/>
          </w:tcPr>
          <w:p w:rsidR="00B06C36" w:rsidRPr="00626A7C" w:rsidRDefault="00B06C36" w:rsidP="00BE4C15">
            <w:pPr>
              <w:pStyle w:val="ae"/>
            </w:pPr>
          </w:p>
        </w:tc>
      </w:tr>
      <w:tr w:rsidR="00B06C36" w:rsidRPr="00497254" w:rsidTr="005750BF">
        <w:tc>
          <w:tcPr>
            <w:tcW w:w="5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97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11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50" w:type="dxa"/>
          </w:tcPr>
          <w:p w:rsidR="00B06C36" w:rsidRPr="00497254" w:rsidRDefault="00B06C36" w:rsidP="00BE4C15">
            <w:pPr>
              <w:pStyle w:val="ae"/>
            </w:pPr>
          </w:p>
        </w:tc>
      </w:tr>
      <w:tr w:rsidR="00B06C36" w:rsidRPr="00497254" w:rsidTr="005750BF">
        <w:tc>
          <w:tcPr>
            <w:tcW w:w="5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97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11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50" w:type="dxa"/>
          </w:tcPr>
          <w:p w:rsidR="00B06C36" w:rsidRPr="00497254" w:rsidRDefault="00B06C36" w:rsidP="00BE4C15">
            <w:pPr>
              <w:pStyle w:val="ae"/>
            </w:pPr>
          </w:p>
        </w:tc>
      </w:tr>
    </w:tbl>
    <w:p w:rsidR="00FC3DA1" w:rsidRDefault="00FC3DA1" w:rsidP="00FC3DA1">
      <w:pPr>
        <w:pStyle w:val="14"/>
      </w:pPr>
    </w:p>
    <w:p w:rsidR="00E74607" w:rsidRPr="001C4619" w:rsidRDefault="00E74607" w:rsidP="00E74607">
      <w:pPr>
        <w:pStyle w:val="14"/>
        <w:rPr>
          <w:rFonts w:ascii="Calibri" w:hAnsi="Calibri" w:cs="Times New Roman"/>
          <w:b w:val="0"/>
          <w:i w:val="0"/>
          <w:sz w:val="20"/>
          <w:szCs w:val="20"/>
        </w:rPr>
      </w:pPr>
    </w:p>
    <w:p w:rsidR="00BE4416" w:rsidRPr="00F848EC" w:rsidRDefault="00BE4416" w:rsidP="00BE4416">
      <w:pPr>
        <w:pStyle w:val="14"/>
      </w:pPr>
    </w:p>
    <w:p w:rsidR="000F616C" w:rsidRPr="001C4619" w:rsidRDefault="000F616C" w:rsidP="000F616C">
      <w:pPr>
        <w:pStyle w:val="14"/>
        <w:rPr>
          <w:rFonts w:ascii="Calibri" w:hAnsi="Calibri" w:cs="Times New Roman"/>
          <w:sz w:val="20"/>
          <w:szCs w:val="20"/>
        </w:rPr>
      </w:pPr>
    </w:p>
    <w:p w:rsidR="003763D8" w:rsidRPr="003763D8" w:rsidRDefault="003763D8" w:rsidP="003763D8">
      <w:pPr>
        <w:pStyle w:val="14"/>
      </w:pPr>
    </w:p>
    <w:tbl>
      <w:tblPr>
        <w:tblStyle w:val="a9"/>
        <w:tblW w:w="10313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3"/>
        <w:gridCol w:w="3220"/>
      </w:tblGrid>
      <w:tr w:rsidR="00DD62FA" w:rsidTr="00867AFE">
        <w:trPr>
          <w:cantSplit/>
          <w:trHeight w:hRule="exact" w:val="3210"/>
        </w:trPr>
        <w:sdt>
          <w:sdtPr>
            <w:alias w:val="Организация"/>
            <w:tag w:val=""/>
            <w:id w:val="959689165"/>
            <w:lock w:val="sdtLocked"/>
            <w:placeholder>
              <w:docPart w:val="4379C2964F174C56B32B97E5A4D3E7A3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 w:multiLine="1"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4402AA" w:rsidP="005750BF">
                <w:pPr>
                  <w:pStyle w:val="14"/>
                </w:pPr>
                <w:r>
                  <w:t>Общество с ограниченной ответственностью «КАСКАД проект»</w:t>
                </w:r>
                <w:r>
                  <w:br/>
                  <w:t>(ООО «КАСКАД проект»)</w:t>
                </w:r>
                <w:r>
                  <w:br/>
                  <w:t xml:space="preserve">СРО – </w:t>
                </w:r>
                <w:proofErr w:type="gramStart"/>
                <w:r>
                  <w:t>П</w:t>
                </w:r>
                <w:proofErr w:type="gramEnd"/>
                <w:r>
                  <w:t xml:space="preserve"> – 049 – 4027090104 – 07082013 – 0099 – 4 от 07.08.2013г. </w:t>
                </w:r>
              </w:p>
            </w:tc>
          </w:sdtContent>
        </w:sdt>
      </w:tr>
      <w:tr w:rsidR="00DD62FA" w:rsidTr="00867AFE">
        <w:trPr>
          <w:cantSplit/>
          <w:trHeight w:hRule="exact" w:val="2546"/>
        </w:trPr>
        <w:sdt>
          <w:sdtPr>
            <w:alias w:val="Наименование объекта капитального строительства"/>
            <w:tag w:val="Наименование объекта"/>
            <w:id w:val="2063679442"/>
            <w:lock w:val="sdtLocked"/>
            <w:placeholder>
              <w:docPart w:val="4C2542B51AB04382AF2563D4AB1B162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 w:multiLine="1"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7E2252" w:rsidP="00F0160A">
                <w:pPr>
                  <w:pStyle w:val="14"/>
                </w:pPr>
                <w:r>
                  <w:t>Изменения в Проект планировки территории жилой застройки в границах:</w:t>
                </w:r>
                <w:r>
                  <w:br/>
                  <w:t>ул. Турецкая, ул. Российских газовиков, ул. Тюменская, территория частной застройки в городе Малоярославец, Калужской области, утвержденный Постановлением Администрации МО ГП «Город Малоярославец»</w:t>
                </w:r>
                <w:r>
                  <w:br/>
                  <w:t>№940 от 05.12.2014 года</w:t>
                </w:r>
              </w:p>
            </w:tc>
          </w:sdtContent>
        </w:sdt>
      </w:tr>
      <w:tr w:rsidR="00DD62FA" w:rsidTr="00A535E2">
        <w:trPr>
          <w:cantSplit/>
          <w:trHeight w:hRule="exact" w:val="1134"/>
        </w:trPr>
        <w:sdt>
          <w:sdtPr>
            <w:alias w:val="Вид документации"/>
            <w:tag w:val="Вид документации"/>
            <w:id w:val="-1593001670"/>
            <w:lock w:val="sdtLocked"/>
            <w:placeholder>
              <w:docPart w:val="682B46A20014405CBDFBAE7B98744DEF"/>
            </w:placeholder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B06C36" w:rsidP="005750BF">
                <w:pPr>
                  <w:pStyle w:val="14"/>
                </w:pPr>
                <w:r>
                  <w:t>ПРОЕКТНАЯ ДОКУМЕНТАЦИЯ</w:t>
                </w:r>
              </w:p>
            </w:tc>
          </w:sdtContent>
        </w:sdt>
      </w:tr>
      <w:tr w:rsidR="00DD62FA" w:rsidTr="00A535E2">
        <w:trPr>
          <w:cantSplit/>
          <w:trHeight w:hRule="exact" w:val="1134"/>
        </w:trPr>
        <w:sdt>
          <w:sdtPr>
            <w:alias w:val="Номер тома, раздела"/>
            <w:tag w:val="Номер тома"/>
            <w:id w:val="1494296883"/>
            <w:lock w:val="sdtLocked"/>
            <w:placeholder>
              <w:docPart w:val="A6FBC63707E54D2AB39E05384B1C5AB9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 w:multiLine="1"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DD62FA" w:rsidP="005750BF">
                <w:pPr>
                  <w:pStyle w:val="14"/>
                </w:pPr>
                <w:r>
                  <w:t>Том 1</w:t>
                </w:r>
              </w:p>
            </w:tc>
          </w:sdtContent>
        </w:sdt>
      </w:tr>
      <w:tr w:rsidR="00DD62FA" w:rsidTr="00692275">
        <w:trPr>
          <w:cantSplit/>
          <w:trHeight w:val="1255"/>
        </w:trPr>
        <w:sdt>
          <w:sdtPr>
            <w:alias w:val="Наименование документации"/>
            <w:tag w:val="Наименование документации"/>
            <w:id w:val="-353876550"/>
            <w:lock w:val="sdtLocked"/>
            <w:placeholder>
              <w:docPart w:val="B49BEDE825C840C9B163D38B1ECF930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DD62FA" w:rsidP="005750BF">
                <w:pPr>
                  <w:pStyle w:val="14"/>
                </w:pPr>
                <w:r>
                  <w:t>Основная (утверждаемая) часть проекта планировки</w:t>
                </w:r>
              </w:p>
            </w:tc>
          </w:sdtContent>
        </w:sdt>
      </w:tr>
      <w:tr w:rsidR="00DD62FA" w:rsidTr="00692275">
        <w:trPr>
          <w:cantSplit/>
          <w:trHeight w:hRule="exact" w:val="1400"/>
        </w:trPr>
        <w:sdt>
          <w:sdtPr>
            <w:alias w:val="Обозначение документа"/>
            <w:tag w:val="Обозначение документа"/>
            <w:id w:val="889451886"/>
            <w:lock w:val="sdtLocked"/>
            <w:placeholder>
              <w:docPart w:val="3633AEB0D9054F588773442162A860B7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EndPr/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7E2252" w:rsidP="007E2252">
                <w:pPr>
                  <w:pStyle w:val="14"/>
                </w:pPr>
                <w:r>
                  <w:t>9</w:t>
                </w:r>
                <w:r w:rsidR="00E60370">
                  <w:t>-1/16-ППТ</w:t>
                </w:r>
              </w:p>
            </w:tc>
          </w:sdtContent>
        </w:sdt>
      </w:tr>
      <w:tr w:rsidR="00DD62FA" w:rsidTr="00A535E2">
        <w:trPr>
          <w:cantSplit/>
          <w:trHeight w:hRule="exact" w:val="425"/>
        </w:trPr>
        <w:tc>
          <w:tcPr>
            <w:tcW w:w="7088" w:type="dxa"/>
            <w:noWrap/>
            <w:tcMar>
              <w:left w:w="0" w:type="dxa"/>
              <w:right w:w="0" w:type="dxa"/>
            </w:tcMar>
            <w:vAlign w:val="center"/>
          </w:tcPr>
          <w:p w:rsidR="00A535E2" w:rsidRDefault="00A535E2" w:rsidP="00A535E2">
            <w:pPr>
              <w:pStyle w:val="14"/>
              <w:ind w:left="1134"/>
              <w:jc w:val="left"/>
            </w:pPr>
            <w:r w:rsidRPr="0007490C">
              <w:t xml:space="preserve">Генеральный директор </w:t>
            </w:r>
          </w:p>
        </w:tc>
        <w:tc>
          <w:tcPr>
            <w:tcW w:w="3225" w:type="dxa"/>
            <w:vAlign w:val="center"/>
          </w:tcPr>
          <w:p w:rsidR="00A535E2" w:rsidRDefault="00A535E2" w:rsidP="00A535E2">
            <w:pPr>
              <w:pStyle w:val="14"/>
              <w:jc w:val="left"/>
            </w:pPr>
            <w:r w:rsidRPr="0007490C">
              <w:t>Ю.Ф. Казаков</w:t>
            </w:r>
          </w:p>
        </w:tc>
      </w:tr>
      <w:tr w:rsidR="00DD62FA" w:rsidTr="00A535E2">
        <w:trPr>
          <w:cantSplit/>
          <w:trHeight w:val="428"/>
        </w:trPr>
        <w:tc>
          <w:tcPr>
            <w:tcW w:w="10313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C6E1D" w:rsidRDefault="00DC6E1D" w:rsidP="005750BF">
            <w:pPr>
              <w:pStyle w:val="14"/>
            </w:pPr>
          </w:p>
        </w:tc>
      </w:tr>
      <w:tr w:rsidR="00DD62FA" w:rsidTr="00A535E2">
        <w:trPr>
          <w:cantSplit/>
          <w:trHeight w:val="428"/>
        </w:trPr>
        <w:tc>
          <w:tcPr>
            <w:tcW w:w="10313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C6E1D" w:rsidRDefault="00DC6E1D" w:rsidP="005750BF">
            <w:pPr>
              <w:pStyle w:val="14"/>
            </w:pPr>
          </w:p>
        </w:tc>
      </w:tr>
      <w:tr w:rsidR="00DD62FA" w:rsidTr="00A535E2">
        <w:trPr>
          <w:cantSplit/>
          <w:trHeight w:hRule="exact" w:val="425"/>
        </w:trPr>
        <w:tc>
          <w:tcPr>
            <w:tcW w:w="7088" w:type="dxa"/>
            <w:noWrap/>
            <w:tcMar>
              <w:left w:w="0" w:type="dxa"/>
              <w:right w:w="0" w:type="dxa"/>
            </w:tcMar>
            <w:vAlign w:val="center"/>
          </w:tcPr>
          <w:p w:rsidR="00A535E2" w:rsidRDefault="00A535E2" w:rsidP="00A535E2">
            <w:pPr>
              <w:pStyle w:val="14"/>
              <w:ind w:left="1134"/>
              <w:jc w:val="left"/>
            </w:pPr>
            <w:r w:rsidRPr="0007490C">
              <w:t xml:space="preserve">Главный инженер проекта </w:t>
            </w:r>
          </w:p>
        </w:tc>
        <w:tc>
          <w:tcPr>
            <w:tcW w:w="3225" w:type="dxa"/>
            <w:vAlign w:val="center"/>
          </w:tcPr>
          <w:p w:rsidR="00A535E2" w:rsidRDefault="00A535E2" w:rsidP="00A535E2">
            <w:pPr>
              <w:pStyle w:val="14"/>
              <w:jc w:val="left"/>
            </w:pPr>
            <w:r w:rsidRPr="0007490C">
              <w:t>А.А. Соломатников</w:t>
            </w:r>
          </w:p>
        </w:tc>
      </w:tr>
    </w:tbl>
    <w:p w:rsidR="00510B19" w:rsidRPr="00F848EC" w:rsidRDefault="00510B19" w:rsidP="00510B19">
      <w:pPr>
        <w:pStyle w:val="14"/>
      </w:pPr>
    </w:p>
    <w:tbl>
      <w:tblPr>
        <w:tblpPr w:leftFromText="181" w:rightFromText="181" w:vertAnchor="page" w:horzAnchor="page" w:tblpX="1883" w:tblpY="141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97"/>
        <w:gridCol w:w="1134"/>
        <w:gridCol w:w="850"/>
      </w:tblGrid>
      <w:tr w:rsidR="00DC6E1D" w:rsidRPr="00497254" w:rsidTr="005750BF">
        <w:tc>
          <w:tcPr>
            <w:tcW w:w="534" w:type="dxa"/>
          </w:tcPr>
          <w:p w:rsidR="00DC6E1D" w:rsidRPr="003D1234" w:rsidRDefault="00DC6E1D" w:rsidP="005750BF">
            <w:pPr>
              <w:pStyle w:val="ac"/>
              <w:ind w:left="-142" w:right="-108"/>
              <w:rPr>
                <w:w w:val="90"/>
              </w:rPr>
            </w:pPr>
            <w:r w:rsidRPr="003D1234">
              <w:rPr>
                <w:w w:val="90"/>
              </w:rPr>
              <w:t>Изм</w:t>
            </w:r>
          </w:p>
        </w:tc>
        <w:tc>
          <w:tcPr>
            <w:tcW w:w="897" w:type="dxa"/>
          </w:tcPr>
          <w:p w:rsidR="00DC6E1D" w:rsidRPr="003D1234" w:rsidRDefault="00DC6E1D" w:rsidP="00040D9F">
            <w:pPr>
              <w:pStyle w:val="ac"/>
              <w:ind w:left="-108" w:right="-61"/>
              <w:rPr>
                <w:w w:val="90"/>
              </w:rPr>
            </w:pPr>
            <w:r w:rsidRPr="003D1234">
              <w:rPr>
                <w:w w:val="90"/>
              </w:rPr>
              <w:t>№</w:t>
            </w:r>
            <w:r w:rsidR="00040D9F">
              <w:rPr>
                <w:w w:val="90"/>
              </w:rPr>
              <w:t xml:space="preserve"> </w:t>
            </w:r>
            <w:r w:rsidRPr="003D1234">
              <w:rPr>
                <w:w w:val="90"/>
              </w:rPr>
              <w:t>док.</w:t>
            </w:r>
          </w:p>
        </w:tc>
        <w:tc>
          <w:tcPr>
            <w:tcW w:w="1134" w:type="dxa"/>
          </w:tcPr>
          <w:p w:rsidR="00DC6E1D" w:rsidRPr="003D1234" w:rsidRDefault="00DC6E1D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Подпись</w:t>
            </w:r>
          </w:p>
        </w:tc>
        <w:tc>
          <w:tcPr>
            <w:tcW w:w="850" w:type="dxa"/>
          </w:tcPr>
          <w:p w:rsidR="00DC6E1D" w:rsidRPr="003D1234" w:rsidRDefault="00DC6E1D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Дата</w:t>
            </w:r>
          </w:p>
        </w:tc>
      </w:tr>
      <w:tr w:rsidR="00DC6E1D" w:rsidRPr="00497254" w:rsidTr="005750BF">
        <w:tc>
          <w:tcPr>
            <w:tcW w:w="534" w:type="dxa"/>
          </w:tcPr>
          <w:p w:rsidR="00DC6E1D" w:rsidRPr="00626A7C" w:rsidRDefault="00DC6E1D" w:rsidP="00BE4C15">
            <w:pPr>
              <w:pStyle w:val="ae"/>
            </w:pPr>
          </w:p>
        </w:tc>
        <w:tc>
          <w:tcPr>
            <w:tcW w:w="897" w:type="dxa"/>
          </w:tcPr>
          <w:p w:rsidR="00DC6E1D" w:rsidRPr="00626A7C" w:rsidRDefault="00DC6E1D" w:rsidP="00BE4C15">
            <w:pPr>
              <w:pStyle w:val="ae"/>
            </w:pPr>
          </w:p>
        </w:tc>
        <w:tc>
          <w:tcPr>
            <w:tcW w:w="11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50" w:type="dxa"/>
          </w:tcPr>
          <w:p w:rsidR="00DC6E1D" w:rsidRPr="00626A7C" w:rsidRDefault="00DC6E1D" w:rsidP="00BE4C15">
            <w:pPr>
              <w:pStyle w:val="ae"/>
            </w:pPr>
          </w:p>
        </w:tc>
      </w:tr>
      <w:tr w:rsidR="00DC6E1D" w:rsidRPr="00497254" w:rsidTr="005750BF">
        <w:tc>
          <w:tcPr>
            <w:tcW w:w="5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97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11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50" w:type="dxa"/>
          </w:tcPr>
          <w:p w:rsidR="00DC6E1D" w:rsidRPr="00497254" w:rsidRDefault="00DC6E1D" w:rsidP="00BE4C15">
            <w:pPr>
              <w:pStyle w:val="ae"/>
            </w:pPr>
          </w:p>
        </w:tc>
      </w:tr>
      <w:tr w:rsidR="00DC6E1D" w:rsidRPr="00497254" w:rsidTr="005750BF">
        <w:tc>
          <w:tcPr>
            <w:tcW w:w="5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97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11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50" w:type="dxa"/>
          </w:tcPr>
          <w:p w:rsidR="00DC6E1D" w:rsidRPr="00497254" w:rsidRDefault="00DC6E1D" w:rsidP="00BE4C15">
            <w:pPr>
              <w:pStyle w:val="ae"/>
            </w:pPr>
          </w:p>
        </w:tc>
      </w:tr>
    </w:tbl>
    <w:p w:rsidR="00510B19" w:rsidRPr="00F848EC" w:rsidRDefault="00510B19" w:rsidP="00510B19">
      <w:pPr>
        <w:pStyle w:val="14"/>
      </w:pPr>
    </w:p>
    <w:p w:rsidR="00510B19" w:rsidRPr="00F848EC" w:rsidRDefault="00510B19" w:rsidP="00510B19">
      <w:pPr>
        <w:pStyle w:val="14"/>
      </w:pPr>
    </w:p>
    <w:p w:rsidR="00943609" w:rsidRDefault="00943609"/>
    <w:p w:rsidR="00A56E42" w:rsidRDefault="00D3379C" w:rsidP="00D5779D">
      <w:pPr>
        <w:pStyle w:val="af2"/>
        <w:jc w:val="left"/>
        <w:sectPr w:rsidR="00A56E42" w:rsidSect="00BE4416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680" w:right="454" w:bottom="454" w:left="1134" w:header="454" w:footer="454" w:gutter="0"/>
          <w:pg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pgBorders>
          <w:pgNumType w:start="1"/>
          <w:cols w:space="708"/>
          <w:docGrid w:linePitch="360"/>
        </w:sectPr>
      </w:pPr>
      <w:r>
        <w:t xml:space="preserve"> </w:t>
      </w:r>
    </w:p>
    <w:p w:rsidR="009F6C04" w:rsidRDefault="009F6C04" w:rsidP="00C52291">
      <w:pPr>
        <w:pStyle w:val="af2"/>
        <w:rPr>
          <w:bCs/>
          <w:iCs/>
        </w:rPr>
      </w:pPr>
    </w:p>
    <w:p w:rsidR="00C52291" w:rsidRDefault="00C52291" w:rsidP="00C52291">
      <w:pPr>
        <w:pStyle w:val="af2"/>
        <w:rPr>
          <w:bCs/>
          <w:iCs/>
        </w:rPr>
      </w:pPr>
      <w:r w:rsidRPr="00C52291">
        <w:rPr>
          <w:bCs/>
          <w:iCs/>
        </w:rPr>
        <w:t>Запись о соответствии нормам и правилам</w:t>
      </w:r>
    </w:p>
    <w:p w:rsidR="00C52291" w:rsidRDefault="00C52291" w:rsidP="00C52291">
      <w:pPr>
        <w:pStyle w:val="12"/>
      </w:pPr>
    </w:p>
    <w:p w:rsidR="00C52291" w:rsidRDefault="00C52291" w:rsidP="00867AFE">
      <w:pPr>
        <w:pStyle w:val="12"/>
        <w:jc w:val="both"/>
      </w:pPr>
      <w:r w:rsidRPr="00C52291">
        <w:rPr>
          <w:bCs/>
        </w:rPr>
        <w:t>П</w:t>
      </w:r>
      <w:r w:rsidRPr="00C52291">
        <w:t>роектная документация разработана в соответствии с градостроительным планом земельного участка, заданием на проектирование, градостроительным регламентом, документами об использовании земельного участка для строительства, техническими регламентами, в том числе устанавливающими требования по обеспечению безопасной эксплуатации зданий, строений, сооружений и безопасность использования прилегающих к ним территорий с соблюдением технических условий.</w:t>
      </w:r>
    </w:p>
    <w:p w:rsidR="00C52291" w:rsidRPr="00C52291" w:rsidRDefault="00C52291" w:rsidP="00867AFE">
      <w:pPr>
        <w:pStyle w:val="12"/>
        <w:jc w:val="both"/>
      </w:pPr>
    </w:p>
    <w:p w:rsidR="00C52291" w:rsidRPr="00C52291" w:rsidRDefault="00C52291" w:rsidP="00867AFE">
      <w:pPr>
        <w:pStyle w:val="12"/>
        <w:jc w:val="both"/>
      </w:pPr>
      <w:r w:rsidRPr="00C52291">
        <w:rPr>
          <w:iCs/>
        </w:rPr>
        <w:t>На основании Свидетельства о допуске на выполнение проектных работ, которые оказывают влияние на безопасность объектов капитального строительства</w:t>
      </w:r>
    </w:p>
    <w:p w:rsidR="00C52291" w:rsidRPr="00C52291" w:rsidRDefault="00C52291" w:rsidP="00867AFE">
      <w:pPr>
        <w:pStyle w:val="12"/>
        <w:jc w:val="both"/>
      </w:pPr>
    </w:p>
    <w:p w:rsidR="00867AFE" w:rsidRDefault="00E95A9D" w:rsidP="00867AFE">
      <w:pPr>
        <w:pStyle w:val="12"/>
        <w:jc w:val="both"/>
      </w:pPr>
      <w:r w:rsidRPr="00E95A9D">
        <w:t xml:space="preserve">№ СРО – </w:t>
      </w:r>
      <w:proofErr w:type="gramStart"/>
      <w:r w:rsidRPr="00E95A9D">
        <w:t>П</w:t>
      </w:r>
      <w:proofErr w:type="gramEnd"/>
      <w:r w:rsidRPr="00E95A9D">
        <w:t xml:space="preserve"> – 049 – 4027090104 – 07082013 – 0099 – 4 от 07.08.2013г.</w:t>
      </w:r>
    </w:p>
    <w:p w:rsidR="00C52291" w:rsidRPr="00C52291" w:rsidRDefault="00867AFE" w:rsidP="00867AFE">
      <w:pPr>
        <w:pStyle w:val="12"/>
        <w:jc w:val="both"/>
        <w:sectPr w:rsidR="00C52291" w:rsidRPr="00C52291" w:rsidSect="00672FA7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680" w:right="454" w:bottom="454" w:left="1134" w:header="454" w:footer="454" w:gutter="0"/>
          <w:pg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pgBorders>
          <w:cols w:space="708"/>
          <w:titlePg/>
          <w:docGrid w:linePitch="360"/>
        </w:sectPr>
      </w:pPr>
      <w:r>
        <w:t xml:space="preserve"> </w:t>
      </w:r>
    </w:p>
    <w:p w:rsidR="00A56E42" w:rsidRPr="008E2BAF" w:rsidRDefault="00A56E42" w:rsidP="00A56E42">
      <w:pPr>
        <w:pStyle w:val="af2"/>
      </w:pPr>
      <w:r w:rsidRPr="006B6439">
        <w:t xml:space="preserve">СОДЕРЖАНИЕ </w:t>
      </w:r>
      <w:r w:rsidR="0069045D">
        <w:t>ТОМА</w:t>
      </w:r>
      <w:r w:rsidR="00010804">
        <w:t xml:space="preserve"> 1</w:t>
      </w:r>
    </w:p>
    <w:tbl>
      <w:tblPr>
        <w:tblW w:w="10343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523"/>
        <w:gridCol w:w="1701"/>
      </w:tblGrid>
      <w:tr w:rsidR="00A56E42" w:rsidRPr="008E2BAF" w:rsidTr="00761864">
        <w:trPr>
          <w:cantSplit/>
          <w:trHeight w:hRule="exact" w:val="851"/>
          <w:jc w:val="center"/>
        </w:trPr>
        <w:tc>
          <w:tcPr>
            <w:tcW w:w="3119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6E42" w:rsidRPr="00C46D74" w:rsidRDefault="00A56E42" w:rsidP="00761864">
            <w:pPr>
              <w:pStyle w:val="af0"/>
            </w:pPr>
            <w:r w:rsidRPr="006B6439">
              <w:t>Обозначение</w:t>
            </w:r>
          </w:p>
        </w:tc>
        <w:tc>
          <w:tcPr>
            <w:tcW w:w="5523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6E42" w:rsidRPr="006B6439" w:rsidRDefault="00A56E42" w:rsidP="00761864">
            <w:pPr>
              <w:pStyle w:val="af0"/>
            </w:pPr>
            <w:r w:rsidRPr="006B6439">
              <w:t>Наименование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6E42" w:rsidRPr="006B6439" w:rsidRDefault="00A56E42" w:rsidP="00761864">
            <w:pPr>
              <w:pStyle w:val="af0"/>
            </w:pPr>
            <w:r w:rsidRPr="006B6439">
              <w:t>Страница</w:t>
            </w: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7E2252" w:rsidP="007E2252">
            <w:pPr>
              <w:pStyle w:val="ae"/>
            </w:pPr>
            <w:r>
              <w:t>9</w:t>
            </w:r>
            <w:r w:rsidR="0069045D" w:rsidRPr="007D3F50">
              <w:t>-1/16-ППТ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7E2252">
            <w:pPr>
              <w:pStyle w:val="ae"/>
              <w:rPr>
                <w:lang w:eastAsia="ar-SA"/>
              </w:rPr>
            </w:pPr>
            <w:r w:rsidRPr="00DD62FA">
              <w:rPr>
                <w:lang w:eastAsia="ar-SA"/>
              </w:rPr>
              <w:t xml:space="preserve">Основная (утверждаемая) часть проекта 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7E225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DD62FA" w:rsidRDefault="0069045D" w:rsidP="007E2252">
            <w:pPr>
              <w:pStyle w:val="ae"/>
              <w:rPr>
                <w:lang w:eastAsia="ar-SA"/>
              </w:rPr>
            </w:pPr>
            <w:r w:rsidRPr="00DD62FA">
              <w:rPr>
                <w:lang w:eastAsia="ar-SA"/>
              </w:rPr>
              <w:t>планировки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7E2252" w:rsidP="007E2252">
            <w:pPr>
              <w:pStyle w:val="ac"/>
              <w:jc w:val="left"/>
            </w:pPr>
            <w:r>
              <w:t>9</w:t>
            </w:r>
            <w:r w:rsidR="0069045D" w:rsidRPr="007D3F50">
              <w:t>-1/16-0-ППТ</w:t>
            </w:r>
            <w:r w:rsidR="0069045D">
              <w:t>, л.1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D85B79" w:rsidP="007E2252">
            <w:pPr>
              <w:pStyle w:val="ae"/>
            </w:pPr>
            <w:r w:rsidRPr="00D85B79">
              <w:t xml:space="preserve">Сводный план </w:t>
            </w:r>
            <w:r w:rsidRPr="00B83C34">
              <w:t>инженерных сетей</w:t>
            </w:r>
            <w:r w:rsidR="0069045D" w:rsidRPr="00B83C34">
              <w:t>. М 1:1000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7E2252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7E225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7E2252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7E225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7E2252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7E225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7E2252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7E225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60370" w:rsidRDefault="0069045D" w:rsidP="005A49ED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60370" w:rsidRDefault="0069045D" w:rsidP="005A49ED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60370" w:rsidRDefault="0069045D" w:rsidP="005A49ED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  <w:rPr>
                <w:highlight w:val="yellow"/>
              </w:rPr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F0160A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DF2590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  <w:rPr>
                <w:highlight w:val="yellow"/>
              </w:rPr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DF2590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B260D2">
            <w:pPr>
              <w:pStyle w:val="ae"/>
              <w:rPr>
                <w:highlight w:val="yellow"/>
              </w:rPr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F0160A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5A49ED" w:rsidRDefault="0069045D" w:rsidP="00DF2590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114DD7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DF2590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114DD7" w:rsidRDefault="0069045D" w:rsidP="00B260D2">
            <w:pPr>
              <w:pStyle w:val="ae"/>
              <w:rPr>
                <w:highlight w:val="yellow"/>
              </w:rPr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490549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114DD7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DF2590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114DD7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DF2590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114DD7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  <w:tr w:rsidR="0069045D" w:rsidRPr="008E2BAF" w:rsidTr="00B260D2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9109E" w:rsidRDefault="0069045D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114DD7" w:rsidRDefault="0069045D" w:rsidP="00B260D2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B260D2">
            <w:pPr>
              <w:pStyle w:val="ac"/>
            </w:pPr>
          </w:p>
        </w:tc>
      </w:tr>
    </w:tbl>
    <w:p w:rsidR="00A56E42" w:rsidRPr="008E2BAF" w:rsidRDefault="00A56E42" w:rsidP="00A56E42">
      <w:pPr>
        <w:rPr>
          <w:rFonts w:ascii="Times New Roman" w:hAnsi="Times New Roman"/>
        </w:rPr>
      </w:pPr>
    </w:p>
    <w:p w:rsidR="00A56E42" w:rsidRDefault="00A56E42" w:rsidP="004E774E">
      <w:pPr>
        <w:pStyle w:val="0"/>
        <w:ind w:left="0"/>
        <w:sectPr w:rsidR="00A56E42" w:rsidSect="00672FA7">
          <w:footerReference w:type="first" r:id="rId17"/>
          <w:pgSz w:w="11906" w:h="16838" w:code="9"/>
          <w:pgMar w:top="680" w:right="454" w:bottom="454" w:left="1134" w:header="454" w:footer="454" w:gutter="0"/>
          <w:pg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pgBorders>
          <w:cols w:space="708"/>
          <w:titlePg/>
          <w:docGrid w:linePitch="360"/>
        </w:sectPr>
      </w:pPr>
    </w:p>
    <w:p w:rsidR="006D5230" w:rsidRDefault="006D5230" w:rsidP="004E774E">
      <w:pPr>
        <w:rPr>
          <w:rFonts w:ascii="Times New Roman" w:hAnsi="Times New Roman"/>
          <w:szCs w:val="24"/>
        </w:rPr>
      </w:pPr>
    </w:p>
    <w:sectPr w:rsidR="006D5230" w:rsidSect="004E774E">
      <w:footerReference w:type="default" r:id="rId18"/>
      <w:pgSz w:w="11906" w:h="16838" w:code="9"/>
      <w:pgMar w:top="680" w:right="454" w:bottom="454" w:left="1134" w:header="454" w:footer="454" w:gutter="0"/>
      <w:pg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C34" w:rsidRDefault="00B83C34" w:rsidP="006B41AB">
      <w:r>
        <w:separator/>
      </w:r>
    </w:p>
  </w:endnote>
  <w:endnote w:type="continuationSeparator" w:id="0">
    <w:p w:rsidR="00B83C34" w:rsidRDefault="00B83C34" w:rsidP="006B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C34" w:rsidRDefault="00B83C34" w:rsidP="00E53B24">
    <w:pPr>
      <w:pStyle w:val="14"/>
    </w:pPr>
    <w:r>
      <w:t>КАЛУГА</w:t>
    </w:r>
  </w:p>
  <w:p w:rsidR="00B83C34" w:rsidRDefault="00692275" w:rsidP="00E53B24">
    <w:pPr>
      <w:pStyle w:val="14"/>
    </w:pPr>
    <w:sdt>
      <w:sdtPr>
        <w:alias w:val="Год"/>
        <w:tag w:val="Год"/>
        <w:id w:val="-2026392195"/>
        <w:lock w:val="sdtLocked"/>
        <w:placeholder>
          <w:docPart w:val="DC5C320146524641BA931025DEEA6B5F"/>
        </w:placeholder>
        <w:date>
          <w:dateFormat w:val="yyyy"/>
          <w:lid w:val="ru-RU"/>
          <w:storeMappedDataAs w:val="text"/>
          <w:calendar w:val="gregorian"/>
        </w:date>
      </w:sdtPr>
      <w:sdtEndPr/>
      <w:sdtContent>
        <w:r w:rsidR="00B83C34">
          <w:t>2016</w:t>
        </w:r>
      </w:sdtContent>
    </w:sdt>
    <w:r w:rsidR="00B83C34">
      <w:t xml:space="preserve"> г.</w:t>
    </w:r>
  </w:p>
  <w:p w:rsidR="00B83C34" w:rsidRPr="00022A2C" w:rsidRDefault="00B83C34" w:rsidP="00E53B24">
    <w:pPr>
      <w:pStyle w:val="14"/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C34" w:rsidRDefault="00B83C34" w:rsidP="00BE4416">
    <w:pPr>
      <w:pStyle w:val="14"/>
    </w:pPr>
    <w:r w:rsidRPr="00F848EC">
      <w:t>КАЛУГА, 201</w:t>
    </w:r>
    <w:r>
      <w:t>2</w:t>
    </w:r>
  </w:p>
  <w:p w:rsidR="00B83C34" w:rsidRDefault="00B83C3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horzAnchor="margin" w:tblpX="58" w:tblpY="12277"/>
      <w:tblOverlap w:val="never"/>
      <w:tblW w:w="10331" w:type="dxa"/>
      <w:tblBorders>
        <w:top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59"/>
      <w:gridCol w:w="559"/>
      <w:gridCol w:w="558"/>
      <w:gridCol w:w="558"/>
      <w:gridCol w:w="838"/>
      <w:gridCol w:w="558"/>
      <w:gridCol w:w="3908"/>
      <w:gridCol w:w="838"/>
      <w:gridCol w:w="838"/>
      <w:gridCol w:w="1117"/>
    </w:tblGrid>
    <w:tr w:rsidR="00B83C34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1C4715" w:rsidRDefault="00B83C34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B83C34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1C4715" w:rsidRDefault="00B83C34" w:rsidP="00761864">
          <w:pPr>
            <w:pStyle w:val="a5"/>
            <w:tabs>
              <w:tab w:val="left" w:pos="621"/>
            </w:tabs>
            <w:rPr>
              <w:rFonts w:ascii="Times New Roman" w:hAnsi="Times New Roman"/>
              <w:szCs w:val="24"/>
            </w:rPr>
          </w:pPr>
        </w:p>
      </w:tc>
    </w:tr>
    <w:tr w:rsidR="00B83C34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1C4715" w:rsidRDefault="00B83C34" w:rsidP="00761864">
          <w:pPr>
            <w:pStyle w:val="0"/>
          </w:pPr>
          <w:r>
            <w:t>Инв. №</w:t>
          </w:r>
        </w:p>
      </w:tc>
    </w:tr>
    <w:tr w:rsidR="00B83C34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single" w:sz="12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1C4715" w:rsidRDefault="00B83C34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B83C34" w:rsidRPr="00AC3FEE" w:rsidTr="00761864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9" w:type="dxa"/>
          <w:tcBorders>
            <w:top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838" w:type="dxa"/>
          <w:tcBorders>
            <w:top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6701" w:type="dxa"/>
          <w:gridSpan w:val="4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:rsidR="00B83C34" w:rsidRPr="005F7540" w:rsidRDefault="00B83C34" w:rsidP="00761864">
          <w:pPr>
            <w:pStyle w:val="014"/>
            <w:framePr w:wrap="auto" w:hAnchor="text" w:xAlign="left" w:yAlign="inline"/>
            <w:suppressOverlap w:val="0"/>
          </w:pPr>
          <w:r w:rsidRPr="005F7540">
            <w:t>ТК.С</w:t>
          </w:r>
        </w:p>
      </w:tc>
    </w:tr>
    <w:tr w:rsidR="00B83C34" w:rsidRPr="00AC3FEE" w:rsidTr="00761864">
      <w:trPr>
        <w:cantSplit/>
        <w:trHeight w:hRule="exact" w:val="284"/>
      </w:trPr>
      <w:tc>
        <w:tcPr>
          <w:tcW w:w="559" w:type="dxa"/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9" w:type="dxa"/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838" w:type="dxa"/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6701" w:type="dxa"/>
          <w:gridSpan w:val="4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</w:tr>
    <w:tr w:rsidR="00B83C34" w:rsidRPr="00AC3FEE" w:rsidTr="00761864">
      <w:trPr>
        <w:cantSplit/>
        <w:trHeight w:hRule="exact" w:val="284"/>
      </w:trPr>
      <w:tc>
        <w:tcPr>
          <w:tcW w:w="559" w:type="dxa"/>
          <w:shd w:val="clear" w:color="auto" w:fill="auto"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Изм.</w:t>
          </w:r>
        </w:p>
      </w:tc>
      <w:tc>
        <w:tcPr>
          <w:tcW w:w="559" w:type="dxa"/>
          <w:shd w:val="clear" w:color="auto" w:fill="auto"/>
          <w:tcFitText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Кол.уч</w:t>
          </w:r>
        </w:p>
      </w:tc>
      <w:tc>
        <w:tcPr>
          <w:tcW w:w="558" w:type="dxa"/>
          <w:shd w:val="clear" w:color="auto" w:fill="auto"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Лист</w:t>
          </w:r>
        </w:p>
      </w:tc>
      <w:tc>
        <w:tcPr>
          <w:tcW w:w="558" w:type="dxa"/>
          <w:shd w:val="clear" w:color="auto" w:fill="auto"/>
          <w:tcFitText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75"/>
            </w:rPr>
            <w:t>№ док</w:t>
          </w:r>
          <w:r w:rsidRPr="00364AA0">
            <w:rPr>
              <w:spacing w:val="3"/>
              <w:w w:val="75"/>
            </w:rPr>
            <w:t>.</w:t>
          </w:r>
        </w:p>
      </w:tc>
      <w:tc>
        <w:tcPr>
          <w:tcW w:w="838" w:type="dxa"/>
          <w:shd w:val="clear" w:color="auto" w:fill="auto"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Подпись</w:t>
          </w:r>
        </w:p>
      </w:tc>
      <w:tc>
        <w:tcPr>
          <w:tcW w:w="558" w:type="dxa"/>
          <w:shd w:val="clear" w:color="auto" w:fill="auto"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Дата</w:t>
          </w:r>
        </w:p>
      </w:tc>
      <w:tc>
        <w:tcPr>
          <w:tcW w:w="6701" w:type="dxa"/>
          <w:gridSpan w:val="4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</w:tr>
    <w:tr w:rsidR="00B83C34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noWrap/>
          <w:tcMar>
            <w:left w:w="57" w:type="dxa"/>
            <w:right w:w="57" w:type="dxa"/>
          </w:tcMar>
          <w:tcFitText/>
          <w:vAlign w:val="center"/>
        </w:tcPr>
        <w:p w:rsidR="00B83C34" w:rsidRPr="00364AA0" w:rsidRDefault="00B83C34" w:rsidP="00761864">
          <w:pPr>
            <w:pStyle w:val="ae"/>
          </w:pPr>
          <w:r w:rsidRPr="00364AA0">
            <w:rPr>
              <w:w w:val="81"/>
            </w:rPr>
            <w:t>Разработал</w:t>
          </w: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c"/>
          </w:pPr>
        </w:p>
      </w:tc>
      <w:tc>
        <w:tcPr>
          <w:tcW w:w="3908" w:type="dxa"/>
          <w:vMerge w:val="restart"/>
          <w:shd w:val="clear" w:color="auto" w:fill="auto"/>
          <w:vAlign w:val="center"/>
        </w:tcPr>
        <w:p w:rsidR="00B83C34" w:rsidRPr="001701C8" w:rsidRDefault="00B83C34" w:rsidP="00761864">
          <w:pPr>
            <w:pStyle w:val="ac"/>
          </w:pPr>
          <w:r w:rsidRPr="001701C8">
            <w:t>Содержание</w:t>
          </w:r>
        </w:p>
      </w:tc>
      <w:tc>
        <w:tcPr>
          <w:tcW w:w="838" w:type="dxa"/>
          <w:shd w:val="clear" w:color="auto" w:fill="auto"/>
          <w:vAlign w:val="center"/>
        </w:tcPr>
        <w:p w:rsidR="00B83C34" w:rsidRPr="001C4715" w:rsidRDefault="00B83C34" w:rsidP="00761864">
          <w:pPr>
            <w:pStyle w:val="ac"/>
          </w:pPr>
          <w:r>
            <w:t>Стадия</w:t>
          </w:r>
        </w:p>
      </w:tc>
      <w:tc>
        <w:tcPr>
          <w:tcW w:w="838" w:type="dxa"/>
          <w:shd w:val="clear" w:color="auto" w:fill="auto"/>
          <w:vAlign w:val="center"/>
        </w:tcPr>
        <w:p w:rsidR="00B83C34" w:rsidRPr="001C4715" w:rsidRDefault="00B83C34" w:rsidP="00761864">
          <w:pPr>
            <w:pStyle w:val="ac"/>
          </w:pPr>
          <w:r>
            <w:t>Лист</w:t>
          </w:r>
        </w:p>
      </w:tc>
      <w:tc>
        <w:tcPr>
          <w:tcW w:w="1117" w:type="dxa"/>
          <w:shd w:val="clear" w:color="auto" w:fill="auto"/>
          <w:vAlign w:val="center"/>
        </w:tcPr>
        <w:p w:rsidR="00B83C34" w:rsidRPr="001C4715" w:rsidRDefault="00B83C34" w:rsidP="00761864">
          <w:pPr>
            <w:pStyle w:val="ac"/>
          </w:pPr>
          <w:r>
            <w:t>Листов</w:t>
          </w:r>
        </w:p>
      </w:tc>
    </w:tr>
    <w:tr w:rsidR="00B83C34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364AA0" w:rsidRDefault="00B83C34" w:rsidP="00761864">
          <w:pPr>
            <w:pStyle w:val="ae"/>
          </w:pPr>
          <w:r w:rsidRPr="00364AA0">
            <w:t>Проверил</w:t>
          </w: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c"/>
          </w:pPr>
        </w:p>
      </w:tc>
      <w:tc>
        <w:tcPr>
          <w:tcW w:w="3908" w:type="dxa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vAlign w:val="center"/>
        </w:tcPr>
        <w:p w:rsidR="00B83C34" w:rsidRPr="003437CD" w:rsidRDefault="00B83C34" w:rsidP="00761864">
          <w:pPr>
            <w:pStyle w:val="ac"/>
          </w:pPr>
          <w:r w:rsidRPr="003437CD">
            <w:t>П</w:t>
          </w:r>
        </w:p>
      </w:tc>
      <w:tc>
        <w:tcPr>
          <w:tcW w:w="838" w:type="dxa"/>
          <w:shd w:val="clear" w:color="auto" w:fill="auto"/>
          <w:vAlign w:val="center"/>
        </w:tcPr>
        <w:p w:rsidR="00B83C34" w:rsidRPr="003437CD" w:rsidRDefault="00B83C34" w:rsidP="00761864">
          <w:pPr>
            <w:pStyle w:val="ac"/>
          </w:pPr>
          <w:r w:rsidRPr="005B347E">
            <w:fldChar w:fldCharType="begin"/>
          </w:r>
          <w:r w:rsidRPr="005B347E">
            <w:instrText>PAGE   \* MERGEFORMAT</w:instrText>
          </w:r>
          <w:r w:rsidRPr="005B347E">
            <w:fldChar w:fldCharType="separate"/>
          </w:r>
          <w:r>
            <w:rPr>
              <w:noProof/>
            </w:rPr>
            <w:t>5</w:t>
          </w:r>
          <w:r w:rsidRPr="005B347E">
            <w:fldChar w:fldCharType="end"/>
          </w:r>
        </w:p>
      </w:tc>
      <w:tc>
        <w:tcPr>
          <w:tcW w:w="1117" w:type="dxa"/>
          <w:shd w:val="clear" w:color="auto" w:fill="auto"/>
          <w:vAlign w:val="center"/>
        </w:tcPr>
        <w:p w:rsidR="00B83C34" w:rsidRPr="003437CD" w:rsidRDefault="00B83C34" w:rsidP="00761864">
          <w:pPr>
            <w:pStyle w:val="ac"/>
          </w:pPr>
        </w:p>
      </w:tc>
    </w:tr>
    <w:tr w:rsidR="00B83C34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364AA0" w:rsidRDefault="00B83C34" w:rsidP="00761864">
          <w:pPr>
            <w:pStyle w:val="ae"/>
          </w:pPr>
          <w:r w:rsidRPr="00364AA0">
            <w:t>Н. контр.</w:t>
          </w: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c"/>
          </w:pPr>
        </w:p>
      </w:tc>
      <w:tc>
        <w:tcPr>
          <w:tcW w:w="3908" w:type="dxa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 w:val="restart"/>
          <w:shd w:val="clear" w:color="auto" w:fill="auto"/>
          <w:vAlign w:val="center"/>
        </w:tcPr>
        <w:p w:rsidR="00B83C34" w:rsidRPr="006B6439" w:rsidRDefault="00B83C34" w:rsidP="00761864">
          <w:pPr>
            <w:pStyle w:val="ac"/>
          </w:pPr>
          <w:r w:rsidRPr="006B6439">
            <w:t>ООО "КАСКАД проект"</w:t>
          </w:r>
        </w:p>
        <w:p w:rsidR="00B83C34" w:rsidRPr="003437CD" w:rsidRDefault="00B83C34" w:rsidP="00761864">
          <w:pPr>
            <w:pStyle w:val="ac"/>
          </w:pPr>
          <w:r w:rsidRPr="006B6439">
            <w:t>г. Калуга</w:t>
          </w:r>
        </w:p>
      </w:tc>
    </w:tr>
    <w:tr w:rsidR="00B83C34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364AA0" w:rsidRDefault="00B83C34" w:rsidP="00761864">
          <w:pPr>
            <w:pStyle w:val="ae"/>
          </w:pP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c"/>
          </w:pPr>
        </w:p>
      </w:tc>
      <w:tc>
        <w:tcPr>
          <w:tcW w:w="3908" w:type="dxa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</w:tr>
    <w:tr w:rsidR="00B83C34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364AA0" w:rsidRDefault="00B83C34" w:rsidP="00761864">
          <w:pPr>
            <w:pStyle w:val="ae"/>
          </w:pP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761864">
          <w:pPr>
            <w:pStyle w:val="ac"/>
          </w:pPr>
        </w:p>
      </w:tc>
      <w:tc>
        <w:tcPr>
          <w:tcW w:w="3908" w:type="dxa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</w:tr>
  </w:tbl>
  <w:p w:rsidR="00B83C34" w:rsidRDefault="00B83C34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C34" w:rsidRDefault="00B83C34" w:rsidP="00D3379C">
    <w:pPr>
      <w:pStyle w:val="a5"/>
      <w:tabs>
        <w:tab w:val="left" w:pos="2127"/>
      </w:tabs>
    </w:pPr>
  </w:p>
  <w:tbl>
    <w:tblPr>
      <w:tblpPr w:horzAnchor="margin" w:tblpX="58" w:tblpY="12277"/>
      <w:tblOverlap w:val="never"/>
      <w:tblW w:w="10331" w:type="dxa"/>
      <w:tblBorders>
        <w:top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59"/>
      <w:gridCol w:w="559"/>
      <w:gridCol w:w="558"/>
      <w:gridCol w:w="558"/>
      <w:gridCol w:w="838"/>
      <w:gridCol w:w="558"/>
      <w:gridCol w:w="3908"/>
      <w:gridCol w:w="838"/>
      <w:gridCol w:w="838"/>
      <w:gridCol w:w="1117"/>
    </w:tblGrid>
    <w:tr w:rsidR="00B83C34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1C4715" w:rsidRDefault="00B83C34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B83C34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1C4715" w:rsidRDefault="00B83C34" w:rsidP="00761864">
          <w:pPr>
            <w:pStyle w:val="a5"/>
            <w:tabs>
              <w:tab w:val="left" w:pos="621"/>
            </w:tabs>
            <w:rPr>
              <w:rFonts w:ascii="Times New Roman" w:hAnsi="Times New Roman"/>
              <w:szCs w:val="24"/>
            </w:rPr>
          </w:pPr>
        </w:p>
      </w:tc>
    </w:tr>
    <w:tr w:rsidR="00B83C34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1C4715" w:rsidRDefault="00B83C34" w:rsidP="00761864">
          <w:pPr>
            <w:pStyle w:val="0"/>
          </w:pPr>
        </w:p>
      </w:tc>
    </w:tr>
    <w:tr w:rsidR="00B83C34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single" w:sz="12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1C4715" w:rsidRDefault="00B83C34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B83C34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83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6701" w:type="dxa"/>
          <w:gridSpan w:val="4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:rsidR="00B83C34" w:rsidRPr="00BE4416" w:rsidRDefault="00692275" w:rsidP="002E4524">
          <w:pPr>
            <w:pStyle w:val="14"/>
          </w:pPr>
          <w:sdt>
            <w:sdtPr>
              <w:rPr>
                <w:b w:val="0"/>
              </w:rPr>
              <w:alias w:val="Обозначение документа"/>
              <w:tag w:val="Обозначение документа"/>
              <w:id w:val="-1335912629"/>
              <w:lock w:val="sdtLocked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>
              <w:rPr>
                <w:b/>
              </w:rPr>
            </w:sdtEndPr>
            <w:sdtContent>
              <w:r w:rsidR="00B83C34">
                <w:rPr>
                  <w:b w:val="0"/>
                </w:rPr>
                <w:t>9-1/16-ППТ</w:t>
              </w:r>
            </w:sdtContent>
          </w:sdt>
        </w:p>
      </w:tc>
    </w:tr>
    <w:tr w:rsidR="00B83C34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83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6701" w:type="dxa"/>
          <w:gridSpan w:val="4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</w:tr>
    <w:tr w:rsidR="00B83C34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Кол.уч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Лист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75"/>
            </w:rPr>
            <w:t>№ док</w:t>
          </w:r>
          <w:r w:rsidRPr="00364AA0">
            <w:rPr>
              <w:spacing w:val="3"/>
              <w:w w:val="75"/>
            </w:rPr>
            <w:t>.</w:t>
          </w:r>
        </w:p>
      </w:tc>
      <w:tc>
        <w:tcPr>
          <w:tcW w:w="83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Подпись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Дата</w:t>
          </w:r>
        </w:p>
      </w:tc>
      <w:tc>
        <w:tcPr>
          <w:tcW w:w="6701" w:type="dxa"/>
          <w:gridSpan w:val="4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</w:tr>
    <w:tr w:rsidR="00B83C34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bottom w:val="single" w:sz="6" w:space="0" w:color="auto"/>
          </w:tcBorders>
          <w:shd w:val="clear" w:color="auto" w:fill="auto"/>
          <w:noWrap/>
          <w:tcMar>
            <w:left w:w="57" w:type="dxa"/>
            <w:right w:w="57" w:type="dxa"/>
          </w:tcMar>
          <w:vAlign w:val="center"/>
        </w:tcPr>
        <w:p w:rsidR="00B83C34" w:rsidRPr="00BE4C15" w:rsidRDefault="00B83C34" w:rsidP="00B61B12">
          <w:pPr>
            <w:pStyle w:val="ae"/>
          </w:pPr>
          <w:r w:rsidRPr="00BE4C15">
            <w:t>ГИП</w:t>
          </w:r>
        </w:p>
      </w:tc>
      <w:tc>
        <w:tcPr>
          <w:tcW w:w="1116" w:type="dxa"/>
          <w:gridSpan w:val="2"/>
          <w:tcBorders>
            <w:bottom w:val="single" w:sz="6" w:space="0" w:color="auto"/>
          </w:tcBorders>
          <w:shd w:val="clear" w:color="auto" w:fill="auto"/>
          <w:noWrap/>
          <w:tcMar>
            <w:left w:w="57" w:type="dxa"/>
            <w:right w:w="57" w:type="dxa"/>
          </w:tcMar>
          <w:tcFitText/>
        </w:tcPr>
        <w:p w:rsidR="00B83C34" w:rsidRPr="00BE4C15" w:rsidRDefault="00B83C34" w:rsidP="00B61B12">
          <w:pPr>
            <w:pStyle w:val="ae"/>
          </w:pPr>
          <w:r w:rsidRPr="00BE4C15">
            <w:rPr>
              <w:w w:val="69"/>
            </w:rPr>
            <w:t>Соломатнико</w:t>
          </w:r>
          <w:r w:rsidRPr="00BE4C15">
            <w:rPr>
              <w:spacing w:val="11"/>
              <w:w w:val="69"/>
            </w:rPr>
            <w:t>в</w:t>
          </w:r>
        </w:p>
      </w:tc>
      <w:tc>
        <w:tcPr>
          <w:tcW w:w="83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E4C15" w:rsidRDefault="00B83C34" w:rsidP="00B61B12">
          <w:pPr>
            <w:pStyle w:val="ae"/>
          </w:pPr>
        </w:p>
      </w:tc>
      <w:tc>
        <w:tcPr>
          <w:tcW w:w="55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61B12" w:rsidRDefault="00B83C34" w:rsidP="007E2252">
          <w:pPr>
            <w:pStyle w:val="ae"/>
            <w:rPr>
              <w:w w:val="90"/>
            </w:rPr>
          </w:pPr>
          <w:r>
            <w:rPr>
              <w:w w:val="90"/>
            </w:rPr>
            <w:t>11.16</w:t>
          </w:r>
        </w:p>
      </w:tc>
      <w:tc>
        <w:tcPr>
          <w:tcW w:w="3908" w:type="dxa"/>
          <w:vMerge w:val="restart"/>
          <w:shd w:val="clear" w:color="auto" w:fill="auto"/>
          <w:vAlign w:val="center"/>
        </w:tcPr>
        <w:p w:rsidR="00B83C34" w:rsidRPr="00DD07B7" w:rsidRDefault="00B83C34" w:rsidP="00B61B12">
          <w:pPr>
            <w:pStyle w:val="af0"/>
            <w:rPr>
              <w:b w:val="0"/>
            </w:rPr>
          </w:pPr>
          <w:r w:rsidRPr="00DD07B7">
            <w:rPr>
              <w:b w:val="0"/>
            </w:rPr>
            <w:t>Запись, удостоверяющая</w:t>
          </w:r>
        </w:p>
        <w:p w:rsidR="00B83C34" w:rsidRPr="00DD07B7" w:rsidRDefault="00B83C34" w:rsidP="00B61B12">
          <w:pPr>
            <w:pStyle w:val="af0"/>
            <w:rPr>
              <w:b w:val="0"/>
            </w:rPr>
          </w:pPr>
          <w:r w:rsidRPr="00DD07B7">
            <w:rPr>
              <w:b w:val="0"/>
            </w:rPr>
            <w:t xml:space="preserve">соответствие государственным  </w:t>
          </w:r>
        </w:p>
        <w:p w:rsidR="00B83C34" w:rsidRPr="001701C8" w:rsidRDefault="00B83C34" w:rsidP="00B61B12">
          <w:pPr>
            <w:pStyle w:val="af0"/>
          </w:pPr>
          <w:r w:rsidRPr="00DD07B7">
            <w:rPr>
              <w:b w:val="0"/>
            </w:rPr>
            <w:t>нормам</w:t>
          </w:r>
        </w:p>
      </w:tc>
      <w:tc>
        <w:tcPr>
          <w:tcW w:w="838" w:type="dxa"/>
          <w:shd w:val="clear" w:color="auto" w:fill="auto"/>
          <w:vAlign w:val="center"/>
        </w:tcPr>
        <w:p w:rsidR="00B83C34" w:rsidRPr="00FE5E83" w:rsidRDefault="00B83C34" w:rsidP="00B61B12">
          <w:pPr>
            <w:pStyle w:val="ac"/>
            <w:rPr>
              <w:w w:val="90"/>
            </w:rPr>
          </w:pPr>
          <w:r w:rsidRPr="00FE5E83">
            <w:rPr>
              <w:w w:val="90"/>
            </w:rPr>
            <w:t>Стадия</w:t>
          </w:r>
        </w:p>
      </w:tc>
      <w:tc>
        <w:tcPr>
          <w:tcW w:w="838" w:type="dxa"/>
          <w:shd w:val="clear" w:color="auto" w:fill="auto"/>
          <w:vAlign w:val="center"/>
        </w:tcPr>
        <w:p w:rsidR="00B83C34" w:rsidRPr="001C4715" w:rsidRDefault="00B83C34" w:rsidP="00B61B12">
          <w:pPr>
            <w:pStyle w:val="ac"/>
          </w:pPr>
          <w:r>
            <w:t>Лист</w:t>
          </w:r>
        </w:p>
      </w:tc>
      <w:tc>
        <w:tcPr>
          <w:tcW w:w="1117" w:type="dxa"/>
          <w:shd w:val="clear" w:color="auto" w:fill="auto"/>
          <w:vAlign w:val="center"/>
        </w:tcPr>
        <w:p w:rsidR="00B83C34" w:rsidRPr="001C4715" w:rsidRDefault="00B83C34" w:rsidP="00B61B12">
          <w:pPr>
            <w:pStyle w:val="ac"/>
          </w:pPr>
          <w:r>
            <w:t>Листов</w:t>
          </w:r>
        </w:p>
      </w:tc>
    </w:tr>
    <w:tr w:rsidR="00B83C34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BE4C15" w:rsidRDefault="00B83C34" w:rsidP="00B61B1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E4C15" w:rsidRDefault="00B83C34" w:rsidP="00B61B12">
          <w:pPr>
            <w:pStyle w:val="ae"/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E4C15" w:rsidRDefault="00B83C34" w:rsidP="00B61B12">
          <w:pPr>
            <w:pStyle w:val="ae"/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E4C15" w:rsidRDefault="00B83C34" w:rsidP="00B61B12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B83C34" w:rsidRPr="00AC3FEE" w:rsidRDefault="00B83C34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vAlign w:val="center"/>
        </w:tcPr>
        <w:p w:rsidR="00B83C34" w:rsidRPr="003437CD" w:rsidRDefault="00B83C34" w:rsidP="00B61B12">
          <w:pPr>
            <w:pStyle w:val="ac"/>
          </w:pPr>
          <w:r w:rsidRPr="003437CD">
            <w:t>П</w:t>
          </w:r>
        </w:p>
      </w:tc>
      <w:tc>
        <w:tcPr>
          <w:tcW w:w="838" w:type="dxa"/>
          <w:shd w:val="clear" w:color="auto" w:fill="auto"/>
          <w:vAlign w:val="center"/>
        </w:tcPr>
        <w:p w:rsidR="00B83C34" w:rsidRPr="003437CD" w:rsidRDefault="00B83C34" w:rsidP="00B61B12">
          <w:pPr>
            <w:pStyle w:val="ac"/>
          </w:pPr>
        </w:p>
      </w:tc>
      <w:tc>
        <w:tcPr>
          <w:tcW w:w="1117" w:type="dxa"/>
          <w:shd w:val="clear" w:color="auto" w:fill="auto"/>
          <w:vAlign w:val="center"/>
        </w:tcPr>
        <w:p w:rsidR="00B83C34" w:rsidRPr="003437CD" w:rsidRDefault="00B83C34" w:rsidP="00B61B12">
          <w:pPr>
            <w:pStyle w:val="ac"/>
          </w:pPr>
          <w:r>
            <w:t>1</w:t>
          </w:r>
        </w:p>
      </w:tc>
    </w:tr>
    <w:tr w:rsidR="00B83C34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BE4C15" w:rsidRDefault="00B83C34" w:rsidP="00B61B1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E4C15" w:rsidRDefault="00B83C34" w:rsidP="00B61B12">
          <w:pPr>
            <w:pStyle w:val="ae"/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E4C15" w:rsidRDefault="00B83C34" w:rsidP="00B61B12">
          <w:pPr>
            <w:pStyle w:val="ae"/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E4C15" w:rsidRDefault="00B83C34" w:rsidP="00B61B12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B83C34" w:rsidRPr="00AC3FEE" w:rsidRDefault="00B83C34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 w:val="restart"/>
          <w:shd w:val="clear" w:color="auto" w:fill="auto"/>
          <w:vAlign w:val="center"/>
        </w:tcPr>
        <w:p w:rsidR="00B83C34" w:rsidRPr="006B6439" w:rsidRDefault="00B83C34" w:rsidP="00B61B12">
          <w:pPr>
            <w:pStyle w:val="ac"/>
          </w:pPr>
          <w:r w:rsidRPr="006B6439">
            <w:t>ООО "КАСКАД проект"</w:t>
          </w:r>
        </w:p>
        <w:p w:rsidR="00B83C34" w:rsidRPr="003437CD" w:rsidRDefault="00B83C34" w:rsidP="00B61B12">
          <w:pPr>
            <w:pStyle w:val="ac"/>
          </w:pPr>
          <w:r w:rsidRPr="006B6439">
            <w:t>г. Калуга</w:t>
          </w:r>
        </w:p>
      </w:tc>
    </w:tr>
    <w:tr w:rsidR="00B83C34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BE4C15" w:rsidRDefault="00B83C34" w:rsidP="00B61B1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E4C15" w:rsidRDefault="00B83C34" w:rsidP="00B61B12">
          <w:pPr>
            <w:pStyle w:val="ae"/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E4C15" w:rsidRDefault="00B83C34" w:rsidP="00B61B12">
          <w:pPr>
            <w:pStyle w:val="ae"/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E4C15" w:rsidRDefault="00B83C34" w:rsidP="00B61B12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B83C34" w:rsidRPr="00AC3FEE" w:rsidRDefault="00B83C34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B83C34" w:rsidRPr="00AC3FEE" w:rsidRDefault="00B83C34" w:rsidP="00B61B12">
          <w:pPr>
            <w:pStyle w:val="a5"/>
            <w:rPr>
              <w:rFonts w:ascii="Times New Roman" w:hAnsi="Times New Roman"/>
            </w:rPr>
          </w:pPr>
        </w:p>
      </w:tc>
    </w:tr>
    <w:tr w:rsidR="00B83C34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BE4C15" w:rsidRDefault="00B83C34" w:rsidP="00B61B12">
          <w:pPr>
            <w:pStyle w:val="ae"/>
          </w:pPr>
          <w:r w:rsidRPr="00BE4C15">
            <w:t>Н. контр.</w:t>
          </w:r>
        </w:p>
      </w:tc>
      <w:tc>
        <w:tcPr>
          <w:tcW w:w="1116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E4C15" w:rsidRDefault="00B83C34" w:rsidP="00B61B12">
          <w:pPr>
            <w:pStyle w:val="ae"/>
          </w:pPr>
          <w:r w:rsidRPr="00BE4C15">
            <w:t>Казаков</w:t>
          </w:r>
        </w:p>
      </w:tc>
      <w:tc>
        <w:tcPr>
          <w:tcW w:w="83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E4C15" w:rsidRDefault="00B83C34" w:rsidP="00B61B12">
          <w:pPr>
            <w:pStyle w:val="ae"/>
          </w:pPr>
        </w:p>
      </w:tc>
      <w:tc>
        <w:tcPr>
          <w:tcW w:w="55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61B12" w:rsidRDefault="00B83C34" w:rsidP="007E2252">
          <w:pPr>
            <w:pStyle w:val="ae"/>
            <w:rPr>
              <w:w w:val="90"/>
            </w:rPr>
          </w:pPr>
          <w:r>
            <w:rPr>
              <w:w w:val="90"/>
            </w:rPr>
            <w:t>11</w:t>
          </w:r>
          <w:r w:rsidR="00692275">
            <w:rPr>
              <w:w w:val="90"/>
            </w:rPr>
            <w:t>.</w:t>
          </w:r>
          <w:r>
            <w:rPr>
              <w:w w:val="90"/>
            </w:rPr>
            <w:t>16</w:t>
          </w:r>
        </w:p>
      </w:tc>
      <w:tc>
        <w:tcPr>
          <w:tcW w:w="3908" w:type="dxa"/>
          <w:vMerge/>
          <w:shd w:val="clear" w:color="auto" w:fill="auto"/>
        </w:tcPr>
        <w:p w:rsidR="00B83C34" w:rsidRPr="00AC3FEE" w:rsidRDefault="00B83C34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B83C34" w:rsidRPr="00AC3FEE" w:rsidRDefault="00B83C34" w:rsidP="00B61B12">
          <w:pPr>
            <w:pStyle w:val="a5"/>
            <w:rPr>
              <w:rFonts w:ascii="Times New Roman" w:hAnsi="Times New Roman"/>
            </w:rPr>
          </w:pPr>
        </w:p>
      </w:tc>
    </w:tr>
  </w:tbl>
  <w:p w:rsidR="00B83C34" w:rsidRDefault="00B83C3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C34" w:rsidRDefault="00B83C34" w:rsidP="00D3379C">
    <w:pPr>
      <w:pStyle w:val="a5"/>
      <w:tabs>
        <w:tab w:val="left" w:pos="2127"/>
      </w:tabs>
    </w:pPr>
  </w:p>
  <w:tbl>
    <w:tblPr>
      <w:tblpPr w:horzAnchor="margin" w:tblpX="58" w:tblpY="12277"/>
      <w:tblOverlap w:val="never"/>
      <w:tblW w:w="10331" w:type="dxa"/>
      <w:tblBorders>
        <w:top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59"/>
      <w:gridCol w:w="559"/>
      <w:gridCol w:w="558"/>
      <w:gridCol w:w="558"/>
      <w:gridCol w:w="838"/>
      <w:gridCol w:w="558"/>
      <w:gridCol w:w="3908"/>
      <w:gridCol w:w="838"/>
      <w:gridCol w:w="838"/>
      <w:gridCol w:w="1117"/>
    </w:tblGrid>
    <w:tr w:rsidR="00B83C34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1C4715" w:rsidRDefault="00B83C34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B83C34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1C4715" w:rsidRDefault="00B83C34" w:rsidP="00761864">
          <w:pPr>
            <w:pStyle w:val="a5"/>
            <w:tabs>
              <w:tab w:val="left" w:pos="621"/>
            </w:tabs>
            <w:rPr>
              <w:rFonts w:ascii="Times New Roman" w:hAnsi="Times New Roman"/>
              <w:szCs w:val="24"/>
            </w:rPr>
          </w:pPr>
        </w:p>
      </w:tc>
    </w:tr>
    <w:tr w:rsidR="00B83C34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1C4715" w:rsidRDefault="00B83C34" w:rsidP="00761864">
          <w:pPr>
            <w:pStyle w:val="0"/>
          </w:pPr>
        </w:p>
      </w:tc>
    </w:tr>
    <w:tr w:rsidR="00B83C34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single" w:sz="12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1C4715" w:rsidRDefault="00B83C34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B83C34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83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6701" w:type="dxa"/>
          <w:gridSpan w:val="4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:rsidR="00B83C34" w:rsidRPr="00DD07B7" w:rsidRDefault="00692275" w:rsidP="002E4524">
          <w:pPr>
            <w:pStyle w:val="14"/>
            <w:rPr>
              <w:b w:val="0"/>
            </w:rPr>
          </w:pPr>
          <w:sdt>
            <w:sdtPr>
              <w:rPr>
                <w:b w:val="0"/>
              </w:rPr>
              <w:alias w:val="Обозначение документа"/>
              <w:tag w:val="Обозначение документа"/>
              <w:id w:val="-1298215980"/>
              <w:lock w:val="sdtLocked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r w:rsidR="00B83C34">
                <w:rPr>
                  <w:b w:val="0"/>
                </w:rPr>
                <w:t>9-1/16-ППТ</w:t>
              </w:r>
              <w:proofErr w:type="gramStart"/>
            </w:sdtContent>
          </w:sdt>
          <w:r w:rsidR="00B83C34" w:rsidRPr="00DD07B7">
            <w:rPr>
              <w:b w:val="0"/>
            </w:rPr>
            <w:t>.</w:t>
          </w:r>
          <w:proofErr w:type="gramEnd"/>
          <w:r w:rsidR="00B83C34" w:rsidRPr="00DD07B7">
            <w:rPr>
              <w:b w:val="0"/>
            </w:rPr>
            <w:t>С</w:t>
          </w:r>
        </w:p>
      </w:tc>
    </w:tr>
    <w:tr w:rsidR="00B83C34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83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B83C34" w:rsidRPr="00AC3FEE" w:rsidRDefault="00B83C34" w:rsidP="00761864">
          <w:pPr>
            <w:pStyle w:val="ac"/>
          </w:pPr>
        </w:p>
      </w:tc>
      <w:tc>
        <w:tcPr>
          <w:tcW w:w="6701" w:type="dxa"/>
          <w:gridSpan w:val="4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</w:tr>
    <w:tr w:rsidR="00B83C34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Кол.уч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Лист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75"/>
            </w:rPr>
            <w:t>№ док</w:t>
          </w:r>
          <w:r w:rsidRPr="00364AA0">
            <w:rPr>
              <w:spacing w:val="3"/>
              <w:w w:val="75"/>
            </w:rPr>
            <w:t>.</w:t>
          </w:r>
        </w:p>
      </w:tc>
      <w:tc>
        <w:tcPr>
          <w:tcW w:w="83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Подпись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B83C34" w:rsidRPr="00364AA0" w:rsidRDefault="00B83C34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Дата</w:t>
          </w:r>
        </w:p>
      </w:tc>
      <w:tc>
        <w:tcPr>
          <w:tcW w:w="6701" w:type="dxa"/>
          <w:gridSpan w:val="4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</w:tr>
    <w:tr w:rsidR="00B83C34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bottom w:val="single" w:sz="6" w:space="0" w:color="auto"/>
          </w:tcBorders>
          <w:shd w:val="clear" w:color="auto" w:fill="auto"/>
          <w:noWrap/>
          <w:tcMar>
            <w:left w:w="57" w:type="dxa"/>
            <w:right w:w="57" w:type="dxa"/>
          </w:tcMar>
          <w:vAlign w:val="center"/>
        </w:tcPr>
        <w:p w:rsidR="00B83C34" w:rsidRPr="00BE4416" w:rsidRDefault="00B83C34" w:rsidP="00BE4C15">
          <w:pPr>
            <w:pStyle w:val="ae"/>
          </w:pPr>
          <w:r>
            <w:t>ГИП</w:t>
          </w:r>
        </w:p>
      </w:tc>
      <w:tc>
        <w:tcPr>
          <w:tcW w:w="1116" w:type="dxa"/>
          <w:gridSpan w:val="2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BE4C15">
          <w:pPr>
            <w:pStyle w:val="ae"/>
            <w:rPr>
              <w:rFonts w:ascii="Times New Roman" w:hAnsi="Times New Roman"/>
            </w:rPr>
          </w:pPr>
          <w:r w:rsidRPr="004911C7">
            <w:rPr>
              <w:w w:val="69"/>
            </w:rPr>
            <w:t>Соломатников</w:t>
          </w:r>
        </w:p>
      </w:tc>
      <w:tc>
        <w:tcPr>
          <w:tcW w:w="83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61B12" w:rsidRDefault="00B83C34" w:rsidP="00F0287B">
          <w:pPr>
            <w:pStyle w:val="ae"/>
            <w:rPr>
              <w:w w:val="90"/>
            </w:rPr>
          </w:pPr>
          <w:r>
            <w:rPr>
              <w:w w:val="90"/>
            </w:rPr>
            <w:t>11.16</w:t>
          </w:r>
        </w:p>
      </w:tc>
      <w:tc>
        <w:tcPr>
          <w:tcW w:w="3908" w:type="dxa"/>
          <w:vMerge w:val="restart"/>
          <w:shd w:val="clear" w:color="auto" w:fill="auto"/>
          <w:vAlign w:val="center"/>
        </w:tcPr>
        <w:p w:rsidR="00B83C34" w:rsidRPr="00692275" w:rsidRDefault="00692275" w:rsidP="00692275">
          <w:pPr>
            <w:pStyle w:val="af0"/>
            <w:rPr>
              <w:b w:val="0"/>
            </w:rPr>
          </w:pPr>
          <w:r w:rsidRPr="00692275">
            <w:rPr>
              <w:b w:val="0"/>
            </w:rPr>
            <w:t>Основная (утверждаемая) часть проекта планировки</w:t>
          </w:r>
        </w:p>
      </w:tc>
      <w:tc>
        <w:tcPr>
          <w:tcW w:w="838" w:type="dxa"/>
          <w:shd w:val="clear" w:color="auto" w:fill="auto"/>
          <w:vAlign w:val="center"/>
        </w:tcPr>
        <w:p w:rsidR="00B83C34" w:rsidRPr="00FE5E83" w:rsidRDefault="00B83C34" w:rsidP="00761864">
          <w:pPr>
            <w:pStyle w:val="ac"/>
            <w:rPr>
              <w:w w:val="90"/>
            </w:rPr>
          </w:pPr>
          <w:r w:rsidRPr="00FE5E83">
            <w:rPr>
              <w:w w:val="90"/>
            </w:rPr>
            <w:t>Стадия</w:t>
          </w:r>
        </w:p>
      </w:tc>
      <w:tc>
        <w:tcPr>
          <w:tcW w:w="838" w:type="dxa"/>
          <w:shd w:val="clear" w:color="auto" w:fill="auto"/>
          <w:vAlign w:val="center"/>
        </w:tcPr>
        <w:p w:rsidR="00B83C34" w:rsidRPr="001C4715" w:rsidRDefault="00B83C34" w:rsidP="00761864">
          <w:pPr>
            <w:pStyle w:val="ac"/>
          </w:pPr>
          <w:r>
            <w:t>Лист</w:t>
          </w:r>
        </w:p>
      </w:tc>
      <w:tc>
        <w:tcPr>
          <w:tcW w:w="1117" w:type="dxa"/>
          <w:shd w:val="clear" w:color="auto" w:fill="auto"/>
          <w:vAlign w:val="center"/>
        </w:tcPr>
        <w:p w:rsidR="00B83C34" w:rsidRPr="001C4715" w:rsidRDefault="00B83C34" w:rsidP="00761864">
          <w:pPr>
            <w:pStyle w:val="ac"/>
          </w:pPr>
          <w:r>
            <w:t>Листов</w:t>
          </w:r>
        </w:p>
      </w:tc>
    </w:tr>
    <w:tr w:rsidR="00B83C34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364AA0" w:rsidRDefault="00B83C34" w:rsidP="00BE4C15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BE4C15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vAlign w:val="center"/>
        </w:tcPr>
        <w:p w:rsidR="00B83C34" w:rsidRPr="003437CD" w:rsidRDefault="00B83C34" w:rsidP="00761864">
          <w:pPr>
            <w:pStyle w:val="ac"/>
          </w:pPr>
          <w:proofErr w:type="gramStart"/>
          <w:r w:rsidRPr="003437CD">
            <w:t>П</w:t>
          </w:r>
          <w:proofErr w:type="gramEnd"/>
        </w:p>
      </w:tc>
      <w:tc>
        <w:tcPr>
          <w:tcW w:w="838" w:type="dxa"/>
          <w:shd w:val="clear" w:color="auto" w:fill="auto"/>
          <w:vAlign w:val="center"/>
        </w:tcPr>
        <w:p w:rsidR="00B83C34" w:rsidRPr="003437CD" w:rsidRDefault="00B83C34" w:rsidP="00761864">
          <w:pPr>
            <w:pStyle w:val="ac"/>
          </w:pPr>
        </w:p>
      </w:tc>
      <w:tc>
        <w:tcPr>
          <w:tcW w:w="1117" w:type="dxa"/>
          <w:shd w:val="clear" w:color="auto" w:fill="auto"/>
          <w:vAlign w:val="center"/>
        </w:tcPr>
        <w:p w:rsidR="00B83C34" w:rsidRPr="003437CD" w:rsidRDefault="00B83C34" w:rsidP="00761864">
          <w:pPr>
            <w:pStyle w:val="ac"/>
          </w:pPr>
          <w:r>
            <w:t>1</w:t>
          </w:r>
        </w:p>
      </w:tc>
    </w:tr>
    <w:tr w:rsidR="00B83C34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364AA0" w:rsidRDefault="00B83C34" w:rsidP="00BE4C15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BE4C15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 w:val="restart"/>
          <w:shd w:val="clear" w:color="auto" w:fill="auto"/>
          <w:vAlign w:val="center"/>
        </w:tcPr>
        <w:p w:rsidR="00B83C34" w:rsidRPr="006B6439" w:rsidRDefault="00B83C34" w:rsidP="00761864">
          <w:pPr>
            <w:pStyle w:val="ac"/>
          </w:pPr>
          <w:r w:rsidRPr="006B6439">
            <w:t>ООО "КАСКАД проект"</w:t>
          </w:r>
        </w:p>
        <w:p w:rsidR="00B83C34" w:rsidRPr="003437CD" w:rsidRDefault="00B83C34" w:rsidP="00761864">
          <w:pPr>
            <w:pStyle w:val="ac"/>
          </w:pPr>
          <w:r w:rsidRPr="006B6439">
            <w:t>г. Калуга</w:t>
          </w:r>
        </w:p>
      </w:tc>
    </w:tr>
    <w:tr w:rsidR="00B83C34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364AA0" w:rsidRDefault="00B83C34" w:rsidP="00BE4C15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BE4C15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B83C34" w:rsidRPr="00AC3FEE" w:rsidRDefault="00B83C34" w:rsidP="00761864">
          <w:pPr>
            <w:pStyle w:val="a5"/>
            <w:rPr>
              <w:rFonts w:ascii="Times New Roman" w:hAnsi="Times New Roman"/>
            </w:rPr>
          </w:pPr>
        </w:p>
      </w:tc>
    </w:tr>
    <w:tr w:rsidR="00B83C34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B83C34" w:rsidRPr="00BE4C15" w:rsidRDefault="00B83C34" w:rsidP="00B61B12">
          <w:pPr>
            <w:pStyle w:val="ae"/>
          </w:pPr>
          <w:r w:rsidRPr="00BE4C15">
            <w:t>Н. контр.</w:t>
          </w:r>
        </w:p>
      </w:tc>
      <w:tc>
        <w:tcPr>
          <w:tcW w:w="1116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E4C15" w:rsidRDefault="00B83C34" w:rsidP="00B61B12">
          <w:pPr>
            <w:pStyle w:val="ae"/>
          </w:pPr>
          <w:r w:rsidRPr="00BE4C15">
            <w:t>Казаков</w:t>
          </w:r>
        </w:p>
      </w:tc>
      <w:tc>
        <w:tcPr>
          <w:tcW w:w="83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AC3FEE" w:rsidRDefault="00B83C34" w:rsidP="00B61B12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B83C34" w:rsidRPr="00B61B12" w:rsidRDefault="00B83C34" w:rsidP="00F0287B">
          <w:pPr>
            <w:pStyle w:val="ae"/>
            <w:rPr>
              <w:w w:val="90"/>
            </w:rPr>
          </w:pPr>
          <w:r>
            <w:rPr>
              <w:w w:val="90"/>
            </w:rPr>
            <w:t>11.16</w:t>
          </w:r>
        </w:p>
      </w:tc>
      <w:tc>
        <w:tcPr>
          <w:tcW w:w="3908" w:type="dxa"/>
          <w:vMerge/>
          <w:shd w:val="clear" w:color="auto" w:fill="auto"/>
        </w:tcPr>
        <w:p w:rsidR="00B83C34" w:rsidRPr="00AC3FEE" w:rsidRDefault="00B83C34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B83C34" w:rsidRPr="00AC3FEE" w:rsidRDefault="00B83C34" w:rsidP="00B61B12">
          <w:pPr>
            <w:pStyle w:val="a5"/>
            <w:rPr>
              <w:rFonts w:ascii="Times New Roman" w:hAnsi="Times New Roman"/>
            </w:rPr>
          </w:pPr>
        </w:p>
      </w:tc>
    </w:tr>
  </w:tbl>
  <w:p w:rsidR="00B83C34" w:rsidRDefault="00B83C3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horzAnchor="margin" w:tblpXSpec="right" w:tblpYSpec="bottom"/>
      <w:tblOverlap w:val="never"/>
      <w:tblW w:w="103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74"/>
      <w:gridCol w:w="574"/>
      <w:gridCol w:w="573"/>
      <w:gridCol w:w="573"/>
      <w:gridCol w:w="860"/>
      <w:gridCol w:w="573"/>
      <w:gridCol w:w="5731"/>
      <w:gridCol w:w="873"/>
    </w:tblGrid>
    <w:tr w:rsidR="00B83C34" w:rsidRPr="009E44D3" w:rsidTr="001C3679">
      <w:trPr>
        <w:cantSplit/>
        <w:trHeight w:hRule="exact" w:val="284"/>
      </w:trPr>
      <w:tc>
        <w:tcPr>
          <w:tcW w:w="10331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B83C34" w:rsidRPr="009E44D3" w:rsidRDefault="00B83C34" w:rsidP="001C3679">
          <w:pPr>
            <w:pStyle w:val="0"/>
          </w:pPr>
        </w:p>
      </w:tc>
    </w:tr>
    <w:tr w:rsidR="00B83C34" w:rsidRPr="009E44D3" w:rsidTr="001C3679">
      <w:trPr>
        <w:cantSplit/>
        <w:trHeight w:hRule="exact" w:val="284"/>
      </w:trPr>
      <w:tc>
        <w:tcPr>
          <w:tcW w:w="10331" w:type="dxa"/>
          <w:gridSpan w:val="8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</w:tcPr>
        <w:p w:rsidR="00B83C34" w:rsidRPr="009E44D3" w:rsidRDefault="00B83C34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B83C34" w:rsidRPr="009E44D3" w:rsidTr="002D6C01">
      <w:trPr>
        <w:cantSplit/>
        <w:trHeight w:hRule="exact" w:val="284"/>
      </w:trPr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c"/>
          </w:pP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c"/>
          </w:pPr>
        </w:p>
      </w:tc>
      <w:tc>
        <w:tcPr>
          <w:tcW w:w="8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c"/>
          </w:pPr>
        </w:p>
      </w:tc>
      <w:tc>
        <w:tcPr>
          <w:tcW w:w="5731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B83C34" w:rsidRPr="00DD07B7" w:rsidRDefault="00692275" w:rsidP="00692275">
          <w:pPr>
            <w:pStyle w:val="14"/>
            <w:rPr>
              <w:b w:val="0"/>
            </w:rPr>
          </w:pPr>
          <w:sdt>
            <w:sdtPr>
              <w:rPr>
                <w:b w:val="0"/>
              </w:rPr>
              <w:alias w:val="Обозначение документа"/>
              <w:tag w:val="Обозначение документа"/>
              <w:id w:val="-152685397"/>
              <w:lock w:val="sdtLocked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/>
            <w:sdtContent>
              <w:r>
                <w:rPr>
                  <w:b w:val="0"/>
                </w:rPr>
                <w:t>9-1/16</w:t>
              </w:r>
              <w:r w:rsidR="00B83C34">
                <w:rPr>
                  <w:b w:val="0"/>
                </w:rPr>
                <w:t>-ППТ</w:t>
              </w:r>
            </w:sdtContent>
          </w:sdt>
        </w:p>
      </w:tc>
      <w:tc>
        <w:tcPr>
          <w:tcW w:w="87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B83C34" w:rsidRPr="009E44D3" w:rsidRDefault="00B83C34" w:rsidP="001C3679">
          <w:pPr>
            <w:pStyle w:val="ac"/>
          </w:pPr>
          <w:r w:rsidRPr="009E44D3">
            <w:t>Лист</w:t>
          </w:r>
        </w:p>
      </w:tc>
    </w:tr>
    <w:tr w:rsidR="00B83C34" w:rsidRPr="009E44D3" w:rsidTr="002D6C01">
      <w:trPr>
        <w:cantSplit/>
        <w:trHeight w:hRule="exact" w:val="284"/>
      </w:trPr>
      <w:tc>
        <w:tcPr>
          <w:tcW w:w="57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c"/>
          </w:pPr>
        </w:p>
      </w:tc>
      <w:tc>
        <w:tcPr>
          <w:tcW w:w="57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c"/>
          </w:pPr>
        </w:p>
      </w:tc>
      <w:tc>
        <w:tcPr>
          <w:tcW w:w="8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c"/>
          </w:pPr>
        </w:p>
      </w:tc>
      <w:tc>
        <w:tcPr>
          <w:tcW w:w="5731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  <w:tc>
        <w:tcPr>
          <w:tcW w:w="873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shd w:val="clear" w:color="auto" w:fill="auto"/>
          <w:vAlign w:val="center"/>
        </w:tcPr>
        <w:p w:rsidR="00B83C34" w:rsidRPr="009413CB" w:rsidRDefault="00B83C34" w:rsidP="008161B1">
          <w:pPr>
            <w:pStyle w:val="ac"/>
          </w:pPr>
        </w:p>
      </w:tc>
    </w:tr>
    <w:tr w:rsidR="00B83C34" w:rsidRPr="009E44D3" w:rsidTr="001C3679">
      <w:trPr>
        <w:cantSplit/>
        <w:trHeight w:hRule="exact" w:val="284"/>
      </w:trPr>
      <w:tc>
        <w:tcPr>
          <w:tcW w:w="574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B83C34" w:rsidRPr="00AC3FEE" w:rsidRDefault="00B83C34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Изм.</w:t>
          </w: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tcFitText/>
          <w:vAlign w:val="center"/>
        </w:tcPr>
        <w:p w:rsidR="00B83C34" w:rsidRPr="00AC3FEE" w:rsidRDefault="00B83C34" w:rsidP="001C3679">
          <w:pPr>
            <w:pStyle w:val="ac"/>
            <w:rPr>
              <w:sz w:val="20"/>
              <w:szCs w:val="20"/>
            </w:rPr>
          </w:pPr>
          <w:r w:rsidRPr="003A3BD8">
            <w:rPr>
              <w:sz w:val="20"/>
              <w:szCs w:val="20"/>
            </w:rPr>
            <w:t>Кол.у</w:t>
          </w:r>
          <w:r w:rsidRPr="003A3BD8">
            <w:rPr>
              <w:spacing w:val="3"/>
              <w:sz w:val="20"/>
              <w:szCs w:val="20"/>
            </w:rPr>
            <w:t>ч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B83C34" w:rsidRPr="00AC3FEE" w:rsidRDefault="00B83C34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Лист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tcFitText/>
          <w:vAlign w:val="center"/>
        </w:tcPr>
        <w:p w:rsidR="00B83C34" w:rsidRPr="00AC3FEE" w:rsidRDefault="00B83C34" w:rsidP="001C3679">
          <w:pPr>
            <w:pStyle w:val="ac"/>
            <w:rPr>
              <w:sz w:val="20"/>
              <w:szCs w:val="20"/>
            </w:rPr>
          </w:pPr>
          <w:r w:rsidRPr="003A3BD8">
            <w:rPr>
              <w:w w:val="93"/>
              <w:sz w:val="20"/>
              <w:szCs w:val="20"/>
            </w:rPr>
            <w:t>№ док</w:t>
          </w:r>
          <w:r w:rsidRPr="003A3BD8">
            <w:rPr>
              <w:spacing w:val="1"/>
              <w:w w:val="93"/>
              <w:sz w:val="20"/>
              <w:szCs w:val="20"/>
            </w:rPr>
            <w:t>.</w:t>
          </w:r>
        </w:p>
      </w:tc>
      <w:tc>
        <w:tcPr>
          <w:tcW w:w="86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B83C34" w:rsidRPr="00AC3FEE" w:rsidRDefault="00B83C34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Подпись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B83C34" w:rsidRPr="00AC3FEE" w:rsidRDefault="00B83C34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Дата</w:t>
          </w:r>
        </w:p>
      </w:tc>
      <w:tc>
        <w:tcPr>
          <w:tcW w:w="5731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B83C34" w:rsidRPr="009E44D3" w:rsidRDefault="00B83C34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  <w:tc>
        <w:tcPr>
          <w:tcW w:w="873" w:type="dxa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shd w:val="clear" w:color="auto" w:fill="auto"/>
        </w:tcPr>
        <w:p w:rsidR="00B83C34" w:rsidRPr="009E44D3" w:rsidRDefault="00B83C34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</w:tr>
  </w:tbl>
  <w:p w:rsidR="00B83C34" w:rsidRDefault="00B83C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C34" w:rsidRDefault="00B83C34" w:rsidP="006B41AB">
      <w:r>
        <w:separator/>
      </w:r>
    </w:p>
  </w:footnote>
  <w:footnote w:type="continuationSeparator" w:id="0">
    <w:p w:rsidR="00B83C34" w:rsidRDefault="00B83C34" w:rsidP="006B41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C34" w:rsidRPr="005B347E" w:rsidRDefault="00B83C34" w:rsidP="005B347E">
    <w:pPr>
      <w:pStyle w:val="a3"/>
      <w:ind w:right="454"/>
      <w:rPr>
        <w:rFonts w:ascii="Times New Roman" w:hAnsi="Times New Roman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C34" w:rsidRPr="003C7BB0" w:rsidRDefault="00B83C34" w:rsidP="003C7BB0">
    <w:pPr>
      <w:pStyle w:val="a3"/>
      <w:ind w:right="454"/>
      <w:rPr>
        <w:rFonts w:ascii="Times New Roman" w:hAnsi="Times New Roman"/>
        <w:szCs w:val="24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C34" w:rsidRPr="005B347E" w:rsidRDefault="00B83C34" w:rsidP="00CA0BAA">
    <w:pPr>
      <w:pStyle w:val="a3"/>
      <w:ind w:right="253"/>
      <w:rPr>
        <w:rFonts w:ascii="Times New Roman" w:hAnsi="Times New Roman"/>
        <w:szCs w:val="24"/>
      </w:rPr>
    </w:pPr>
    <w:r w:rsidRPr="005C0A1A">
      <w:t>Стр</w:t>
    </w:r>
    <w:r>
      <w:t xml:space="preserve">. </w:t>
    </w:r>
    <w:r>
      <w:fldChar w:fldCharType="begin"/>
    </w:r>
    <w:r>
      <w:instrText xml:space="preserve"> </w:instrText>
    </w:r>
    <w:r>
      <w:rPr>
        <w:lang w:val="en-US"/>
      </w:rPr>
      <w:instrText>=(</w:instrTex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 w:rsidR="00692275">
      <w:rPr>
        <w:noProof/>
        <w:lang w:val="en-US"/>
      </w:rPr>
      <w:instrText>5</w:instrText>
    </w:r>
    <w:r>
      <w:rPr>
        <w:lang w:val="en-US"/>
      </w:rPr>
      <w:fldChar w:fldCharType="end"/>
    </w:r>
    <w:r>
      <w:rPr>
        <w:lang w:val="en-US"/>
      </w:rPr>
      <w:instrText>-1)</w:instrText>
    </w:r>
    <w:r>
      <w:instrText xml:space="preserve"> </w:instrText>
    </w:r>
    <w:r>
      <w:fldChar w:fldCharType="separate"/>
    </w:r>
    <w:r w:rsidR="00692275">
      <w:rPr>
        <w:noProof/>
      </w:rPr>
      <w:t>4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C34" w:rsidRPr="005C0A1A" w:rsidRDefault="00B83C34" w:rsidP="003618C0">
    <w:pPr>
      <w:pStyle w:val="a3"/>
      <w:ind w:right="227"/>
    </w:pPr>
    <w:r w:rsidRPr="005C0A1A">
      <w:t>Стр</w:t>
    </w:r>
    <w:r>
      <w:t xml:space="preserve">. </w:t>
    </w:r>
    <w:r>
      <w:fldChar w:fldCharType="begin"/>
    </w:r>
    <w:r>
      <w:instrText xml:space="preserve"> </w:instrText>
    </w:r>
    <w:r>
      <w:rPr>
        <w:lang w:val="en-US"/>
      </w:rPr>
      <w:instrText>=(</w:instrTex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 w:rsidR="00692275">
      <w:rPr>
        <w:noProof/>
        <w:lang w:val="en-US"/>
      </w:rPr>
      <w:instrText>4</w:instrText>
    </w:r>
    <w:r>
      <w:rPr>
        <w:lang w:val="en-US"/>
      </w:rPr>
      <w:fldChar w:fldCharType="end"/>
    </w:r>
    <w:r>
      <w:rPr>
        <w:lang w:val="en-US"/>
      </w:rPr>
      <w:instrText>-1)</w:instrText>
    </w:r>
    <w:r>
      <w:instrText xml:space="preserve"> </w:instrText>
    </w:r>
    <w:r>
      <w:fldChar w:fldCharType="separate"/>
    </w:r>
    <w:r w:rsidR="00692275">
      <w:rPr>
        <w:noProof/>
      </w:rPr>
      <w:t>3</w:t>
    </w:r>
    <w: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F19B8"/>
    <w:multiLevelType w:val="hybridMultilevel"/>
    <w:tmpl w:val="D9EE17AC"/>
    <w:lvl w:ilvl="0" w:tplc="C68446C0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">
    <w:nsid w:val="568B6A6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characterSpacingControl w:val="doNotCompress"/>
  <w:hdrShapeDefaults>
    <o:shapedefaults v:ext="edit" spidmax="12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DEE"/>
    <w:rsid w:val="000004DC"/>
    <w:rsid w:val="0000495C"/>
    <w:rsid w:val="0000746A"/>
    <w:rsid w:val="00010804"/>
    <w:rsid w:val="00012F99"/>
    <w:rsid w:val="00013D32"/>
    <w:rsid w:val="00022A2C"/>
    <w:rsid w:val="00022A5D"/>
    <w:rsid w:val="00024794"/>
    <w:rsid w:val="0003213D"/>
    <w:rsid w:val="00034BDD"/>
    <w:rsid w:val="000373F4"/>
    <w:rsid w:val="00040D9F"/>
    <w:rsid w:val="000577BE"/>
    <w:rsid w:val="000578DB"/>
    <w:rsid w:val="00061F2B"/>
    <w:rsid w:val="00063546"/>
    <w:rsid w:val="0006434A"/>
    <w:rsid w:val="00065032"/>
    <w:rsid w:val="00065A52"/>
    <w:rsid w:val="00073988"/>
    <w:rsid w:val="0007490C"/>
    <w:rsid w:val="00083AFB"/>
    <w:rsid w:val="000908C3"/>
    <w:rsid w:val="000A7043"/>
    <w:rsid w:val="000B10D6"/>
    <w:rsid w:val="000C5C32"/>
    <w:rsid w:val="000D1054"/>
    <w:rsid w:val="000E6DE9"/>
    <w:rsid w:val="000E7772"/>
    <w:rsid w:val="000F616C"/>
    <w:rsid w:val="001108AE"/>
    <w:rsid w:val="00116906"/>
    <w:rsid w:val="001374CD"/>
    <w:rsid w:val="0014175C"/>
    <w:rsid w:val="0014781F"/>
    <w:rsid w:val="00154708"/>
    <w:rsid w:val="00156FD0"/>
    <w:rsid w:val="00161073"/>
    <w:rsid w:val="00163767"/>
    <w:rsid w:val="0016523C"/>
    <w:rsid w:val="001701C8"/>
    <w:rsid w:val="0017149F"/>
    <w:rsid w:val="001764AD"/>
    <w:rsid w:val="0018271E"/>
    <w:rsid w:val="00185F23"/>
    <w:rsid w:val="001902D0"/>
    <w:rsid w:val="00195363"/>
    <w:rsid w:val="001B435D"/>
    <w:rsid w:val="001B67F6"/>
    <w:rsid w:val="001C3679"/>
    <w:rsid w:val="001C4619"/>
    <w:rsid w:val="001C4715"/>
    <w:rsid w:val="001D2D38"/>
    <w:rsid w:val="001D2D40"/>
    <w:rsid w:val="001E1DE1"/>
    <w:rsid w:val="001F014D"/>
    <w:rsid w:val="001F4502"/>
    <w:rsid w:val="00202187"/>
    <w:rsid w:val="002065EA"/>
    <w:rsid w:val="00211568"/>
    <w:rsid w:val="0021228B"/>
    <w:rsid w:val="00213614"/>
    <w:rsid w:val="002168AF"/>
    <w:rsid w:val="00222048"/>
    <w:rsid w:val="00225892"/>
    <w:rsid w:val="00225E84"/>
    <w:rsid w:val="0023613B"/>
    <w:rsid w:val="002374EF"/>
    <w:rsid w:val="00241549"/>
    <w:rsid w:val="00244600"/>
    <w:rsid w:val="00245F65"/>
    <w:rsid w:val="0026296D"/>
    <w:rsid w:val="00275872"/>
    <w:rsid w:val="00276702"/>
    <w:rsid w:val="00297E7D"/>
    <w:rsid w:val="002A308E"/>
    <w:rsid w:val="002A38BF"/>
    <w:rsid w:val="002C28D5"/>
    <w:rsid w:val="002D0A6E"/>
    <w:rsid w:val="002D2981"/>
    <w:rsid w:val="002D6C01"/>
    <w:rsid w:val="002E4524"/>
    <w:rsid w:val="002E5656"/>
    <w:rsid w:val="002E62FD"/>
    <w:rsid w:val="002E79DB"/>
    <w:rsid w:val="002E7CD0"/>
    <w:rsid w:val="002F1988"/>
    <w:rsid w:val="00303DD3"/>
    <w:rsid w:val="003057BE"/>
    <w:rsid w:val="003067B6"/>
    <w:rsid w:val="003313B2"/>
    <w:rsid w:val="00331EB8"/>
    <w:rsid w:val="0033475D"/>
    <w:rsid w:val="0034269E"/>
    <w:rsid w:val="003437CD"/>
    <w:rsid w:val="00345FAA"/>
    <w:rsid w:val="00350BA0"/>
    <w:rsid w:val="003525DE"/>
    <w:rsid w:val="003618C0"/>
    <w:rsid w:val="00363FE8"/>
    <w:rsid w:val="00364AA0"/>
    <w:rsid w:val="00373E09"/>
    <w:rsid w:val="003763D8"/>
    <w:rsid w:val="00377281"/>
    <w:rsid w:val="003817F7"/>
    <w:rsid w:val="0038653A"/>
    <w:rsid w:val="003A2C99"/>
    <w:rsid w:val="003A3BD8"/>
    <w:rsid w:val="003C7BB0"/>
    <w:rsid w:val="003D1234"/>
    <w:rsid w:val="003D149A"/>
    <w:rsid w:val="003E05B8"/>
    <w:rsid w:val="003E6A55"/>
    <w:rsid w:val="003F05BB"/>
    <w:rsid w:val="003F09AE"/>
    <w:rsid w:val="003F3FFD"/>
    <w:rsid w:val="00402F09"/>
    <w:rsid w:val="00413BB0"/>
    <w:rsid w:val="004279CB"/>
    <w:rsid w:val="00433255"/>
    <w:rsid w:val="00435590"/>
    <w:rsid w:val="004402AA"/>
    <w:rsid w:val="00444EB0"/>
    <w:rsid w:val="00462A48"/>
    <w:rsid w:val="00462A72"/>
    <w:rsid w:val="0046500C"/>
    <w:rsid w:val="00472EBD"/>
    <w:rsid w:val="00474DF1"/>
    <w:rsid w:val="0047677C"/>
    <w:rsid w:val="00486B53"/>
    <w:rsid w:val="00490549"/>
    <w:rsid w:val="004911C7"/>
    <w:rsid w:val="004A23FF"/>
    <w:rsid w:val="004D0BD7"/>
    <w:rsid w:val="004D0E4C"/>
    <w:rsid w:val="004E774E"/>
    <w:rsid w:val="004F3FD1"/>
    <w:rsid w:val="004F4EE3"/>
    <w:rsid w:val="00502870"/>
    <w:rsid w:val="00502E45"/>
    <w:rsid w:val="00503E8E"/>
    <w:rsid w:val="00505ACE"/>
    <w:rsid w:val="00510B19"/>
    <w:rsid w:val="00521832"/>
    <w:rsid w:val="005227E3"/>
    <w:rsid w:val="00522AB1"/>
    <w:rsid w:val="00526B91"/>
    <w:rsid w:val="00527566"/>
    <w:rsid w:val="00531FC1"/>
    <w:rsid w:val="00532469"/>
    <w:rsid w:val="00533AB8"/>
    <w:rsid w:val="005409B8"/>
    <w:rsid w:val="005414C8"/>
    <w:rsid w:val="00541814"/>
    <w:rsid w:val="0054321F"/>
    <w:rsid w:val="00556710"/>
    <w:rsid w:val="00572F5C"/>
    <w:rsid w:val="005750BF"/>
    <w:rsid w:val="005844EA"/>
    <w:rsid w:val="00594140"/>
    <w:rsid w:val="005A49ED"/>
    <w:rsid w:val="005A6D0C"/>
    <w:rsid w:val="005B1AB8"/>
    <w:rsid w:val="005B347E"/>
    <w:rsid w:val="005B3B56"/>
    <w:rsid w:val="005B496F"/>
    <w:rsid w:val="005C0A1A"/>
    <w:rsid w:val="005C23B7"/>
    <w:rsid w:val="005D0442"/>
    <w:rsid w:val="005E12A2"/>
    <w:rsid w:val="005E2CCF"/>
    <w:rsid w:val="005E5414"/>
    <w:rsid w:val="005E697C"/>
    <w:rsid w:val="005F3912"/>
    <w:rsid w:val="005F5599"/>
    <w:rsid w:val="005F7540"/>
    <w:rsid w:val="006050A3"/>
    <w:rsid w:val="0060769C"/>
    <w:rsid w:val="0061046F"/>
    <w:rsid w:val="0061530F"/>
    <w:rsid w:val="006275A4"/>
    <w:rsid w:val="00634C6E"/>
    <w:rsid w:val="006413E9"/>
    <w:rsid w:val="006613B4"/>
    <w:rsid w:val="006631E5"/>
    <w:rsid w:val="00672FA7"/>
    <w:rsid w:val="006779CF"/>
    <w:rsid w:val="00680EE0"/>
    <w:rsid w:val="006823B9"/>
    <w:rsid w:val="00682F0F"/>
    <w:rsid w:val="0069045D"/>
    <w:rsid w:val="00690D93"/>
    <w:rsid w:val="00692275"/>
    <w:rsid w:val="006936BC"/>
    <w:rsid w:val="0069542A"/>
    <w:rsid w:val="006B41AB"/>
    <w:rsid w:val="006B593A"/>
    <w:rsid w:val="006C23F0"/>
    <w:rsid w:val="006C5E2F"/>
    <w:rsid w:val="006D5230"/>
    <w:rsid w:val="006F60D6"/>
    <w:rsid w:val="00703CB7"/>
    <w:rsid w:val="0070561A"/>
    <w:rsid w:val="00721121"/>
    <w:rsid w:val="00725139"/>
    <w:rsid w:val="00731BD1"/>
    <w:rsid w:val="00732206"/>
    <w:rsid w:val="007322A2"/>
    <w:rsid w:val="00737009"/>
    <w:rsid w:val="00740C59"/>
    <w:rsid w:val="00742F67"/>
    <w:rsid w:val="007509A1"/>
    <w:rsid w:val="00760D25"/>
    <w:rsid w:val="00761864"/>
    <w:rsid w:val="00767DD3"/>
    <w:rsid w:val="00770F66"/>
    <w:rsid w:val="00771977"/>
    <w:rsid w:val="00783299"/>
    <w:rsid w:val="0078355D"/>
    <w:rsid w:val="007864D1"/>
    <w:rsid w:val="007872E7"/>
    <w:rsid w:val="00793828"/>
    <w:rsid w:val="007969AF"/>
    <w:rsid w:val="007B1B8F"/>
    <w:rsid w:val="007B3B19"/>
    <w:rsid w:val="007C0EEA"/>
    <w:rsid w:val="007C44CE"/>
    <w:rsid w:val="007C5D3A"/>
    <w:rsid w:val="007C5DDD"/>
    <w:rsid w:val="007D3AD0"/>
    <w:rsid w:val="007D3F50"/>
    <w:rsid w:val="007E178A"/>
    <w:rsid w:val="007E2252"/>
    <w:rsid w:val="007E23AC"/>
    <w:rsid w:val="007F099F"/>
    <w:rsid w:val="00806666"/>
    <w:rsid w:val="00807F15"/>
    <w:rsid w:val="00814176"/>
    <w:rsid w:val="008161B1"/>
    <w:rsid w:val="008222A9"/>
    <w:rsid w:val="00824502"/>
    <w:rsid w:val="008314E8"/>
    <w:rsid w:val="00832549"/>
    <w:rsid w:val="0083405C"/>
    <w:rsid w:val="00847CD2"/>
    <w:rsid w:val="00867AFE"/>
    <w:rsid w:val="00872F25"/>
    <w:rsid w:val="00873FC6"/>
    <w:rsid w:val="00881B2D"/>
    <w:rsid w:val="00885081"/>
    <w:rsid w:val="00885902"/>
    <w:rsid w:val="00885919"/>
    <w:rsid w:val="00890FC4"/>
    <w:rsid w:val="00895927"/>
    <w:rsid w:val="008B0395"/>
    <w:rsid w:val="008C1B10"/>
    <w:rsid w:val="008C471B"/>
    <w:rsid w:val="008C6040"/>
    <w:rsid w:val="008D113F"/>
    <w:rsid w:val="008D4706"/>
    <w:rsid w:val="008E1EA1"/>
    <w:rsid w:val="008E2BAF"/>
    <w:rsid w:val="008E68EA"/>
    <w:rsid w:val="008F05A6"/>
    <w:rsid w:val="008F3242"/>
    <w:rsid w:val="008F7C42"/>
    <w:rsid w:val="00901495"/>
    <w:rsid w:val="009061BC"/>
    <w:rsid w:val="00912FA2"/>
    <w:rsid w:val="00913BBE"/>
    <w:rsid w:val="009217AC"/>
    <w:rsid w:val="00933F27"/>
    <w:rsid w:val="00934330"/>
    <w:rsid w:val="009413CB"/>
    <w:rsid w:val="00943609"/>
    <w:rsid w:val="009577B4"/>
    <w:rsid w:val="00961E5D"/>
    <w:rsid w:val="00962BC3"/>
    <w:rsid w:val="0096438E"/>
    <w:rsid w:val="009650F3"/>
    <w:rsid w:val="009653CC"/>
    <w:rsid w:val="00970937"/>
    <w:rsid w:val="009756C9"/>
    <w:rsid w:val="009859D2"/>
    <w:rsid w:val="00995434"/>
    <w:rsid w:val="00996B83"/>
    <w:rsid w:val="009A191C"/>
    <w:rsid w:val="009B04AA"/>
    <w:rsid w:val="009B0734"/>
    <w:rsid w:val="009B3002"/>
    <w:rsid w:val="009B3C1C"/>
    <w:rsid w:val="009B4B92"/>
    <w:rsid w:val="009B6864"/>
    <w:rsid w:val="009B6FDC"/>
    <w:rsid w:val="009B780B"/>
    <w:rsid w:val="009D15D2"/>
    <w:rsid w:val="009D3A4F"/>
    <w:rsid w:val="009E44D3"/>
    <w:rsid w:val="009F484E"/>
    <w:rsid w:val="009F6C04"/>
    <w:rsid w:val="00A04767"/>
    <w:rsid w:val="00A077B8"/>
    <w:rsid w:val="00A124C3"/>
    <w:rsid w:val="00A14DE4"/>
    <w:rsid w:val="00A2204E"/>
    <w:rsid w:val="00A306FD"/>
    <w:rsid w:val="00A32743"/>
    <w:rsid w:val="00A338C6"/>
    <w:rsid w:val="00A3795C"/>
    <w:rsid w:val="00A421B2"/>
    <w:rsid w:val="00A44E61"/>
    <w:rsid w:val="00A46F2C"/>
    <w:rsid w:val="00A479CD"/>
    <w:rsid w:val="00A535E2"/>
    <w:rsid w:val="00A56E42"/>
    <w:rsid w:val="00A62026"/>
    <w:rsid w:val="00A65E7B"/>
    <w:rsid w:val="00A70DF1"/>
    <w:rsid w:val="00A74328"/>
    <w:rsid w:val="00A75715"/>
    <w:rsid w:val="00A76D5E"/>
    <w:rsid w:val="00A8017C"/>
    <w:rsid w:val="00A81EF0"/>
    <w:rsid w:val="00A87D03"/>
    <w:rsid w:val="00AA1FE4"/>
    <w:rsid w:val="00AB2C0B"/>
    <w:rsid w:val="00AC00EF"/>
    <w:rsid w:val="00AC3FEE"/>
    <w:rsid w:val="00AC511C"/>
    <w:rsid w:val="00AC76E0"/>
    <w:rsid w:val="00AD1125"/>
    <w:rsid w:val="00AD2C22"/>
    <w:rsid w:val="00AE5DD3"/>
    <w:rsid w:val="00AF1BD1"/>
    <w:rsid w:val="00AF2DD9"/>
    <w:rsid w:val="00AF498C"/>
    <w:rsid w:val="00AF4E85"/>
    <w:rsid w:val="00B0222A"/>
    <w:rsid w:val="00B06C36"/>
    <w:rsid w:val="00B07C6C"/>
    <w:rsid w:val="00B21766"/>
    <w:rsid w:val="00B22FB8"/>
    <w:rsid w:val="00B23A8C"/>
    <w:rsid w:val="00B260D2"/>
    <w:rsid w:val="00B2764D"/>
    <w:rsid w:val="00B27A4C"/>
    <w:rsid w:val="00B369B8"/>
    <w:rsid w:val="00B37C1A"/>
    <w:rsid w:val="00B408B8"/>
    <w:rsid w:val="00B40ED9"/>
    <w:rsid w:val="00B446B8"/>
    <w:rsid w:val="00B44DC7"/>
    <w:rsid w:val="00B5060B"/>
    <w:rsid w:val="00B50D78"/>
    <w:rsid w:val="00B517FE"/>
    <w:rsid w:val="00B51953"/>
    <w:rsid w:val="00B56985"/>
    <w:rsid w:val="00B61B12"/>
    <w:rsid w:val="00B6425E"/>
    <w:rsid w:val="00B67BED"/>
    <w:rsid w:val="00B70ED4"/>
    <w:rsid w:val="00B76846"/>
    <w:rsid w:val="00B7688C"/>
    <w:rsid w:val="00B77AA1"/>
    <w:rsid w:val="00B810E4"/>
    <w:rsid w:val="00B8226A"/>
    <w:rsid w:val="00B83C34"/>
    <w:rsid w:val="00BB580C"/>
    <w:rsid w:val="00BB5B10"/>
    <w:rsid w:val="00BC255B"/>
    <w:rsid w:val="00BC4B00"/>
    <w:rsid w:val="00BE2A6E"/>
    <w:rsid w:val="00BE4416"/>
    <w:rsid w:val="00BE4C15"/>
    <w:rsid w:val="00BF2F08"/>
    <w:rsid w:val="00BF7FE6"/>
    <w:rsid w:val="00C0665A"/>
    <w:rsid w:val="00C10FE9"/>
    <w:rsid w:val="00C1137D"/>
    <w:rsid w:val="00C11B44"/>
    <w:rsid w:val="00C14B7E"/>
    <w:rsid w:val="00C15A49"/>
    <w:rsid w:val="00C20730"/>
    <w:rsid w:val="00C2140A"/>
    <w:rsid w:val="00C239B4"/>
    <w:rsid w:val="00C24309"/>
    <w:rsid w:val="00C32886"/>
    <w:rsid w:val="00C33B04"/>
    <w:rsid w:val="00C4149D"/>
    <w:rsid w:val="00C46D74"/>
    <w:rsid w:val="00C47D00"/>
    <w:rsid w:val="00C52291"/>
    <w:rsid w:val="00C60FD6"/>
    <w:rsid w:val="00C63258"/>
    <w:rsid w:val="00C63407"/>
    <w:rsid w:val="00C72B53"/>
    <w:rsid w:val="00C86482"/>
    <w:rsid w:val="00C934A0"/>
    <w:rsid w:val="00C938F5"/>
    <w:rsid w:val="00CA0BAA"/>
    <w:rsid w:val="00CA2101"/>
    <w:rsid w:val="00CA765B"/>
    <w:rsid w:val="00CB7C26"/>
    <w:rsid w:val="00CD5E91"/>
    <w:rsid w:val="00CE387E"/>
    <w:rsid w:val="00CF0BF6"/>
    <w:rsid w:val="00CF1AF3"/>
    <w:rsid w:val="00CF237D"/>
    <w:rsid w:val="00D03E33"/>
    <w:rsid w:val="00D063C8"/>
    <w:rsid w:val="00D20461"/>
    <w:rsid w:val="00D27106"/>
    <w:rsid w:val="00D3379C"/>
    <w:rsid w:val="00D3635F"/>
    <w:rsid w:val="00D40C17"/>
    <w:rsid w:val="00D40E66"/>
    <w:rsid w:val="00D435E3"/>
    <w:rsid w:val="00D46CFB"/>
    <w:rsid w:val="00D52C49"/>
    <w:rsid w:val="00D5779D"/>
    <w:rsid w:val="00D616C7"/>
    <w:rsid w:val="00D80F65"/>
    <w:rsid w:val="00D813A7"/>
    <w:rsid w:val="00D85B79"/>
    <w:rsid w:val="00D91E29"/>
    <w:rsid w:val="00D97727"/>
    <w:rsid w:val="00DA5C03"/>
    <w:rsid w:val="00DB23E1"/>
    <w:rsid w:val="00DB60FC"/>
    <w:rsid w:val="00DC4B1B"/>
    <w:rsid w:val="00DC6E1D"/>
    <w:rsid w:val="00DD07B7"/>
    <w:rsid w:val="00DD1625"/>
    <w:rsid w:val="00DD4440"/>
    <w:rsid w:val="00DD62FA"/>
    <w:rsid w:val="00DD729B"/>
    <w:rsid w:val="00DF2590"/>
    <w:rsid w:val="00DF6EBD"/>
    <w:rsid w:val="00E005AE"/>
    <w:rsid w:val="00E0199E"/>
    <w:rsid w:val="00E06F89"/>
    <w:rsid w:val="00E16A66"/>
    <w:rsid w:val="00E20B8A"/>
    <w:rsid w:val="00E2203E"/>
    <w:rsid w:val="00E226A6"/>
    <w:rsid w:val="00E22AFF"/>
    <w:rsid w:val="00E25DFB"/>
    <w:rsid w:val="00E27BCE"/>
    <w:rsid w:val="00E35B40"/>
    <w:rsid w:val="00E36D44"/>
    <w:rsid w:val="00E37E10"/>
    <w:rsid w:val="00E41E25"/>
    <w:rsid w:val="00E4279A"/>
    <w:rsid w:val="00E4282A"/>
    <w:rsid w:val="00E47A85"/>
    <w:rsid w:val="00E5115F"/>
    <w:rsid w:val="00E51A4A"/>
    <w:rsid w:val="00E53B24"/>
    <w:rsid w:val="00E60370"/>
    <w:rsid w:val="00E723FC"/>
    <w:rsid w:val="00E74607"/>
    <w:rsid w:val="00E74F53"/>
    <w:rsid w:val="00E76BE1"/>
    <w:rsid w:val="00E81104"/>
    <w:rsid w:val="00E81F33"/>
    <w:rsid w:val="00E879BA"/>
    <w:rsid w:val="00E95A9D"/>
    <w:rsid w:val="00E97A1F"/>
    <w:rsid w:val="00EA587B"/>
    <w:rsid w:val="00EB18EB"/>
    <w:rsid w:val="00EB2AF0"/>
    <w:rsid w:val="00EB7DEE"/>
    <w:rsid w:val="00EC2557"/>
    <w:rsid w:val="00ED0EE6"/>
    <w:rsid w:val="00ED3994"/>
    <w:rsid w:val="00ED6973"/>
    <w:rsid w:val="00EE385C"/>
    <w:rsid w:val="00EF188B"/>
    <w:rsid w:val="00EF3435"/>
    <w:rsid w:val="00EF6AE3"/>
    <w:rsid w:val="00F0160A"/>
    <w:rsid w:val="00F0287B"/>
    <w:rsid w:val="00F030CA"/>
    <w:rsid w:val="00F17674"/>
    <w:rsid w:val="00F20810"/>
    <w:rsid w:val="00F25AA6"/>
    <w:rsid w:val="00F30061"/>
    <w:rsid w:val="00F32CFB"/>
    <w:rsid w:val="00F33936"/>
    <w:rsid w:val="00F362F7"/>
    <w:rsid w:val="00F37F41"/>
    <w:rsid w:val="00F45AAB"/>
    <w:rsid w:val="00F45BF5"/>
    <w:rsid w:val="00F52EC2"/>
    <w:rsid w:val="00F71FB7"/>
    <w:rsid w:val="00F80B87"/>
    <w:rsid w:val="00F827A9"/>
    <w:rsid w:val="00FA216F"/>
    <w:rsid w:val="00FA4C64"/>
    <w:rsid w:val="00FB495F"/>
    <w:rsid w:val="00FB7D11"/>
    <w:rsid w:val="00FC3DA1"/>
    <w:rsid w:val="00FD014B"/>
    <w:rsid w:val="00FE491D"/>
    <w:rsid w:val="00FE5E83"/>
    <w:rsid w:val="00FE7B2C"/>
    <w:rsid w:val="00FF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731BD1"/>
    <w:rPr>
      <w:rFonts w:ascii="ISOCPEUR" w:hAnsi="ISOCPEUR"/>
      <w:i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11C7"/>
    <w:pPr>
      <w:keepNext/>
      <w:keepLines/>
      <w:spacing w:before="200"/>
      <w:outlineLvl w:val="1"/>
    </w:pPr>
    <w:rPr>
      <w:rFonts w:eastAsiaTheme="majorEastAsia" w:cs="Arial"/>
      <w:b/>
      <w:bCs/>
      <w:i w:val="0"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unhideWhenUsed/>
    <w:rsid w:val="00731BD1"/>
    <w:pPr>
      <w:tabs>
        <w:tab w:val="center" w:pos="4677"/>
        <w:tab w:val="right" w:pos="9355"/>
      </w:tabs>
      <w:ind w:right="170"/>
      <w:jc w:val="right"/>
    </w:pPr>
    <w:rPr>
      <w:rFonts w:ascii="ISOCPEUR" w:hAnsi="ISOCPEUR" w:cs="Arial"/>
      <w:i/>
      <w:sz w:val="24"/>
    </w:rPr>
  </w:style>
  <w:style w:type="character" w:customStyle="1" w:styleId="a4">
    <w:name w:val="Верхний колонтитул Знак"/>
    <w:link w:val="a3"/>
    <w:uiPriority w:val="99"/>
    <w:rsid w:val="00731BD1"/>
    <w:rPr>
      <w:rFonts w:ascii="ISOCPEUR" w:hAnsi="ISOCPEUR" w:cs="Arial"/>
      <w:i/>
      <w:sz w:val="24"/>
    </w:rPr>
  </w:style>
  <w:style w:type="paragraph" w:styleId="a5">
    <w:name w:val="footer"/>
    <w:link w:val="a6"/>
    <w:uiPriority w:val="99"/>
    <w:unhideWhenUsed/>
    <w:rsid w:val="00731BD1"/>
    <w:pPr>
      <w:tabs>
        <w:tab w:val="center" w:pos="4677"/>
        <w:tab w:val="right" w:pos="9355"/>
      </w:tabs>
      <w:ind w:left="170" w:right="170"/>
    </w:pPr>
    <w:rPr>
      <w:rFonts w:ascii="ISOCPEUR" w:hAnsi="ISOCPEUR" w:cs="Arial"/>
      <w:i/>
      <w:sz w:val="24"/>
    </w:rPr>
  </w:style>
  <w:style w:type="character" w:customStyle="1" w:styleId="a6">
    <w:name w:val="Нижний колонтитул Знак"/>
    <w:link w:val="a5"/>
    <w:uiPriority w:val="99"/>
    <w:rsid w:val="00731BD1"/>
    <w:rPr>
      <w:rFonts w:ascii="ISOCPEUR" w:hAnsi="ISOCPEUR" w:cs="Arial"/>
      <w:i/>
      <w:sz w:val="24"/>
    </w:rPr>
  </w:style>
  <w:style w:type="paragraph" w:styleId="a7">
    <w:name w:val="Balloon Text"/>
    <w:aliases w:val=" Знак4"/>
    <w:basedOn w:val="a"/>
    <w:link w:val="a8"/>
    <w:semiHidden/>
    <w:unhideWhenUsed/>
    <w:rsid w:val="006B41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aliases w:val=" Знак4 Знак"/>
    <w:link w:val="a7"/>
    <w:semiHidden/>
    <w:rsid w:val="006B41AB"/>
    <w:rPr>
      <w:rFonts w:ascii="Tahoma" w:hAnsi="Tahoma" w:cs="Tahoma"/>
      <w:sz w:val="16"/>
      <w:szCs w:val="16"/>
      <w:lang w:eastAsia="en-US"/>
    </w:rPr>
  </w:style>
  <w:style w:type="table" w:styleId="a9">
    <w:name w:val="Table Grid"/>
    <w:basedOn w:val="a1"/>
    <w:uiPriority w:val="59"/>
    <w:rsid w:val="00C93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rsid w:val="003057BE"/>
    <w:pPr>
      <w:spacing w:before="100" w:beforeAutospacing="1" w:after="119"/>
    </w:pPr>
    <w:rPr>
      <w:rFonts w:eastAsia="Times New Roman" w:cs="Arial"/>
      <w:i w:val="0"/>
      <w:szCs w:val="24"/>
    </w:rPr>
  </w:style>
  <w:style w:type="paragraph" w:styleId="ab">
    <w:name w:val="caption"/>
    <w:basedOn w:val="a"/>
    <w:next w:val="a"/>
    <w:uiPriority w:val="35"/>
    <w:semiHidden/>
    <w:qFormat/>
    <w:rsid w:val="00C2140A"/>
    <w:rPr>
      <w:b/>
      <w:bCs/>
    </w:rPr>
  </w:style>
  <w:style w:type="paragraph" w:customStyle="1" w:styleId="El-1">
    <w:name w:val="El - заголовок_1"/>
    <w:basedOn w:val="a"/>
    <w:autoRedefine/>
    <w:semiHidden/>
    <w:qFormat/>
    <w:rsid w:val="00913BBE"/>
    <w:pPr>
      <w:spacing w:line="360" w:lineRule="auto"/>
      <w:ind w:left="170" w:right="170" w:firstLine="680"/>
      <w:jc w:val="center"/>
    </w:pPr>
    <w:rPr>
      <w:rFonts w:ascii="Times New Roman" w:hAnsi="Times New Roman"/>
      <w:b/>
    </w:rPr>
  </w:style>
  <w:style w:type="paragraph" w:customStyle="1" w:styleId="El-10">
    <w:name w:val="El - абзац_1"/>
    <w:basedOn w:val="El-1"/>
    <w:semiHidden/>
    <w:qFormat/>
    <w:rsid w:val="001F4502"/>
    <w:pPr>
      <w:spacing w:line="240" w:lineRule="auto"/>
      <w:jc w:val="left"/>
    </w:pPr>
    <w:rPr>
      <w:b w:val="0"/>
    </w:rPr>
  </w:style>
  <w:style w:type="paragraph" w:customStyle="1" w:styleId="ac">
    <w:name w:val="Таб.текст [ц/т]"/>
    <w:link w:val="ad"/>
    <w:qFormat/>
    <w:rsid w:val="00C46D74"/>
    <w:pPr>
      <w:jc w:val="center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ae">
    <w:name w:val="Таб.текст [л/т]"/>
    <w:link w:val="af"/>
    <w:qFormat/>
    <w:rsid w:val="00FE7B2C"/>
    <w:rPr>
      <w:rFonts w:ascii="ISOCPEUR" w:hAnsi="ISOCPEUR" w:cs="Arial"/>
      <w:i/>
      <w:sz w:val="24"/>
      <w:szCs w:val="24"/>
      <w:lang w:eastAsia="en-US"/>
    </w:rPr>
  </w:style>
  <w:style w:type="character" w:customStyle="1" w:styleId="ad">
    <w:name w:val="Таб.текст [ц/т] Знак"/>
    <w:link w:val="ac"/>
    <w:rsid w:val="00C46D74"/>
    <w:rPr>
      <w:rFonts w:ascii="ISOCPEUR" w:hAnsi="ISOCPEUR" w:cs="Arial"/>
      <w:i/>
      <w:sz w:val="24"/>
      <w:szCs w:val="24"/>
      <w:lang w:eastAsia="en-US"/>
    </w:rPr>
  </w:style>
  <w:style w:type="character" w:customStyle="1" w:styleId="af">
    <w:name w:val="Таб.текст [л/т] Знак"/>
    <w:link w:val="ae"/>
    <w:rsid w:val="00FE7B2C"/>
    <w:rPr>
      <w:rFonts w:ascii="ISOCPEUR" w:hAnsi="ISOCPEUR" w:cs="Arial"/>
      <w:i/>
      <w:sz w:val="24"/>
      <w:szCs w:val="24"/>
      <w:lang w:eastAsia="en-US"/>
    </w:rPr>
  </w:style>
  <w:style w:type="paragraph" w:customStyle="1" w:styleId="af0">
    <w:name w:val="Таб.текст [ц/ж]"/>
    <w:link w:val="af1"/>
    <w:qFormat/>
    <w:rsid w:val="00C46D74"/>
    <w:pPr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af2">
    <w:name w:val="Заголовок [ц/ж]"/>
    <w:next w:val="12"/>
    <w:qFormat/>
    <w:rsid w:val="008B0395"/>
    <w:pPr>
      <w:spacing w:after="120"/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character" w:customStyle="1" w:styleId="af1">
    <w:name w:val="Таб.текст [ц/ж] Знак"/>
    <w:link w:val="af0"/>
    <w:rsid w:val="00C46D74"/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0">
    <w:name w:val="Текст [л/т/0]"/>
    <w:qFormat/>
    <w:rsid w:val="009B0734"/>
    <w:pPr>
      <w:ind w:left="170" w:right="17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014">
    <w:name w:val="Таб.текст [ц/т/0/14]"/>
    <w:qFormat/>
    <w:rsid w:val="00731BD1"/>
    <w:pPr>
      <w:framePr w:wrap="around" w:hAnchor="margin" w:xAlign="center" w:yAlign="bottom"/>
      <w:suppressOverlap/>
      <w:jc w:val="center"/>
    </w:pPr>
    <w:rPr>
      <w:rFonts w:ascii="ISOCPEUR" w:hAnsi="ISOCPEUR" w:cs="Arial"/>
      <w:i/>
      <w:sz w:val="28"/>
      <w:szCs w:val="28"/>
    </w:rPr>
  </w:style>
  <w:style w:type="paragraph" w:customStyle="1" w:styleId="12">
    <w:name w:val="Текст [л/т/1.2]"/>
    <w:qFormat/>
    <w:rsid w:val="00FE7B2C"/>
    <w:pPr>
      <w:ind w:left="170" w:right="170" w:firstLine="68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14">
    <w:name w:val="Титул текст [ц/ж/14]"/>
    <w:qFormat/>
    <w:rsid w:val="00731BD1"/>
    <w:pPr>
      <w:jc w:val="center"/>
    </w:pPr>
    <w:rPr>
      <w:rFonts w:ascii="ISOCPEUR" w:hAnsi="ISOCPEUR" w:cs="Arial"/>
      <w:b/>
      <w:i/>
      <w:sz w:val="28"/>
      <w:szCs w:val="28"/>
    </w:rPr>
  </w:style>
  <w:style w:type="character" w:styleId="af3">
    <w:name w:val="annotation reference"/>
    <w:uiPriority w:val="99"/>
    <w:semiHidden/>
    <w:unhideWhenUsed/>
    <w:rsid w:val="00B6425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425E"/>
  </w:style>
  <w:style w:type="character" w:customStyle="1" w:styleId="af5">
    <w:name w:val="Текст примечания Знак"/>
    <w:basedOn w:val="a0"/>
    <w:link w:val="af4"/>
    <w:uiPriority w:val="99"/>
    <w:semiHidden/>
    <w:rsid w:val="00B6425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425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B6425E"/>
    <w:rPr>
      <w:b/>
      <w:bCs/>
    </w:rPr>
  </w:style>
  <w:style w:type="table" w:styleId="af8">
    <w:name w:val="Light List"/>
    <w:basedOn w:val="a1"/>
    <w:uiPriority w:val="61"/>
    <w:rsid w:val="00B6425E"/>
    <w:rPr>
      <w:rFonts w:eastAsia="Times New Roman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2-1">
    <w:name w:val="Medium List 2 Accent 1"/>
    <w:basedOn w:val="a1"/>
    <w:uiPriority w:val="66"/>
    <w:rsid w:val="00510B19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styleId="af9">
    <w:name w:val="Placeholder Text"/>
    <w:basedOn w:val="a0"/>
    <w:uiPriority w:val="99"/>
    <w:semiHidden/>
    <w:rsid w:val="00F30061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4911C7"/>
    <w:rPr>
      <w:rFonts w:ascii="ISOCPEUR" w:eastAsiaTheme="majorEastAsia" w:hAnsi="ISOCPEUR" w:cs="Arial"/>
      <w:b/>
      <w:bCs/>
      <w:i/>
      <w:color w:val="4F81BD" w:themeColor="accent1"/>
      <w:sz w:val="24"/>
      <w:szCs w:val="26"/>
    </w:rPr>
  </w:style>
  <w:style w:type="paragraph" w:customStyle="1" w:styleId="1212">
    <w:name w:val="Заг.пункт [л/ж/1.2/12пт]"/>
    <w:next w:val="12"/>
    <w:qFormat/>
    <w:rsid w:val="00363FE8"/>
    <w:pPr>
      <w:spacing w:before="240" w:after="240"/>
      <w:ind w:left="170" w:right="170" w:firstLine="680"/>
    </w:pPr>
    <w:rPr>
      <w:rFonts w:ascii="ISOCPEUR" w:hAnsi="ISOCPEUR" w:cs="Arial"/>
      <w:b/>
      <w:i/>
      <w:sz w:val="24"/>
      <w:szCs w:val="24"/>
      <w:lang w:eastAsia="en-US"/>
    </w:rPr>
  </w:style>
  <w:style w:type="paragraph" w:styleId="afa">
    <w:name w:val="List Paragraph"/>
    <w:basedOn w:val="a"/>
    <w:uiPriority w:val="34"/>
    <w:qFormat/>
    <w:rsid w:val="002E5656"/>
    <w:pPr>
      <w:ind w:left="720"/>
      <w:contextualSpacing/>
    </w:pPr>
  </w:style>
  <w:style w:type="character" w:customStyle="1" w:styleId="FontStyle92">
    <w:name w:val="Font Style92"/>
    <w:uiPriority w:val="99"/>
    <w:rsid w:val="00116906"/>
    <w:rPr>
      <w:rFonts w:ascii="Times New Roman" w:hAnsi="Times New Roman" w:cs="Times New Roman"/>
      <w:color w:val="000000"/>
      <w:spacing w:val="-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semiHidden/>
    <w:qFormat/>
    <w:rsid w:val="00731BD1"/>
    <w:rPr>
      <w:rFonts w:ascii="ISOCPEUR" w:hAnsi="ISOCPEUR"/>
      <w:i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11C7"/>
    <w:pPr>
      <w:keepNext/>
      <w:keepLines/>
      <w:spacing w:before="200"/>
      <w:outlineLvl w:val="1"/>
    </w:pPr>
    <w:rPr>
      <w:rFonts w:eastAsiaTheme="majorEastAsia" w:cs="Arial"/>
      <w:b/>
      <w:bCs/>
      <w:i w:val="0"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unhideWhenUsed/>
    <w:rsid w:val="00731BD1"/>
    <w:pPr>
      <w:tabs>
        <w:tab w:val="center" w:pos="4677"/>
        <w:tab w:val="right" w:pos="9355"/>
      </w:tabs>
      <w:ind w:right="170"/>
      <w:jc w:val="right"/>
    </w:pPr>
    <w:rPr>
      <w:rFonts w:ascii="ISOCPEUR" w:hAnsi="ISOCPEUR" w:cs="Arial"/>
      <w:i/>
      <w:sz w:val="24"/>
    </w:rPr>
  </w:style>
  <w:style w:type="character" w:customStyle="1" w:styleId="a4">
    <w:name w:val="Верхний колонтитул Знак"/>
    <w:link w:val="a3"/>
    <w:uiPriority w:val="99"/>
    <w:rsid w:val="00731BD1"/>
    <w:rPr>
      <w:rFonts w:ascii="ISOCPEUR" w:hAnsi="ISOCPEUR" w:cs="Arial"/>
      <w:i/>
      <w:sz w:val="24"/>
    </w:rPr>
  </w:style>
  <w:style w:type="paragraph" w:styleId="a5">
    <w:name w:val="footer"/>
    <w:link w:val="a6"/>
    <w:uiPriority w:val="99"/>
    <w:unhideWhenUsed/>
    <w:rsid w:val="00731BD1"/>
    <w:pPr>
      <w:tabs>
        <w:tab w:val="center" w:pos="4677"/>
        <w:tab w:val="right" w:pos="9355"/>
      </w:tabs>
      <w:ind w:left="170" w:right="170"/>
    </w:pPr>
    <w:rPr>
      <w:rFonts w:ascii="ISOCPEUR" w:hAnsi="ISOCPEUR" w:cs="Arial"/>
      <w:i/>
      <w:sz w:val="24"/>
    </w:rPr>
  </w:style>
  <w:style w:type="character" w:customStyle="1" w:styleId="a6">
    <w:name w:val="Нижний колонтитул Знак"/>
    <w:link w:val="a5"/>
    <w:uiPriority w:val="99"/>
    <w:rsid w:val="00731BD1"/>
    <w:rPr>
      <w:rFonts w:ascii="ISOCPEUR" w:hAnsi="ISOCPEUR" w:cs="Arial"/>
      <w:i/>
      <w:sz w:val="24"/>
    </w:rPr>
  </w:style>
  <w:style w:type="paragraph" w:styleId="a7">
    <w:name w:val="Balloon Text"/>
    <w:aliases w:val=" Знак4"/>
    <w:basedOn w:val="a"/>
    <w:link w:val="a8"/>
    <w:semiHidden/>
    <w:unhideWhenUsed/>
    <w:rsid w:val="006B41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aliases w:val=" Знак4 Знак"/>
    <w:link w:val="a7"/>
    <w:semiHidden/>
    <w:rsid w:val="006B41AB"/>
    <w:rPr>
      <w:rFonts w:ascii="Tahoma" w:hAnsi="Tahoma" w:cs="Tahoma"/>
      <w:sz w:val="16"/>
      <w:szCs w:val="16"/>
      <w:lang w:eastAsia="en-US"/>
    </w:rPr>
  </w:style>
  <w:style w:type="table" w:styleId="a9">
    <w:name w:val="Table Grid"/>
    <w:basedOn w:val="a1"/>
    <w:uiPriority w:val="59"/>
    <w:rsid w:val="00C934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rsid w:val="003057BE"/>
    <w:pPr>
      <w:spacing w:before="100" w:beforeAutospacing="1" w:after="119"/>
    </w:pPr>
    <w:rPr>
      <w:rFonts w:eastAsia="Times New Roman" w:cs="Arial"/>
      <w:i w:val="0"/>
      <w:szCs w:val="24"/>
    </w:rPr>
  </w:style>
  <w:style w:type="paragraph" w:styleId="ab">
    <w:name w:val="caption"/>
    <w:basedOn w:val="a"/>
    <w:next w:val="a"/>
    <w:uiPriority w:val="35"/>
    <w:semiHidden/>
    <w:qFormat/>
    <w:rsid w:val="00C2140A"/>
    <w:rPr>
      <w:b/>
      <w:bCs/>
    </w:rPr>
  </w:style>
  <w:style w:type="paragraph" w:customStyle="1" w:styleId="El-1">
    <w:name w:val="El - заголовок_1"/>
    <w:basedOn w:val="a"/>
    <w:autoRedefine/>
    <w:semiHidden/>
    <w:qFormat/>
    <w:rsid w:val="00913BBE"/>
    <w:pPr>
      <w:spacing w:line="360" w:lineRule="auto"/>
      <w:ind w:left="170" w:right="170" w:firstLine="680"/>
      <w:jc w:val="center"/>
    </w:pPr>
    <w:rPr>
      <w:rFonts w:ascii="Times New Roman" w:hAnsi="Times New Roman"/>
      <w:b/>
    </w:rPr>
  </w:style>
  <w:style w:type="paragraph" w:customStyle="1" w:styleId="El-10">
    <w:name w:val="El - абзац_1"/>
    <w:basedOn w:val="El-1"/>
    <w:semiHidden/>
    <w:qFormat/>
    <w:rsid w:val="001F4502"/>
    <w:pPr>
      <w:spacing w:line="240" w:lineRule="auto"/>
      <w:jc w:val="left"/>
    </w:pPr>
    <w:rPr>
      <w:b w:val="0"/>
    </w:rPr>
  </w:style>
  <w:style w:type="paragraph" w:customStyle="1" w:styleId="ac">
    <w:name w:val="Таб.текст [ц/т]"/>
    <w:link w:val="ad"/>
    <w:qFormat/>
    <w:rsid w:val="00C46D74"/>
    <w:pPr>
      <w:jc w:val="center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ae">
    <w:name w:val="Таб.текст [л/т]"/>
    <w:link w:val="af"/>
    <w:qFormat/>
    <w:rsid w:val="00FE7B2C"/>
    <w:rPr>
      <w:rFonts w:ascii="ISOCPEUR" w:hAnsi="ISOCPEUR" w:cs="Arial"/>
      <w:i/>
      <w:sz w:val="24"/>
      <w:szCs w:val="24"/>
      <w:lang w:eastAsia="en-US"/>
    </w:rPr>
  </w:style>
  <w:style w:type="character" w:customStyle="1" w:styleId="ad">
    <w:name w:val="Таб.текст [ц/т] Знак"/>
    <w:link w:val="ac"/>
    <w:rsid w:val="00C46D74"/>
    <w:rPr>
      <w:rFonts w:ascii="ISOCPEUR" w:hAnsi="ISOCPEUR" w:cs="Arial"/>
      <w:i/>
      <w:sz w:val="24"/>
      <w:szCs w:val="24"/>
      <w:lang w:eastAsia="en-US"/>
    </w:rPr>
  </w:style>
  <w:style w:type="character" w:customStyle="1" w:styleId="af">
    <w:name w:val="Таб.текст [л/т] Знак"/>
    <w:link w:val="ae"/>
    <w:rsid w:val="00FE7B2C"/>
    <w:rPr>
      <w:rFonts w:ascii="ISOCPEUR" w:hAnsi="ISOCPEUR" w:cs="Arial"/>
      <w:i/>
      <w:sz w:val="24"/>
      <w:szCs w:val="24"/>
      <w:lang w:eastAsia="en-US"/>
    </w:rPr>
  </w:style>
  <w:style w:type="paragraph" w:customStyle="1" w:styleId="af0">
    <w:name w:val="Таб.текст [ц/ж]"/>
    <w:link w:val="af1"/>
    <w:qFormat/>
    <w:rsid w:val="00C46D74"/>
    <w:pPr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af2">
    <w:name w:val="Заголовок [ц/ж]"/>
    <w:next w:val="12"/>
    <w:qFormat/>
    <w:rsid w:val="008B0395"/>
    <w:pPr>
      <w:spacing w:after="120"/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character" w:customStyle="1" w:styleId="af1">
    <w:name w:val="Таб.текст [ц/ж] Знак"/>
    <w:link w:val="af0"/>
    <w:rsid w:val="00C46D74"/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0">
    <w:name w:val="Текст [л/т/0]"/>
    <w:qFormat/>
    <w:rsid w:val="009B0734"/>
    <w:pPr>
      <w:ind w:left="170" w:right="17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014">
    <w:name w:val="Таб.текст [ц/т/0/14]"/>
    <w:qFormat/>
    <w:rsid w:val="00731BD1"/>
    <w:pPr>
      <w:framePr w:wrap="around" w:hAnchor="margin" w:xAlign="center" w:yAlign="bottom"/>
      <w:suppressOverlap/>
      <w:jc w:val="center"/>
    </w:pPr>
    <w:rPr>
      <w:rFonts w:ascii="ISOCPEUR" w:hAnsi="ISOCPEUR" w:cs="Arial"/>
      <w:i/>
      <w:sz w:val="28"/>
      <w:szCs w:val="28"/>
    </w:rPr>
  </w:style>
  <w:style w:type="paragraph" w:customStyle="1" w:styleId="12">
    <w:name w:val="Текст [л/т/1.2]"/>
    <w:qFormat/>
    <w:rsid w:val="00FE7B2C"/>
    <w:pPr>
      <w:ind w:left="170" w:right="170" w:firstLine="68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14">
    <w:name w:val="Титул текст [ц/ж/14]"/>
    <w:qFormat/>
    <w:rsid w:val="00731BD1"/>
    <w:pPr>
      <w:jc w:val="center"/>
    </w:pPr>
    <w:rPr>
      <w:rFonts w:ascii="ISOCPEUR" w:hAnsi="ISOCPEUR" w:cs="Arial"/>
      <w:b/>
      <w:i/>
      <w:sz w:val="28"/>
      <w:szCs w:val="28"/>
    </w:rPr>
  </w:style>
  <w:style w:type="character" w:styleId="af3">
    <w:name w:val="annotation reference"/>
    <w:uiPriority w:val="99"/>
    <w:semiHidden/>
    <w:unhideWhenUsed/>
    <w:rsid w:val="00B6425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425E"/>
  </w:style>
  <w:style w:type="character" w:customStyle="1" w:styleId="af5">
    <w:name w:val="Текст примечания Знак"/>
    <w:basedOn w:val="a0"/>
    <w:link w:val="af4"/>
    <w:uiPriority w:val="99"/>
    <w:semiHidden/>
    <w:rsid w:val="00B6425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425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B6425E"/>
    <w:rPr>
      <w:b/>
      <w:bCs/>
    </w:rPr>
  </w:style>
  <w:style w:type="table" w:styleId="af8">
    <w:name w:val="Light List"/>
    <w:basedOn w:val="a1"/>
    <w:uiPriority w:val="61"/>
    <w:rsid w:val="00B6425E"/>
    <w:rPr>
      <w:rFonts w:eastAsia="Times New Roman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2-1">
    <w:name w:val="Medium List 2 Accent 1"/>
    <w:basedOn w:val="a1"/>
    <w:uiPriority w:val="66"/>
    <w:rsid w:val="00510B19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styleId="af9">
    <w:name w:val="Placeholder Text"/>
    <w:basedOn w:val="a0"/>
    <w:uiPriority w:val="99"/>
    <w:semiHidden/>
    <w:rsid w:val="00F30061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4911C7"/>
    <w:rPr>
      <w:rFonts w:ascii="ISOCPEUR" w:eastAsiaTheme="majorEastAsia" w:hAnsi="ISOCPEUR" w:cs="Arial"/>
      <w:b/>
      <w:bCs/>
      <w:i/>
      <w:color w:val="4F81BD" w:themeColor="accent1"/>
      <w:sz w:val="24"/>
      <w:szCs w:val="26"/>
    </w:rPr>
  </w:style>
  <w:style w:type="paragraph" w:customStyle="1" w:styleId="1212">
    <w:name w:val="Заг.пункт [л/ж/1.2/12пт]"/>
    <w:next w:val="12"/>
    <w:qFormat/>
    <w:rsid w:val="00363FE8"/>
    <w:pPr>
      <w:spacing w:before="240" w:after="240"/>
      <w:ind w:left="170" w:right="170" w:firstLine="680"/>
    </w:pPr>
    <w:rPr>
      <w:rFonts w:ascii="ISOCPEUR" w:hAnsi="ISOCPEUR" w:cs="Arial"/>
      <w:b/>
      <w:i/>
      <w:sz w:val="24"/>
      <w:szCs w:val="24"/>
      <w:lang w:eastAsia="en-US"/>
    </w:rPr>
  </w:style>
  <w:style w:type="paragraph" w:styleId="afa">
    <w:name w:val="List Paragraph"/>
    <w:basedOn w:val="a"/>
    <w:uiPriority w:val="34"/>
    <w:qFormat/>
    <w:rsid w:val="002E5656"/>
    <w:pPr>
      <w:ind w:left="720"/>
      <w:contextualSpacing/>
    </w:pPr>
  </w:style>
  <w:style w:type="character" w:customStyle="1" w:styleId="FontStyle92">
    <w:name w:val="Font Style92"/>
    <w:uiPriority w:val="99"/>
    <w:rsid w:val="00116906"/>
    <w:rPr>
      <w:rFonts w:ascii="Times New Roman" w:hAnsi="Times New Roman" w:cs="Times New Roman"/>
      <w:color w:val="000000"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98706">
      <w:bodyDiv w:val="1"/>
      <w:marLeft w:val="0"/>
      <w:marRight w:val="0"/>
      <w:marTop w:val="0"/>
      <w:marBottom w:val="0"/>
      <w:divBdr>
        <w:top w:val="single" w:sz="8" w:space="0" w:color="000000"/>
        <w:left w:val="single" w:sz="8" w:space="1" w:color="000000"/>
        <w:bottom w:val="single" w:sz="8" w:space="0" w:color="000000"/>
        <w:right w:val="single" w:sz="8" w:space="1" w:color="000000"/>
      </w:divBdr>
    </w:div>
    <w:div w:id="159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erver\&#1051;&#1080;&#1095;&#1085;&#1099;&#1077;\1\&#1064;&#1072;&#1073;&#1083;&#1086;&#1085;&#1099;\Microsoft_Word_2010\Documentation\&#1064;-&#1058;-&#1057;-&#1055;&#1047;-00-07.10_v.1.0.0-(IS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C5C320146524641BA931025DEEA6B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363BFF-2951-4D65-B99E-094A92E5ACE6}"/>
      </w:docPartPr>
      <w:docPartBody>
        <w:p w:rsidR="00D92A50" w:rsidRDefault="00D92A50">
          <w:pPr>
            <w:pStyle w:val="DC5C320146524641BA931025DEEA6B5F"/>
          </w:pPr>
          <w:r w:rsidRPr="00511233">
            <w:rPr>
              <w:rStyle w:val="a3"/>
            </w:rPr>
            <w:t>[Организация]</w:t>
          </w:r>
        </w:p>
      </w:docPartBody>
    </w:docPart>
    <w:docPart>
      <w:docPartPr>
        <w:name w:val="39266667006645149346A3CE28FED1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637CDC-6EBE-43E6-B1C4-5C7C4BDF811C}"/>
      </w:docPartPr>
      <w:docPartBody>
        <w:p w:rsidR="00D92A50" w:rsidRDefault="00D92A50">
          <w:pPr>
            <w:pStyle w:val="39266667006645149346A3CE28FED188"/>
          </w:pPr>
          <w:r w:rsidRPr="00511233">
            <w:rPr>
              <w:rStyle w:val="a3"/>
            </w:rPr>
            <w:t>[</w:t>
          </w:r>
          <w:r w:rsidRPr="009756C9">
            <w:rPr>
              <w:color w:val="808080"/>
            </w:rPr>
            <w:t>Наименование объекта капитального строительства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C10DF69B1A694CF7AB26E89211B174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8E2DB9-4003-4A86-8770-DD208B99F331}"/>
      </w:docPartPr>
      <w:docPartBody>
        <w:p w:rsidR="00D92A50" w:rsidRDefault="00D92A50">
          <w:pPr>
            <w:pStyle w:val="C10DF69B1A694CF7AB26E89211B174FC"/>
          </w:pPr>
          <w:r w:rsidRPr="00511233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F579DBF55B473EAA1C30EE46EFB7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CCB0CB-BA9B-4CBE-B562-88FC422F0C01}"/>
      </w:docPartPr>
      <w:docPartBody>
        <w:p w:rsidR="00D92A50" w:rsidRDefault="00D92A50">
          <w:pPr>
            <w:pStyle w:val="91F579DBF55B473EAA1C30EE46EFB79A"/>
          </w:pPr>
          <w:r w:rsidRPr="00511233">
            <w:rPr>
              <w:rStyle w:val="a3"/>
            </w:rPr>
            <w:t>[</w:t>
          </w:r>
          <w:r w:rsidRPr="007B1B8F">
            <w:rPr>
              <w:rStyle w:val="a3"/>
            </w:rPr>
            <w:t>Номер тома, раздела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685CFE504FAD48B9BBCDF4A351F84C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D6C5C3-7F4C-4F33-82A6-0863A2C757EB}"/>
      </w:docPartPr>
      <w:docPartBody>
        <w:p w:rsidR="00D92A50" w:rsidRDefault="00D92A50">
          <w:pPr>
            <w:pStyle w:val="685CFE504FAD48B9BBCDF4A351F84C26"/>
          </w:pPr>
          <w:r w:rsidRPr="00511233">
            <w:rPr>
              <w:rStyle w:val="a3"/>
            </w:rPr>
            <w:t>[</w:t>
          </w:r>
          <w:r>
            <w:rPr>
              <w:rStyle w:val="a3"/>
            </w:rPr>
            <w:t>Наименование документации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2F9815AFE299480BB9818F5846EACE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EF0EC0-A926-4161-9251-A45FAA35B371}"/>
      </w:docPartPr>
      <w:docPartBody>
        <w:p w:rsidR="00D92A50" w:rsidRDefault="00D92A50">
          <w:pPr>
            <w:pStyle w:val="2F9815AFE299480BB9818F5846EACEC6"/>
          </w:pPr>
          <w:r w:rsidRPr="00511233">
            <w:rPr>
              <w:rStyle w:val="a3"/>
            </w:rPr>
            <w:t>[</w:t>
          </w:r>
          <w:r w:rsidRPr="009F484E">
            <w:rPr>
              <w:rStyle w:val="a3"/>
            </w:rPr>
            <w:t>Обозначение документа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4379C2964F174C56B32B97E5A4D3E7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1DCECA-4BA1-4B30-8469-E613155D5CCC}"/>
      </w:docPartPr>
      <w:docPartBody>
        <w:p w:rsidR="00D92A50" w:rsidRDefault="00D92A50">
          <w:pPr>
            <w:pStyle w:val="4379C2964F174C56B32B97E5A4D3E7A3"/>
          </w:pPr>
          <w:r w:rsidRPr="00511233">
            <w:rPr>
              <w:rStyle w:val="a3"/>
            </w:rPr>
            <w:t>[Организация]</w:t>
          </w:r>
        </w:p>
      </w:docPartBody>
    </w:docPart>
    <w:docPart>
      <w:docPartPr>
        <w:name w:val="4C2542B51AB04382AF2563D4AB1B16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069BEF-8910-4C54-84A6-1C4FC22E776E}"/>
      </w:docPartPr>
      <w:docPartBody>
        <w:p w:rsidR="00D92A50" w:rsidRDefault="00D92A50">
          <w:pPr>
            <w:pStyle w:val="4C2542B51AB04382AF2563D4AB1B1621"/>
          </w:pPr>
          <w:r w:rsidRPr="00511233">
            <w:rPr>
              <w:rStyle w:val="a3"/>
            </w:rPr>
            <w:t>[</w:t>
          </w:r>
          <w:r w:rsidRPr="009756C9">
            <w:rPr>
              <w:rFonts w:ascii="ISOCPEUR" w:hAnsi="ISOCPEUR" w:cs="Arial"/>
              <w:b/>
              <w:i/>
              <w:color w:val="808080"/>
              <w:sz w:val="28"/>
              <w:szCs w:val="28"/>
            </w:rPr>
            <w:t>Наименование объекта капитального строительства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682B46A20014405CBDFBAE7B98744D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9EE764-5E62-4354-9BC1-2D7EE9FF4604}"/>
      </w:docPartPr>
      <w:docPartBody>
        <w:p w:rsidR="00D92A50" w:rsidRDefault="00D92A50">
          <w:pPr>
            <w:pStyle w:val="682B46A20014405CBDFBAE7B98744DEF"/>
          </w:pPr>
          <w:r w:rsidRPr="0051123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6FBC63707E54D2AB39E05384B1C5A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5B23D3-E1A6-4E5F-8BCA-8FC04CB208A4}"/>
      </w:docPartPr>
      <w:docPartBody>
        <w:p w:rsidR="00D92A50" w:rsidRDefault="00D92A50">
          <w:pPr>
            <w:pStyle w:val="A6FBC63707E54D2AB39E05384B1C5AB9"/>
          </w:pPr>
          <w:r w:rsidRPr="00511233">
            <w:rPr>
              <w:rStyle w:val="a3"/>
            </w:rPr>
            <w:t>[</w:t>
          </w:r>
          <w:r w:rsidRPr="007B1B8F">
            <w:rPr>
              <w:rStyle w:val="a3"/>
            </w:rPr>
            <w:t>Номер тома, раздела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B49BEDE825C840C9B163D38B1ECF93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AED17D-7D8E-4514-BF06-F0A2C67106E8}"/>
      </w:docPartPr>
      <w:docPartBody>
        <w:p w:rsidR="00D92A50" w:rsidRDefault="00D92A50">
          <w:pPr>
            <w:pStyle w:val="B49BEDE825C840C9B163D38B1ECF9302"/>
          </w:pPr>
          <w:r w:rsidRPr="00511233">
            <w:rPr>
              <w:rStyle w:val="a3"/>
            </w:rPr>
            <w:t>[</w:t>
          </w:r>
          <w:r>
            <w:rPr>
              <w:rStyle w:val="a3"/>
            </w:rPr>
            <w:t>Наименование документации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3633AEB0D9054F588773442162A860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655C6D-06EA-4A30-86F0-EBD00B1A57DF}"/>
      </w:docPartPr>
      <w:docPartBody>
        <w:p w:rsidR="00D92A50" w:rsidRDefault="00D92A50">
          <w:pPr>
            <w:pStyle w:val="3633AEB0D9054F588773442162A860B7"/>
          </w:pPr>
          <w:r w:rsidRPr="00511233">
            <w:rPr>
              <w:rStyle w:val="a3"/>
            </w:rPr>
            <w:t>[</w:t>
          </w:r>
          <w:r w:rsidRPr="009F484E">
            <w:rPr>
              <w:rStyle w:val="a3"/>
            </w:rPr>
            <w:t>Обозначение документа</w:t>
          </w:r>
          <w:r w:rsidRPr="00511233">
            <w:rPr>
              <w:rStyle w:val="a3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50"/>
    <w:rsid w:val="00523B21"/>
    <w:rsid w:val="0097394C"/>
    <w:rsid w:val="00D9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2A50"/>
    <w:rPr>
      <w:color w:val="808080"/>
    </w:rPr>
  </w:style>
  <w:style w:type="paragraph" w:customStyle="1" w:styleId="DC5C320146524641BA931025DEEA6B5F">
    <w:name w:val="DC5C320146524641BA931025DEEA6B5F"/>
  </w:style>
  <w:style w:type="paragraph" w:customStyle="1" w:styleId="39266667006645149346A3CE28FED188">
    <w:name w:val="39266667006645149346A3CE28FED188"/>
  </w:style>
  <w:style w:type="paragraph" w:customStyle="1" w:styleId="C10DF69B1A694CF7AB26E89211B174FC">
    <w:name w:val="C10DF69B1A694CF7AB26E89211B174FC"/>
  </w:style>
  <w:style w:type="paragraph" w:customStyle="1" w:styleId="91F579DBF55B473EAA1C30EE46EFB79A">
    <w:name w:val="91F579DBF55B473EAA1C30EE46EFB79A"/>
  </w:style>
  <w:style w:type="paragraph" w:customStyle="1" w:styleId="685CFE504FAD48B9BBCDF4A351F84C26">
    <w:name w:val="685CFE504FAD48B9BBCDF4A351F84C26"/>
  </w:style>
  <w:style w:type="paragraph" w:customStyle="1" w:styleId="2F9815AFE299480BB9818F5846EACEC6">
    <w:name w:val="2F9815AFE299480BB9818F5846EACEC6"/>
  </w:style>
  <w:style w:type="paragraph" w:customStyle="1" w:styleId="4379C2964F174C56B32B97E5A4D3E7A3">
    <w:name w:val="4379C2964F174C56B32B97E5A4D3E7A3"/>
  </w:style>
  <w:style w:type="paragraph" w:customStyle="1" w:styleId="4C2542B51AB04382AF2563D4AB1B1621">
    <w:name w:val="4C2542B51AB04382AF2563D4AB1B1621"/>
  </w:style>
  <w:style w:type="paragraph" w:customStyle="1" w:styleId="682B46A20014405CBDFBAE7B98744DEF">
    <w:name w:val="682B46A20014405CBDFBAE7B98744DEF"/>
  </w:style>
  <w:style w:type="paragraph" w:customStyle="1" w:styleId="A6FBC63707E54D2AB39E05384B1C5AB9">
    <w:name w:val="A6FBC63707E54D2AB39E05384B1C5AB9"/>
  </w:style>
  <w:style w:type="paragraph" w:customStyle="1" w:styleId="B49BEDE825C840C9B163D38B1ECF9302">
    <w:name w:val="B49BEDE825C840C9B163D38B1ECF9302"/>
  </w:style>
  <w:style w:type="paragraph" w:customStyle="1" w:styleId="3633AEB0D9054F588773442162A860B7">
    <w:name w:val="3633AEB0D9054F588773442162A860B7"/>
  </w:style>
  <w:style w:type="paragraph" w:customStyle="1" w:styleId="475DF0CA1905448C8A386D53C4AA8872">
    <w:name w:val="475DF0CA1905448C8A386D53C4AA8872"/>
    <w:rsid w:val="00D92A5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2A50"/>
    <w:rPr>
      <w:color w:val="808080"/>
    </w:rPr>
  </w:style>
  <w:style w:type="paragraph" w:customStyle="1" w:styleId="DC5C320146524641BA931025DEEA6B5F">
    <w:name w:val="DC5C320146524641BA931025DEEA6B5F"/>
  </w:style>
  <w:style w:type="paragraph" w:customStyle="1" w:styleId="39266667006645149346A3CE28FED188">
    <w:name w:val="39266667006645149346A3CE28FED188"/>
  </w:style>
  <w:style w:type="paragraph" w:customStyle="1" w:styleId="C10DF69B1A694CF7AB26E89211B174FC">
    <w:name w:val="C10DF69B1A694CF7AB26E89211B174FC"/>
  </w:style>
  <w:style w:type="paragraph" w:customStyle="1" w:styleId="91F579DBF55B473EAA1C30EE46EFB79A">
    <w:name w:val="91F579DBF55B473EAA1C30EE46EFB79A"/>
  </w:style>
  <w:style w:type="paragraph" w:customStyle="1" w:styleId="685CFE504FAD48B9BBCDF4A351F84C26">
    <w:name w:val="685CFE504FAD48B9BBCDF4A351F84C26"/>
  </w:style>
  <w:style w:type="paragraph" w:customStyle="1" w:styleId="2F9815AFE299480BB9818F5846EACEC6">
    <w:name w:val="2F9815AFE299480BB9818F5846EACEC6"/>
  </w:style>
  <w:style w:type="paragraph" w:customStyle="1" w:styleId="4379C2964F174C56B32B97E5A4D3E7A3">
    <w:name w:val="4379C2964F174C56B32B97E5A4D3E7A3"/>
  </w:style>
  <w:style w:type="paragraph" w:customStyle="1" w:styleId="4C2542B51AB04382AF2563D4AB1B1621">
    <w:name w:val="4C2542B51AB04382AF2563D4AB1B1621"/>
  </w:style>
  <w:style w:type="paragraph" w:customStyle="1" w:styleId="682B46A20014405CBDFBAE7B98744DEF">
    <w:name w:val="682B46A20014405CBDFBAE7B98744DEF"/>
  </w:style>
  <w:style w:type="paragraph" w:customStyle="1" w:styleId="A6FBC63707E54D2AB39E05384B1C5AB9">
    <w:name w:val="A6FBC63707E54D2AB39E05384B1C5AB9"/>
  </w:style>
  <w:style w:type="paragraph" w:customStyle="1" w:styleId="B49BEDE825C840C9B163D38B1ECF9302">
    <w:name w:val="B49BEDE825C840C9B163D38B1ECF9302"/>
  </w:style>
  <w:style w:type="paragraph" w:customStyle="1" w:styleId="3633AEB0D9054F588773442162A860B7">
    <w:name w:val="3633AEB0D9054F588773442162A860B7"/>
  </w:style>
  <w:style w:type="paragraph" w:customStyle="1" w:styleId="475DF0CA1905448C8A386D53C4AA8872">
    <w:name w:val="475DF0CA1905448C8A386D53C4AA8872"/>
    <w:rsid w:val="00D92A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E2A4E-6911-42FA-AD76-D79E7C162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Ш-Т-С-ПЗ-00-07.10_v.1.0.0-(IS).dotx</Template>
  <TotalTime>338</TotalTime>
  <Pages>5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Изменения в Проект планировки территории жилой застройки в границах:
ул. Турецкая, ул. Российских газовиков, ул. Тюменская, территория частной застройки в городе Малоярославец, Калужской области, утвержденный Постановлением Администрации МО ГП «Город Мало</vt:lpstr>
    </vt:vector>
  </TitlesOfParts>
  <Company>Общество с ограниченной ответственностью «КАСКАД проект»
(ООО «КАСКАД проект»)
СРО – П – 049 – 4027090104 – 07082013 – 0099 – 4 от 07.08.2013г. </Company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Изменения в Проект планировки территории жилой застройки в границах:
ул. Турецкая, ул. Российских газовиков, ул. Тюменская, территория частной застройки в городе Малоярославец, Калужской области, утвержденный Постановлением Администрации МО ГП «Город Малоярославец»
№940 от 05.12.2014 года</dc:title>
  <dc:subject>Основная (утверждаемая) часть проекта планировки</dc:subject>
  <dc:creator>Larisa</dc:creator>
  <cp:keywords>9-1/16-ППТ</cp:keywords>
  <dc:description/>
  <cp:lastModifiedBy>user</cp:lastModifiedBy>
  <cp:revision>31</cp:revision>
  <cp:lastPrinted>2016-11-23T09:11:00Z</cp:lastPrinted>
  <dcterms:created xsi:type="dcterms:W3CDTF">2016-09-02T08:22:00Z</dcterms:created>
  <dcterms:modified xsi:type="dcterms:W3CDTF">2016-11-23T09:12:00Z</dcterms:modified>
  <cp:category>Том 1</cp:category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означение документа" linkTarget="_GoBack">
    <vt:lpwstr/>
  </property>
  <property fmtid="{D5CDD505-2E9C-101B-9397-08002B2CF9AE}" pid="3" name="Редактор">
    <vt:lpwstr>123</vt:lpwstr>
  </property>
</Properties>
</file>