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footer6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vertAnchor="page" w:horzAnchor="page" w:tblpX="1" w:tblpYSpec="top"/>
        <w:tblW w:w="268" w:type="dxa"/>
        <w:tblLook w:val="01E0"/>
      </w:tblPr>
      <w:tblGrid>
        <w:gridCol w:w="284"/>
      </w:tblGrid>
      <w:tr w:rsidR="00FB13A8" w:rsidRPr="00E906B6" w:rsidTr="001567F0">
        <w:trPr>
          <w:cantSplit/>
        </w:trPr>
        <w:tc>
          <w:tcPr>
            <w:tcW w:w="268" w:type="dxa"/>
            <w:noWrap/>
            <w:tcMar>
              <w:left w:w="0" w:type="dxa"/>
              <w:right w:w="0" w:type="dxa"/>
            </w:tcMar>
            <w:vAlign w:val="center"/>
          </w:tcPr>
          <w:p w:rsidR="00FB13A8" w:rsidRPr="00E906B6" w:rsidRDefault="00FB13A8" w:rsidP="00704DB0">
            <w:pPr>
              <w:tabs>
                <w:tab w:val="left" w:pos="3225"/>
              </w:tabs>
              <w:spacing w:line="276" w:lineRule="auto"/>
              <w:ind w:right="-170" w:firstLine="567"/>
              <w:jc w:val="both"/>
              <w:rPr>
                <w:rFonts w:ascii="Arial" w:hAnsi="Arial" w:cs="Arial"/>
                <w:highlight w:val="yellow"/>
              </w:rPr>
            </w:pPr>
          </w:p>
        </w:tc>
      </w:tr>
    </w:tbl>
    <w:p w:rsidR="001567F0" w:rsidRPr="00E906B6" w:rsidRDefault="001567F0" w:rsidP="00704DB0">
      <w:pPr>
        <w:spacing w:line="276" w:lineRule="auto"/>
        <w:ind w:right="-170" w:firstLine="567"/>
        <w:jc w:val="center"/>
        <w:rPr>
          <w:rFonts w:ascii="Arial" w:hAnsi="Arial" w:cs="Arial"/>
          <w:b/>
          <w:sz w:val="28"/>
        </w:rPr>
      </w:pPr>
      <w:r w:rsidRPr="00E906B6">
        <w:rPr>
          <w:rFonts w:ascii="Arial" w:hAnsi="Arial" w:cs="Arial"/>
          <w:b/>
          <w:sz w:val="28"/>
        </w:rPr>
        <w:t>2</w:t>
      </w:r>
      <w:r w:rsidRPr="00E906B6">
        <w:rPr>
          <w:rFonts w:ascii="Arial" w:hAnsi="Arial" w:cs="Arial"/>
          <w:sz w:val="28"/>
        </w:rPr>
        <w:t xml:space="preserve">. </w:t>
      </w:r>
      <w:r w:rsidRPr="00E906B6">
        <w:rPr>
          <w:rFonts w:ascii="Arial" w:hAnsi="Arial" w:cs="Arial"/>
          <w:b/>
          <w:sz w:val="28"/>
        </w:rPr>
        <w:t>Содержание</w:t>
      </w:r>
    </w:p>
    <w:p w:rsidR="001567F0" w:rsidRPr="00E906B6" w:rsidRDefault="001567F0" w:rsidP="00704DB0">
      <w:pPr>
        <w:spacing w:line="276" w:lineRule="auto"/>
        <w:ind w:right="-170" w:firstLine="567"/>
        <w:jc w:val="center"/>
        <w:rPr>
          <w:rFonts w:ascii="Arial" w:hAnsi="Arial" w:cs="Arial"/>
          <w:b/>
          <w:sz w:val="28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14"/>
        <w:gridCol w:w="6424"/>
        <w:gridCol w:w="1288"/>
        <w:gridCol w:w="1226"/>
      </w:tblGrid>
      <w:tr w:rsidR="001567F0" w:rsidRPr="00E906B6" w:rsidTr="00342BEB">
        <w:trPr>
          <w:trHeight w:val="491"/>
        </w:trPr>
        <w:tc>
          <w:tcPr>
            <w:tcW w:w="64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67F0" w:rsidRPr="00E906B6" w:rsidRDefault="001567F0" w:rsidP="00704DB0">
            <w:pPr>
              <w:pStyle w:val="8"/>
              <w:spacing w:before="0" w:after="0" w:line="276" w:lineRule="auto"/>
              <w:ind w:right="-170"/>
              <w:rPr>
                <w:rFonts w:ascii="Arial" w:hAnsi="Arial" w:cs="Arial"/>
                <w:b/>
                <w:i w:val="0"/>
              </w:rPr>
            </w:pPr>
            <w:r w:rsidRPr="00E906B6">
              <w:rPr>
                <w:rFonts w:ascii="Arial" w:hAnsi="Arial" w:cs="Arial"/>
                <w:b/>
                <w:i w:val="0"/>
              </w:rPr>
              <w:t xml:space="preserve">Стадия: ПП </w:t>
            </w:r>
          </w:p>
        </w:tc>
        <w:tc>
          <w:tcPr>
            <w:tcW w:w="31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67F0" w:rsidRPr="00E906B6" w:rsidRDefault="001567F0" w:rsidP="00704DB0">
            <w:pPr>
              <w:spacing w:line="276" w:lineRule="auto"/>
              <w:ind w:right="-170" w:firstLine="567"/>
              <w:jc w:val="center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226" w:type="pct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1567F0" w:rsidRPr="00E906B6" w:rsidRDefault="007112DA" w:rsidP="00704DB0">
            <w:pPr>
              <w:spacing w:line="276" w:lineRule="auto"/>
              <w:ind w:right="-170" w:firstLine="56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2020-</w:t>
            </w:r>
            <w:r w:rsidR="00FE5C34" w:rsidRPr="00E906B6">
              <w:rPr>
                <w:rFonts w:ascii="Arial" w:hAnsi="Arial" w:cs="Arial"/>
                <w:b/>
              </w:rPr>
              <w:t>7</w:t>
            </w:r>
            <w:r>
              <w:rPr>
                <w:rFonts w:ascii="Arial" w:hAnsi="Arial" w:cs="Arial"/>
                <w:b/>
              </w:rPr>
              <w:t>8</w:t>
            </w:r>
            <w:r w:rsidR="00FE5C34" w:rsidRPr="00E906B6">
              <w:rPr>
                <w:rFonts w:ascii="Arial" w:hAnsi="Arial" w:cs="Arial"/>
                <w:b/>
              </w:rPr>
              <w:t>-ППТ</w:t>
            </w:r>
          </w:p>
        </w:tc>
      </w:tr>
      <w:tr w:rsidR="001567F0" w:rsidRPr="00E906B6" w:rsidTr="00342BEB">
        <w:trPr>
          <w:trHeight w:val="455"/>
        </w:trPr>
        <w:tc>
          <w:tcPr>
            <w:tcW w:w="64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67F0" w:rsidRPr="00E906B6" w:rsidRDefault="001567F0" w:rsidP="00704DB0">
            <w:pPr>
              <w:spacing w:line="276" w:lineRule="auto"/>
              <w:ind w:right="-170"/>
              <w:jc w:val="center"/>
              <w:rPr>
                <w:rFonts w:ascii="Arial" w:hAnsi="Arial" w:cs="Arial"/>
                <w:b/>
              </w:rPr>
            </w:pPr>
            <w:r w:rsidRPr="00E906B6">
              <w:rPr>
                <w:rFonts w:ascii="Arial" w:hAnsi="Arial" w:cs="Arial"/>
                <w:b/>
              </w:rPr>
              <w:t>№№</w:t>
            </w:r>
          </w:p>
          <w:p w:rsidR="001567F0" w:rsidRPr="00E906B6" w:rsidRDefault="001567F0" w:rsidP="00704DB0">
            <w:pPr>
              <w:spacing w:line="276" w:lineRule="auto"/>
              <w:ind w:right="-170"/>
              <w:jc w:val="center"/>
              <w:rPr>
                <w:rFonts w:ascii="Arial" w:hAnsi="Arial" w:cs="Arial"/>
                <w:b/>
              </w:rPr>
            </w:pPr>
            <w:proofErr w:type="spellStart"/>
            <w:r w:rsidRPr="00E906B6">
              <w:rPr>
                <w:rFonts w:ascii="Arial" w:hAnsi="Arial" w:cs="Arial"/>
                <w:b/>
              </w:rPr>
              <w:t>п</w:t>
            </w:r>
            <w:proofErr w:type="spellEnd"/>
            <w:r w:rsidRPr="00E906B6">
              <w:rPr>
                <w:rFonts w:ascii="Arial" w:hAnsi="Arial" w:cs="Arial"/>
                <w:b/>
              </w:rPr>
              <w:t>/</w:t>
            </w:r>
            <w:proofErr w:type="spellStart"/>
            <w:r w:rsidRPr="00E906B6">
              <w:rPr>
                <w:rFonts w:ascii="Arial" w:hAnsi="Arial" w:cs="Arial"/>
                <w:b/>
              </w:rPr>
              <w:t>п</w:t>
            </w:r>
            <w:proofErr w:type="spellEnd"/>
          </w:p>
        </w:tc>
        <w:tc>
          <w:tcPr>
            <w:tcW w:w="31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67F0" w:rsidRPr="00E906B6" w:rsidRDefault="001567F0" w:rsidP="00704DB0">
            <w:pPr>
              <w:pStyle w:val="4"/>
              <w:spacing w:line="276" w:lineRule="auto"/>
              <w:ind w:left="-147" w:right="-170" w:firstLine="567"/>
              <w:jc w:val="center"/>
              <w:rPr>
                <w:rFonts w:ascii="Arial" w:hAnsi="Arial" w:cs="Arial"/>
                <w:b w:val="0"/>
                <w:sz w:val="24"/>
                <w:szCs w:val="24"/>
              </w:rPr>
            </w:pPr>
            <w:r w:rsidRPr="00E906B6">
              <w:rPr>
                <w:rFonts w:ascii="Arial" w:hAnsi="Arial" w:cs="Arial"/>
                <w:b w:val="0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6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67F0" w:rsidRPr="00E906B6" w:rsidRDefault="001567F0" w:rsidP="00704DB0">
            <w:pPr>
              <w:spacing w:line="276" w:lineRule="auto"/>
              <w:ind w:right="-170" w:hanging="83"/>
              <w:rPr>
                <w:rFonts w:ascii="Arial" w:hAnsi="Arial" w:cs="Arial"/>
                <w:b/>
              </w:rPr>
            </w:pPr>
            <w:r w:rsidRPr="00E906B6">
              <w:rPr>
                <w:rFonts w:ascii="Arial" w:hAnsi="Arial" w:cs="Arial"/>
                <w:b/>
              </w:rPr>
              <w:t>Страница</w:t>
            </w:r>
          </w:p>
        </w:tc>
        <w:tc>
          <w:tcPr>
            <w:tcW w:w="5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567F0" w:rsidRPr="00E906B6" w:rsidRDefault="001567F0" w:rsidP="00704DB0">
            <w:pPr>
              <w:spacing w:line="276" w:lineRule="auto"/>
              <w:ind w:right="-170" w:hanging="95"/>
              <w:rPr>
                <w:rFonts w:ascii="Arial" w:hAnsi="Arial" w:cs="Arial"/>
                <w:b/>
              </w:rPr>
            </w:pPr>
            <w:r w:rsidRPr="00E906B6">
              <w:rPr>
                <w:rFonts w:ascii="Arial" w:hAnsi="Arial" w:cs="Arial"/>
                <w:b/>
              </w:rPr>
              <w:t>Закладка</w:t>
            </w:r>
          </w:p>
        </w:tc>
      </w:tr>
      <w:tr w:rsidR="001567F0" w:rsidRPr="00E906B6" w:rsidTr="00342BEB">
        <w:trPr>
          <w:trHeight w:val="242"/>
        </w:trPr>
        <w:tc>
          <w:tcPr>
            <w:tcW w:w="64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567F0" w:rsidRPr="00E906B6" w:rsidRDefault="001567F0" w:rsidP="00704DB0">
            <w:pPr>
              <w:spacing w:line="276" w:lineRule="auto"/>
              <w:ind w:right="-170" w:firstLine="567"/>
              <w:jc w:val="center"/>
              <w:rPr>
                <w:rFonts w:ascii="Arial" w:hAnsi="Arial" w:cs="Arial"/>
                <w:b/>
              </w:rPr>
            </w:pPr>
            <w:r w:rsidRPr="00E906B6"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31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567F0" w:rsidRPr="00E906B6" w:rsidRDefault="001567F0" w:rsidP="00704DB0">
            <w:pPr>
              <w:spacing w:line="276" w:lineRule="auto"/>
              <w:ind w:right="-170" w:firstLine="567"/>
              <w:jc w:val="center"/>
              <w:rPr>
                <w:rFonts w:ascii="Arial" w:hAnsi="Arial" w:cs="Arial"/>
                <w:b/>
              </w:rPr>
            </w:pPr>
            <w:r w:rsidRPr="00E906B6">
              <w:rPr>
                <w:rFonts w:ascii="Arial" w:hAnsi="Arial" w:cs="Arial"/>
                <w:b/>
              </w:rPr>
              <w:t>2</w:t>
            </w:r>
          </w:p>
        </w:tc>
        <w:tc>
          <w:tcPr>
            <w:tcW w:w="6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1567F0" w:rsidRPr="00E906B6" w:rsidRDefault="001567F0" w:rsidP="00704DB0">
            <w:pPr>
              <w:spacing w:line="276" w:lineRule="auto"/>
              <w:ind w:right="-170" w:firstLine="567"/>
              <w:rPr>
                <w:rFonts w:ascii="Arial" w:hAnsi="Arial" w:cs="Arial"/>
                <w:b/>
              </w:rPr>
            </w:pPr>
            <w:r w:rsidRPr="00E906B6">
              <w:rPr>
                <w:rFonts w:ascii="Arial" w:hAnsi="Arial" w:cs="Arial"/>
                <w:b/>
              </w:rPr>
              <w:t>3</w:t>
            </w:r>
          </w:p>
        </w:tc>
        <w:tc>
          <w:tcPr>
            <w:tcW w:w="5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1567F0" w:rsidRPr="00E906B6" w:rsidRDefault="001567F0" w:rsidP="00704DB0">
            <w:pPr>
              <w:spacing w:line="276" w:lineRule="auto"/>
              <w:ind w:right="-170" w:firstLine="567"/>
              <w:rPr>
                <w:rFonts w:ascii="Arial" w:hAnsi="Arial" w:cs="Arial"/>
                <w:b/>
              </w:rPr>
            </w:pPr>
            <w:r w:rsidRPr="00E906B6">
              <w:rPr>
                <w:rFonts w:ascii="Arial" w:hAnsi="Arial" w:cs="Arial"/>
                <w:b/>
              </w:rPr>
              <w:t>4</w:t>
            </w:r>
          </w:p>
        </w:tc>
      </w:tr>
      <w:tr w:rsidR="001567F0" w:rsidRPr="00E906B6" w:rsidTr="00342BEB">
        <w:trPr>
          <w:trHeight w:val="239"/>
        </w:trPr>
        <w:tc>
          <w:tcPr>
            <w:tcW w:w="641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567F0" w:rsidRPr="00E906B6" w:rsidRDefault="001567F0" w:rsidP="00704DB0">
            <w:pPr>
              <w:spacing w:line="276" w:lineRule="auto"/>
              <w:ind w:right="-170" w:firstLine="567"/>
              <w:jc w:val="center"/>
              <w:rPr>
                <w:rFonts w:ascii="Arial" w:hAnsi="Arial" w:cs="Arial"/>
              </w:rPr>
            </w:pPr>
            <w:r w:rsidRPr="00E906B6">
              <w:rPr>
                <w:rFonts w:ascii="Arial" w:hAnsi="Arial" w:cs="Arial"/>
              </w:rPr>
              <w:t>1</w:t>
            </w:r>
          </w:p>
        </w:tc>
        <w:tc>
          <w:tcPr>
            <w:tcW w:w="3132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67F0" w:rsidRPr="00E906B6" w:rsidRDefault="001567F0" w:rsidP="00704DB0">
            <w:pPr>
              <w:pStyle w:val="BodyText22"/>
              <w:spacing w:line="276" w:lineRule="auto"/>
              <w:ind w:right="-170" w:firstLine="567"/>
              <w:rPr>
                <w:rFonts w:ascii="Arial" w:hAnsi="Arial" w:cs="Arial"/>
                <w:szCs w:val="24"/>
              </w:rPr>
            </w:pPr>
            <w:r w:rsidRPr="00E906B6">
              <w:rPr>
                <w:rFonts w:ascii="Arial" w:hAnsi="Arial" w:cs="Arial"/>
                <w:szCs w:val="24"/>
              </w:rPr>
              <w:t>Титульный лист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67F0" w:rsidRPr="00E906B6" w:rsidRDefault="001567F0" w:rsidP="00704DB0">
            <w:pPr>
              <w:spacing w:line="276" w:lineRule="auto"/>
              <w:ind w:right="-170" w:firstLine="567"/>
              <w:rPr>
                <w:rFonts w:ascii="Arial" w:hAnsi="Arial" w:cs="Arial"/>
              </w:rPr>
            </w:pPr>
            <w:r w:rsidRPr="00E906B6">
              <w:rPr>
                <w:rFonts w:ascii="Arial" w:hAnsi="Arial" w:cs="Arial"/>
              </w:rPr>
              <w:t>1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67F0" w:rsidRPr="00E906B6" w:rsidRDefault="001567F0" w:rsidP="00704DB0">
            <w:pPr>
              <w:spacing w:line="276" w:lineRule="auto"/>
              <w:ind w:right="-170" w:firstLine="567"/>
              <w:rPr>
                <w:rFonts w:ascii="Arial" w:hAnsi="Arial" w:cs="Arial"/>
              </w:rPr>
            </w:pPr>
          </w:p>
        </w:tc>
      </w:tr>
      <w:tr w:rsidR="001567F0" w:rsidRPr="00E906B6" w:rsidTr="00342BEB">
        <w:trPr>
          <w:trHeight w:val="239"/>
        </w:trPr>
        <w:tc>
          <w:tcPr>
            <w:tcW w:w="641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567F0" w:rsidRPr="00E906B6" w:rsidRDefault="001567F0" w:rsidP="00704DB0">
            <w:pPr>
              <w:spacing w:line="276" w:lineRule="auto"/>
              <w:ind w:right="-170" w:firstLine="567"/>
              <w:jc w:val="center"/>
              <w:rPr>
                <w:rFonts w:ascii="Arial" w:hAnsi="Arial" w:cs="Arial"/>
              </w:rPr>
            </w:pPr>
            <w:r w:rsidRPr="00E906B6">
              <w:rPr>
                <w:rFonts w:ascii="Arial" w:hAnsi="Arial" w:cs="Arial"/>
              </w:rPr>
              <w:t>2</w:t>
            </w:r>
          </w:p>
        </w:tc>
        <w:tc>
          <w:tcPr>
            <w:tcW w:w="3132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67F0" w:rsidRPr="00E906B6" w:rsidRDefault="001567F0" w:rsidP="00704DB0">
            <w:pPr>
              <w:pStyle w:val="BodyText22"/>
              <w:spacing w:line="276" w:lineRule="auto"/>
              <w:ind w:right="-170" w:firstLine="567"/>
              <w:rPr>
                <w:rFonts w:ascii="Arial" w:hAnsi="Arial" w:cs="Arial"/>
                <w:szCs w:val="24"/>
              </w:rPr>
            </w:pPr>
            <w:r w:rsidRPr="00E906B6">
              <w:rPr>
                <w:rFonts w:ascii="Arial" w:hAnsi="Arial" w:cs="Arial"/>
                <w:szCs w:val="24"/>
              </w:rPr>
              <w:t>Содержание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67F0" w:rsidRPr="00E906B6" w:rsidRDefault="001567F0" w:rsidP="00704DB0">
            <w:pPr>
              <w:spacing w:line="276" w:lineRule="auto"/>
              <w:ind w:right="-170" w:firstLine="567"/>
              <w:rPr>
                <w:rFonts w:ascii="Arial" w:hAnsi="Arial" w:cs="Arial"/>
              </w:rPr>
            </w:pPr>
            <w:r w:rsidRPr="00E906B6">
              <w:rPr>
                <w:rFonts w:ascii="Arial" w:hAnsi="Arial" w:cs="Arial"/>
              </w:rPr>
              <w:t>2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67F0" w:rsidRPr="00E906B6" w:rsidRDefault="001567F0" w:rsidP="00704DB0">
            <w:pPr>
              <w:spacing w:line="276" w:lineRule="auto"/>
              <w:ind w:right="-170" w:firstLine="567"/>
              <w:rPr>
                <w:rFonts w:ascii="Arial" w:hAnsi="Arial" w:cs="Arial"/>
              </w:rPr>
            </w:pPr>
          </w:p>
        </w:tc>
      </w:tr>
      <w:tr w:rsidR="001567F0" w:rsidRPr="00E906B6" w:rsidTr="00342BEB">
        <w:trPr>
          <w:trHeight w:val="239"/>
        </w:trPr>
        <w:tc>
          <w:tcPr>
            <w:tcW w:w="641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567F0" w:rsidRPr="00E906B6" w:rsidRDefault="001567F0" w:rsidP="00704DB0">
            <w:pPr>
              <w:spacing w:line="276" w:lineRule="auto"/>
              <w:ind w:right="-170" w:firstLine="567"/>
              <w:jc w:val="center"/>
              <w:rPr>
                <w:rFonts w:ascii="Arial" w:hAnsi="Arial" w:cs="Arial"/>
              </w:rPr>
            </w:pPr>
            <w:r w:rsidRPr="00E906B6">
              <w:rPr>
                <w:rFonts w:ascii="Arial" w:hAnsi="Arial" w:cs="Arial"/>
              </w:rPr>
              <w:t>3</w:t>
            </w:r>
          </w:p>
        </w:tc>
        <w:tc>
          <w:tcPr>
            <w:tcW w:w="3132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67F0" w:rsidRPr="00E906B6" w:rsidRDefault="001567F0" w:rsidP="00704DB0">
            <w:pPr>
              <w:spacing w:line="276" w:lineRule="auto"/>
              <w:ind w:right="-170" w:firstLine="567"/>
              <w:rPr>
                <w:rFonts w:ascii="Arial" w:hAnsi="Arial" w:cs="Arial"/>
              </w:rPr>
            </w:pPr>
            <w:r w:rsidRPr="00E906B6">
              <w:rPr>
                <w:rFonts w:ascii="Arial" w:hAnsi="Arial" w:cs="Arial"/>
              </w:rPr>
              <w:t>Состав проекта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67F0" w:rsidRPr="00E906B6" w:rsidRDefault="001567F0" w:rsidP="00704DB0">
            <w:pPr>
              <w:spacing w:line="276" w:lineRule="auto"/>
              <w:ind w:right="-170" w:firstLine="567"/>
              <w:rPr>
                <w:rFonts w:ascii="Arial" w:hAnsi="Arial" w:cs="Arial"/>
              </w:rPr>
            </w:pPr>
            <w:r w:rsidRPr="00E906B6">
              <w:rPr>
                <w:rFonts w:ascii="Arial" w:hAnsi="Arial" w:cs="Arial"/>
              </w:rPr>
              <w:t>3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67F0" w:rsidRPr="00E906B6" w:rsidRDefault="001567F0" w:rsidP="00704DB0">
            <w:pPr>
              <w:spacing w:line="276" w:lineRule="auto"/>
              <w:ind w:right="-170" w:firstLine="567"/>
              <w:rPr>
                <w:rFonts w:ascii="Arial" w:hAnsi="Arial" w:cs="Arial"/>
              </w:rPr>
            </w:pPr>
          </w:p>
        </w:tc>
      </w:tr>
      <w:tr w:rsidR="001567F0" w:rsidRPr="00E906B6" w:rsidTr="00342BEB">
        <w:trPr>
          <w:trHeight w:val="259"/>
        </w:trPr>
        <w:tc>
          <w:tcPr>
            <w:tcW w:w="64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67F0" w:rsidRPr="00E906B6" w:rsidRDefault="001567F0" w:rsidP="00704DB0">
            <w:pPr>
              <w:spacing w:line="276" w:lineRule="auto"/>
              <w:ind w:right="-170" w:firstLine="567"/>
              <w:jc w:val="center"/>
              <w:rPr>
                <w:rFonts w:ascii="Arial" w:hAnsi="Arial" w:cs="Arial"/>
              </w:rPr>
            </w:pPr>
          </w:p>
        </w:tc>
        <w:tc>
          <w:tcPr>
            <w:tcW w:w="31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67F0" w:rsidRPr="00E906B6" w:rsidRDefault="001567F0" w:rsidP="00704DB0">
            <w:pPr>
              <w:spacing w:line="276" w:lineRule="auto"/>
              <w:ind w:right="-170" w:firstLine="567"/>
              <w:rPr>
                <w:rFonts w:ascii="Arial" w:hAnsi="Arial" w:cs="Arial"/>
                <w:b/>
              </w:rPr>
            </w:pPr>
            <w:r w:rsidRPr="00E906B6">
              <w:rPr>
                <w:rFonts w:ascii="Arial" w:hAnsi="Arial" w:cs="Arial"/>
                <w:b/>
              </w:rPr>
              <w:t>Пояснительная записка</w:t>
            </w:r>
          </w:p>
        </w:tc>
        <w:tc>
          <w:tcPr>
            <w:tcW w:w="6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67F0" w:rsidRPr="00E906B6" w:rsidRDefault="001567F0" w:rsidP="00704DB0">
            <w:pPr>
              <w:spacing w:line="276" w:lineRule="auto"/>
              <w:ind w:right="-170" w:firstLine="567"/>
              <w:rPr>
                <w:rFonts w:ascii="Arial" w:hAnsi="Arial" w:cs="Arial"/>
              </w:rPr>
            </w:pPr>
          </w:p>
        </w:tc>
        <w:tc>
          <w:tcPr>
            <w:tcW w:w="5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567F0" w:rsidRPr="00E906B6" w:rsidRDefault="001567F0" w:rsidP="00704DB0">
            <w:pPr>
              <w:spacing w:line="276" w:lineRule="auto"/>
              <w:ind w:right="-170" w:firstLine="567"/>
              <w:rPr>
                <w:rFonts w:ascii="Arial" w:hAnsi="Arial" w:cs="Arial"/>
              </w:rPr>
            </w:pPr>
          </w:p>
        </w:tc>
      </w:tr>
      <w:tr w:rsidR="001567F0" w:rsidRPr="00E906B6" w:rsidTr="00342BEB">
        <w:trPr>
          <w:trHeight w:val="239"/>
        </w:trPr>
        <w:tc>
          <w:tcPr>
            <w:tcW w:w="641" w:type="pct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567F0" w:rsidRPr="00E906B6" w:rsidRDefault="001567F0" w:rsidP="00704DB0">
            <w:pPr>
              <w:spacing w:line="276" w:lineRule="auto"/>
              <w:ind w:right="-170" w:firstLine="567"/>
              <w:jc w:val="center"/>
              <w:rPr>
                <w:rFonts w:ascii="Arial" w:hAnsi="Arial" w:cs="Arial"/>
              </w:rPr>
            </w:pPr>
            <w:r w:rsidRPr="00E906B6">
              <w:rPr>
                <w:rFonts w:ascii="Arial" w:hAnsi="Arial" w:cs="Arial"/>
              </w:rPr>
              <w:t>4</w:t>
            </w:r>
          </w:p>
        </w:tc>
        <w:tc>
          <w:tcPr>
            <w:tcW w:w="3132" w:type="pc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567F0" w:rsidRPr="00E906B6" w:rsidRDefault="001567F0" w:rsidP="00704DB0">
            <w:pPr>
              <w:spacing w:line="276" w:lineRule="auto"/>
              <w:ind w:right="-170" w:firstLine="567"/>
              <w:rPr>
                <w:rFonts w:ascii="Arial" w:hAnsi="Arial" w:cs="Arial"/>
              </w:rPr>
            </w:pPr>
            <w:r w:rsidRPr="00E906B6">
              <w:rPr>
                <w:rFonts w:ascii="Arial" w:hAnsi="Arial" w:cs="Arial"/>
              </w:rPr>
              <w:t>Введение</w:t>
            </w:r>
          </w:p>
        </w:tc>
        <w:tc>
          <w:tcPr>
            <w:tcW w:w="62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67F0" w:rsidRPr="00E906B6" w:rsidRDefault="001941DD" w:rsidP="00704DB0">
            <w:pPr>
              <w:spacing w:line="276" w:lineRule="auto"/>
              <w:ind w:right="-170" w:firstLine="567"/>
              <w:rPr>
                <w:rFonts w:ascii="Arial" w:hAnsi="Arial" w:cs="Arial"/>
              </w:rPr>
            </w:pPr>
            <w:r w:rsidRPr="00E906B6">
              <w:rPr>
                <w:rFonts w:ascii="Arial" w:hAnsi="Arial" w:cs="Arial"/>
              </w:rPr>
              <w:t>4</w:t>
            </w:r>
          </w:p>
        </w:tc>
        <w:tc>
          <w:tcPr>
            <w:tcW w:w="598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67F0" w:rsidRPr="00E906B6" w:rsidRDefault="001567F0" w:rsidP="00704DB0">
            <w:pPr>
              <w:spacing w:line="276" w:lineRule="auto"/>
              <w:ind w:right="-170" w:firstLine="567"/>
              <w:rPr>
                <w:rFonts w:ascii="Arial" w:hAnsi="Arial" w:cs="Arial"/>
              </w:rPr>
            </w:pPr>
          </w:p>
        </w:tc>
      </w:tr>
      <w:tr w:rsidR="001567F0" w:rsidRPr="00E906B6" w:rsidTr="00342BEB">
        <w:trPr>
          <w:trHeight w:val="239"/>
        </w:trPr>
        <w:tc>
          <w:tcPr>
            <w:tcW w:w="641" w:type="pc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567F0" w:rsidRPr="00E906B6" w:rsidRDefault="001567F0" w:rsidP="00704DB0">
            <w:pPr>
              <w:spacing w:line="276" w:lineRule="auto"/>
              <w:ind w:right="-170" w:firstLine="567"/>
              <w:jc w:val="center"/>
              <w:rPr>
                <w:rFonts w:ascii="Arial" w:hAnsi="Arial" w:cs="Arial"/>
              </w:rPr>
            </w:pPr>
            <w:r w:rsidRPr="00E906B6">
              <w:rPr>
                <w:rFonts w:ascii="Arial" w:hAnsi="Arial" w:cs="Arial"/>
              </w:rPr>
              <w:t>5</w:t>
            </w:r>
          </w:p>
        </w:tc>
        <w:tc>
          <w:tcPr>
            <w:tcW w:w="3132" w:type="pct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1567F0" w:rsidRPr="00E906B6" w:rsidRDefault="001567F0" w:rsidP="00704DB0">
            <w:pPr>
              <w:spacing w:line="276" w:lineRule="auto"/>
              <w:ind w:right="-170" w:firstLine="567"/>
              <w:rPr>
                <w:rFonts w:ascii="Arial" w:hAnsi="Arial" w:cs="Arial"/>
                <w:sz w:val="22"/>
                <w:szCs w:val="22"/>
              </w:rPr>
            </w:pPr>
            <w:r w:rsidRPr="00E906B6">
              <w:rPr>
                <w:rFonts w:ascii="Arial" w:hAnsi="Arial" w:cs="Arial"/>
                <w:sz w:val="22"/>
                <w:szCs w:val="22"/>
              </w:rPr>
              <w:t>Мероприятия по охране природы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67F0" w:rsidRPr="00E906B6" w:rsidRDefault="001941DD" w:rsidP="00704DB0">
            <w:pPr>
              <w:spacing w:line="276" w:lineRule="auto"/>
              <w:ind w:right="-170" w:firstLine="567"/>
              <w:rPr>
                <w:rFonts w:ascii="Arial" w:hAnsi="Arial" w:cs="Arial"/>
              </w:rPr>
            </w:pPr>
            <w:r w:rsidRPr="00E906B6">
              <w:rPr>
                <w:rFonts w:ascii="Arial" w:hAnsi="Arial" w:cs="Arial"/>
              </w:rPr>
              <w:t>5</w:t>
            </w:r>
          </w:p>
        </w:tc>
        <w:tc>
          <w:tcPr>
            <w:tcW w:w="598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1567F0" w:rsidRPr="00E906B6" w:rsidRDefault="001567F0" w:rsidP="00704DB0">
            <w:pPr>
              <w:spacing w:line="276" w:lineRule="auto"/>
              <w:ind w:right="-170" w:firstLine="567"/>
              <w:rPr>
                <w:rFonts w:ascii="Arial" w:hAnsi="Arial" w:cs="Arial"/>
              </w:rPr>
            </w:pPr>
          </w:p>
        </w:tc>
      </w:tr>
      <w:tr w:rsidR="001567F0" w:rsidRPr="00E906B6" w:rsidTr="00342BEB">
        <w:trPr>
          <w:trHeight w:val="239"/>
        </w:trPr>
        <w:tc>
          <w:tcPr>
            <w:tcW w:w="64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67F0" w:rsidRPr="00E906B6" w:rsidRDefault="001567F0" w:rsidP="00704DB0">
            <w:pPr>
              <w:spacing w:line="276" w:lineRule="auto"/>
              <w:ind w:right="-170" w:firstLine="567"/>
              <w:jc w:val="center"/>
              <w:rPr>
                <w:rFonts w:ascii="Arial" w:hAnsi="Arial" w:cs="Arial"/>
              </w:rPr>
            </w:pPr>
          </w:p>
        </w:tc>
        <w:tc>
          <w:tcPr>
            <w:tcW w:w="31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67F0" w:rsidRPr="00E906B6" w:rsidRDefault="001567F0" w:rsidP="00704DB0">
            <w:pPr>
              <w:spacing w:line="276" w:lineRule="auto"/>
              <w:ind w:right="-170" w:firstLine="567"/>
              <w:rPr>
                <w:rFonts w:ascii="Arial" w:hAnsi="Arial" w:cs="Arial"/>
                <w:b/>
              </w:rPr>
            </w:pPr>
            <w:r w:rsidRPr="00E906B6">
              <w:rPr>
                <w:rFonts w:ascii="Arial" w:hAnsi="Arial" w:cs="Arial"/>
                <w:b/>
              </w:rPr>
              <w:t>Чертежи</w:t>
            </w:r>
          </w:p>
        </w:tc>
        <w:tc>
          <w:tcPr>
            <w:tcW w:w="6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67F0" w:rsidRPr="00E906B6" w:rsidRDefault="001567F0" w:rsidP="00704DB0">
            <w:pPr>
              <w:spacing w:line="276" w:lineRule="auto"/>
              <w:ind w:right="-170" w:firstLine="567"/>
              <w:rPr>
                <w:rFonts w:ascii="Arial" w:hAnsi="Arial" w:cs="Arial"/>
              </w:rPr>
            </w:pPr>
          </w:p>
        </w:tc>
        <w:tc>
          <w:tcPr>
            <w:tcW w:w="5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567F0" w:rsidRPr="00E906B6" w:rsidRDefault="001567F0" w:rsidP="00704DB0">
            <w:pPr>
              <w:spacing w:line="276" w:lineRule="auto"/>
              <w:ind w:right="-170" w:firstLine="567"/>
              <w:rPr>
                <w:rFonts w:ascii="Arial" w:hAnsi="Arial" w:cs="Arial"/>
              </w:rPr>
            </w:pPr>
          </w:p>
        </w:tc>
      </w:tr>
      <w:tr w:rsidR="001567F0" w:rsidRPr="00E906B6" w:rsidTr="00342BEB">
        <w:trPr>
          <w:trHeight w:val="239"/>
        </w:trPr>
        <w:tc>
          <w:tcPr>
            <w:tcW w:w="64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567F0" w:rsidRPr="00E906B6" w:rsidRDefault="001567F0" w:rsidP="00704DB0">
            <w:pPr>
              <w:spacing w:line="276" w:lineRule="auto"/>
              <w:ind w:right="-170" w:firstLine="567"/>
              <w:jc w:val="center"/>
              <w:rPr>
                <w:rFonts w:ascii="Arial" w:hAnsi="Arial" w:cs="Arial"/>
              </w:rPr>
            </w:pPr>
            <w:r w:rsidRPr="00E906B6">
              <w:rPr>
                <w:rFonts w:ascii="Arial" w:hAnsi="Arial" w:cs="Arial"/>
              </w:rPr>
              <w:t>1</w:t>
            </w:r>
          </w:p>
        </w:tc>
        <w:tc>
          <w:tcPr>
            <w:tcW w:w="31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3A3C" w:rsidRDefault="00773A3C" w:rsidP="00773A3C">
            <w:pPr>
              <w:spacing w:line="276" w:lineRule="auto"/>
              <w:ind w:firstLine="567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 xml:space="preserve">Схема расположения элемента планировочной </w:t>
            </w:r>
          </w:p>
          <w:p w:rsidR="00773A3C" w:rsidRDefault="00773A3C" w:rsidP="00773A3C">
            <w:pPr>
              <w:spacing w:line="276" w:lineRule="auto"/>
              <w:ind w:firstLine="567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 xml:space="preserve">структуры в плане города Малоярославец. М </w:t>
            </w:r>
          </w:p>
          <w:p w:rsidR="001567F0" w:rsidRPr="00E906B6" w:rsidRDefault="00773A3C" w:rsidP="00773A3C">
            <w:pPr>
              <w:spacing w:line="276" w:lineRule="auto"/>
              <w:ind w:firstLine="567"/>
              <w:rPr>
                <w:rFonts w:ascii="Arial" w:hAnsi="Arial" w:cs="Arial"/>
              </w:rPr>
            </w:pPr>
            <w:r w:rsidRPr="00CD34A8">
              <w:rPr>
                <w:rFonts w:ascii="Arial" w:hAnsi="Arial" w:cs="Arial"/>
              </w:rPr>
              <w:t>1:10000</w:t>
            </w:r>
          </w:p>
        </w:tc>
        <w:tc>
          <w:tcPr>
            <w:tcW w:w="6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567F0" w:rsidRPr="00E906B6" w:rsidRDefault="001941DD" w:rsidP="00704DB0">
            <w:pPr>
              <w:spacing w:line="276" w:lineRule="auto"/>
              <w:ind w:right="-170" w:firstLine="567"/>
              <w:rPr>
                <w:rFonts w:ascii="Arial" w:hAnsi="Arial" w:cs="Arial"/>
              </w:rPr>
            </w:pPr>
            <w:r w:rsidRPr="00E906B6">
              <w:rPr>
                <w:rFonts w:ascii="Arial" w:hAnsi="Arial" w:cs="Arial"/>
              </w:rPr>
              <w:t>6</w:t>
            </w:r>
          </w:p>
        </w:tc>
        <w:tc>
          <w:tcPr>
            <w:tcW w:w="5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1567F0" w:rsidRPr="00E906B6" w:rsidRDefault="001567F0" w:rsidP="00704DB0">
            <w:pPr>
              <w:spacing w:line="276" w:lineRule="auto"/>
              <w:ind w:right="-170" w:firstLine="567"/>
              <w:rPr>
                <w:rFonts w:ascii="Arial" w:hAnsi="Arial" w:cs="Arial"/>
              </w:rPr>
            </w:pPr>
          </w:p>
        </w:tc>
      </w:tr>
      <w:tr w:rsidR="00773A3C" w:rsidRPr="00E906B6" w:rsidTr="00342BEB">
        <w:trPr>
          <w:trHeight w:val="239"/>
        </w:trPr>
        <w:tc>
          <w:tcPr>
            <w:tcW w:w="641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3A3C" w:rsidRPr="00E906B6" w:rsidRDefault="00773A3C" w:rsidP="00704DB0">
            <w:pPr>
              <w:spacing w:line="276" w:lineRule="auto"/>
              <w:ind w:right="-170" w:firstLine="56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</w:t>
            </w:r>
          </w:p>
        </w:tc>
        <w:tc>
          <w:tcPr>
            <w:tcW w:w="3132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73A3C" w:rsidRPr="00E906B6" w:rsidRDefault="00773A3C" w:rsidP="00773A3C">
            <w:pPr>
              <w:spacing w:line="276" w:lineRule="auto"/>
              <w:ind w:right="-170" w:firstLine="567"/>
              <w:rPr>
                <w:rFonts w:ascii="Arial" w:hAnsi="Arial" w:cs="Arial"/>
              </w:rPr>
            </w:pPr>
            <w:r w:rsidRPr="00E906B6">
              <w:rPr>
                <w:rFonts w:ascii="Arial" w:hAnsi="Arial" w:cs="Arial"/>
              </w:rPr>
              <w:t>Чертеж проекта планировки М 1:</w:t>
            </w:r>
            <w:r>
              <w:rPr>
                <w:rFonts w:ascii="Arial" w:hAnsi="Arial" w:cs="Arial"/>
              </w:rPr>
              <w:t>500</w:t>
            </w:r>
            <w:r w:rsidRPr="00E906B6">
              <w:rPr>
                <w:rFonts w:ascii="Arial" w:hAnsi="Arial" w:cs="Arial"/>
              </w:rPr>
              <w:t xml:space="preserve"> лист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62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773A3C" w:rsidRPr="00E906B6" w:rsidRDefault="00773A3C" w:rsidP="00704DB0">
            <w:pPr>
              <w:spacing w:line="276" w:lineRule="auto"/>
              <w:ind w:right="-170" w:firstLine="56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7</w:t>
            </w:r>
          </w:p>
        </w:tc>
        <w:tc>
          <w:tcPr>
            <w:tcW w:w="59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773A3C" w:rsidRPr="00E906B6" w:rsidRDefault="00773A3C" w:rsidP="00704DB0">
            <w:pPr>
              <w:spacing w:line="276" w:lineRule="auto"/>
              <w:ind w:right="-170" w:firstLine="567"/>
              <w:rPr>
                <w:rFonts w:ascii="Arial" w:hAnsi="Arial" w:cs="Arial"/>
              </w:rPr>
            </w:pPr>
          </w:p>
        </w:tc>
      </w:tr>
    </w:tbl>
    <w:p w:rsidR="00F61174" w:rsidRPr="00E906B6" w:rsidRDefault="00F61174" w:rsidP="00704DB0">
      <w:pPr>
        <w:spacing w:line="276" w:lineRule="auto"/>
        <w:ind w:right="-170" w:firstLine="567"/>
        <w:rPr>
          <w:rFonts w:ascii="Arial" w:hAnsi="Arial" w:cs="Arial"/>
          <w:b/>
        </w:rPr>
      </w:pPr>
    </w:p>
    <w:p w:rsidR="005812E5" w:rsidRPr="00E906B6" w:rsidRDefault="005812E5" w:rsidP="00704DB0">
      <w:pPr>
        <w:spacing w:line="276" w:lineRule="auto"/>
        <w:ind w:right="-170" w:firstLine="567"/>
        <w:rPr>
          <w:rFonts w:ascii="Arial" w:hAnsi="Arial" w:cs="Arial"/>
        </w:rPr>
        <w:sectPr w:rsidR="005812E5" w:rsidRPr="00E906B6" w:rsidSect="00EC5FE2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 w:code="9"/>
          <w:pgMar w:top="975" w:right="566" w:bottom="1985" w:left="1304" w:header="454" w:footer="1538" w:gutter="0"/>
          <w:pgNumType w:start="4"/>
          <w:cols w:space="708"/>
          <w:titlePg/>
          <w:docGrid w:linePitch="360"/>
        </w:sectPr>
      </w:pPr>
    </w:p>
    <w:p w:rsidR="00EC5FE2" w:rsidRPr="00E906B6" w:rsidRDefault="00EC5FE2" w:rsidP="00704DB0">
      <w:pPr>
        <w:spacing w:line="276" w:lineRule="auto"/>
        <w:ind w:right="-170" w:firstLine="567"/>
        <w:jc w:val="center"/>
        <w:rPr>
          <w:rFonts w:ascii="Arial" w:hAnsi="Arial" w:cs="Arial"/>
          <w:b/>
          <w:sz w:val="28"/>
          <w:szCs w:val="28"/>
        </w:rPr>
      </w:pPr>
      <w:r w:rsidRPr="00E906B6">
        <w:rPr>
          <w:rFonts w:ascii="Arial" w:hAnsi="Arial" w:cs="Arial"/>
          <w:b/>
          <w:sz w:val="28"/>
          <w:szCs w:val="28"/>
        </w:rPr>
        <w:lastRenderedPageBreak/>
        <w:t>3. Состав проекта</w:t>
      </w:r>
    </w:p>
    <w:p w:rsidR="00EC5FE2" w:rsidRPr="00E906B6" w:rsidRDefault="00EC5FE2" w:rsidP="00704DB0">
      <w:pPr>
        <w:spacing w:line="276" w:lineRule="auto"/>
        <w:ind w:right="-170" w:firstLine="567"/>
        <w:jc w:val="center"/>
        <w:rPr>
          <w:rFonts w:ascii="Arial" w:hAnsi="Arial" w:cs="Arial"/>
          <w:sz w:val="28"/>
          <w:szCs w:val="28"/>
        </w:rPr>
      </w:pPr>
    </w:p>
    <w:tbl>
      <w:tblPr>
        <w:tblW w:w="1034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702"/>
        <w:gridCol w:w="5811"/>
        <w:gridCol w:w="2835"/>
      </w:tblGrid>
      <w:tr w:rsidR="00EC5FE2" w:rsidRPr="00E906B6" w:rsidTr="00F21E07">
        <w:trPr>
          <w:trHeight w:val="767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E2" w:rsidRPr="00E906B6" w:rsidRDefault="00EC5FE2" w:rsidP="00704DB0">
            <w:pPr>
              <w:spacing w:line="276" w:lineRule="auto"/>
              <w:ind w:right="-170" w:firstLine="567"/>
              <w:jc w:val="center"/>
              <w:rPr>
                <w:rFonts w:ascii="Arial" w:hAnsi="Arial" w:cs="Arial"/>
                <w:b/>
              </w:rPr>
            </w:pPr>
            <w:r w:rsidRPr="00E906B6">
              <w:rPr>
                <w:rFonts w:ascii="Arial" w:hAnsi="Arial" w:cs="Arial"/>
                <w:b/>
              </w:rPr>
              <w:t>№</w:t>
            </w:r>
          </w:p>
          <w:p w:rsidR="00EC5FE2" w:rsidRPr="00E906B6" w:rsidRDefault="00EC5FE2" w:rsidP="00704DB0">
            <w:pPr>
              <w:spacing w:line="276" w:lineRule="auto"/>
              <w:ind w:right="-170" w:firstLine="567"/>
              <w:jc w:val="center"/>
              <w:rPr>
                <w:rFonts w:ascii="Arial" w:hAnsi="Arial" w:cs="Arial"/>
              </w:rPr>
            </w:pPr>
            <w:r w:rsidRPr="00E906B6">
              <w:rPr>
                <w:rFonts w:ascii="Arial" w:hAnsi="Arial" w:cs="Arial"/>
                <w:b/>
              </w:rPr>
              <w:t>тома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E2" w:rsidRPr="00704DB0" w:rsidRDefault="00EC5FE2" w:rsidP="00704DB0">
            <w:pPr>
              <w:spacing w:line="276" w:lineRule="auto"/>
              <w:ind w:right="-170" w:firstLine="567"/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EC5FE2" w:rsidRPr="00704DB0" w:rsidRDefault="00EC5FE2" w:rsidP="00704DB0">
            <w:pPr>
              <w:spacing w:line="276" w:lineRule="auto"/>
              <w:ind w:right="-170" w:firstLine="567"/>
              <w:jc w:val="center"/>
              <w:rPr>
                <w:rFonts w:ascii="Arial" w:hAnsi="Arial" w:cs="Arial"/>
                <w:b/>
                <w:color w:val="000000"/>
              </w:rPr>
            </w:pPr>
            <w:r w:rsidRPr="00704DB0">
              <w:rPr>
                <w:rFonts w:ascii="Arial" w:hAnsi="Arial" w:cs="Arial"/>
                <w:b/>
                <w:color w:val="000000"/>
              </w:rPr>
              <w:t>Наименование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E2" w:rsidRPr="00704DB0" w:rsidRDefault="00EC5FE2" w:rsidP="00704DB0">
            <w:pPr>
              <w:spacing w:line="276" w:lineRule="auto"/>
              <w:ind w:right="-170" w:firstLine="567"/>
              <w:jc w:val="center"/>
              <w:rPr>
                <w:rFonts w:ascii="Arial" w:hAnsi="Arial" w:cs="Arial"/>
                <w:b/>
                <w:color w:val="000000"/>
              </w:rPr>
            </w:pPr>
          </w:p>
          <w:p w:rsidR="00EC5FE2" w:rsidRPr="00704DB0" w:rsidRDefault="00EC5FE2" w:rsidP="00704DB0">
            <w:pPr>
              <w:spacing w:line="276" w:lineRule="auto"/>
              <w:ind w:right="-170" w:firstLine="567"/>
              <w:jc w:val="center"/>
              <w:rPr>
                <w:rFonts w:ascii="Arial" w:hAnsi="Arial" w:cs="Arial"/>
                <w:b/>
                <w:color w:val="000000"/>
              </w:rPr>
            </w:pPr>
            <w:r w:rsidRPr="00704DB0">
              <w:rPr>
                <w:rFonts w:ascii="Arial" w:hAnsi="Arial" w:cs="Arial"/>
                <w:b/>
                <w:color w:val="000000"/>
              </w:rPr>
              <w:t>Прим.</w:t>
            </w:r>
          </w:p>
        </w:tc>
      </w:tr>
      <w:tr w:rsidR="00EC5FE2" w:rsidRPr="00E906B6" w:rsidTr="00F21E07">
        <w:trPr>
          <w:trHeight w:val="479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FE2" w:rsidRPr="00E906B6" w:rsidRDefault="00EC5FE2" w:rsidP="00704DB0">
            <w:pPr>
              <w:spacing w:line="276" w:lineRule="auto"/>
              <w:ind w:right="-170" w:firstLine="56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06B6">
              <w:rPr>
                <w:rFonts w:ascii="Arial" w:hAnsi="Arial" w:cs="Arial"/>
                <w:b/>
                <w:sz w:val="22"/>
                <w:szCs w:val="22"/>
              </w:rPr>
              <w:t xml:space="preserve">Том </w:t>
            </w:r>
            <w:r w:rsidRPr="00E906B6">
              <w:rPr>
                <w:rFonts w:ascii="Arial" w:hAnsi="Arial" w:cs="Arial"/>
                <w:b/>
                <w:sz w:val="22"/>
                <w:szCs w:val="22"/>
                <w:lang w:val="en-US"/>
              </w:rPr>
              <w:t>I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E2" w:rsidRPr="00E906B6" w:rsidRDefault="00EC5FE2" w:rsidP="00704DB0">
            <w:pPr>
              <w:spacing w:line="276" w:lineRule="auto"/>
              <w:ind w:right="-170" w:firstLine="567"/>
              <w:rPr>
                <w:rFonts w:ascii="Arial" w:hAnsi="Arial" w:cs="Arial"/>
                <w:b/>
                <w:color w:val="000000"/>
              </w:rPr>
            </w:pPr>
            <w:r w:rsidRPr="00E906B6">
              <w:rPr>
                <w:rFonts w:ascii="Arial" w:hAnsi="Arial" w:cs="Arial"/>
                <w:b/>
                <w:color w:val="000000"/>
              </w:rPr>
              <w:t>Основная (утверждаемая) часть</w:t>
            </w:r>
          </w:p>
          <w:p w:rsidR="00EC5FE2" w:rsidRPr="00E906B6" w:rsidRDefault="00EC5FE2" w:rsidP="00704DB0">
            <w:pPr>
              <w:spacing w:line="276" w:lineRule="auto"/>
              <w:ind w:right="-170" w:firstLine="567"/>
              <w:rPr>
                <w:rFonts w:ascii="Arial" w:hAnsi="Arial" w:cs="Arial"/>
                <w:sz w:val="20"/>
                <w:szCs w:val="20"/>
              </w:rPr>
            </w:pPr>
            <w:r w:rsidRPr="00E906B6">
              <w:rPr>
                <w:rFonts w:ascii="Arial" w:hAnsi="Arial" w:cs="Arial"/>
                <w:b/>
                <w:color w:val="000000"/>
              </w:rPr>
              <w:t>проекта планировки.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E2" w:rsidRPr="00E906B6" w:rsidRDefault="00EC5FE2" w:rsidP="00704DB0">
            <w:pPr>
              <w:spacing w:line="276" w:lineRule="auto"/>
              <w:ind w:right="-170" w:firstLine="567"/>
              <w:jc w:val="center"/>
              <w:rPr>
                <w:rFonts w:ascii="Arial" w:hAnsi="Arial" w:cs="Arial"/>
                <w:b/>
              </w:rPr>
            </w:pPr>
            <w:r w:rsidRPr="00E906B6">
              <w:rPr>
                <w:rFonts w:ascii="Arial" w:hAnsi="Arial" w:cs="Arial"/>
                <w:b/>
              </w:rPr>
              <w:t>ООО</w:t>
            </w:r>
          </w:p>
          <w:p w:rsidR="00EC5FE2" w:rsidRPr="00E906B6" w:rsidRDefault="00EC5FE2" w:rsidP="00704DB0">
            <w:pPr>
              <w:spacing w:line="276" w:lineRule="auto"/>
              <w:ind w:right="-170" w:firstLine="567"/>
              <w:jc w:val="center"/>
              <w:rPr>
                <w:rFonts w:ascii="Arial" w:hAnsi="Arial" w:cs="Arial"/>
              </w:rPr>
            </w:pPr>
            <w:r w:rsidRPr="00E906B6">
              <w:rPr>
                <w:rFonts w:ascii="Arial" w:hAnsi="Arial" w:cs="Arial"/>
                <w:b/>
              </w:rPr>
              <w:t>«</w:t>
            </w:r>
            <w:proofErr w:type="spellStart"/>
            <w:r w:rsidR="00FE5C34" w:rsidRPr="00E906B6">
              <w:rPr>
                <w:rFonts w:ascii="Arial" w:hAnsi="Arial" w:cs="Arial"/>
                <w:b/>
              </w:rPr>
              <w:t>ГорПроект</w:t>
            </w:r>
            <w:proofErr w:type="spellEnd"/>
            <w:r w:rsidRPr="00E906B6">
              <w:rPr>
                <w:rFonts w:ascii="Arial" w:hAnsi="Arial" w:cs="Arial"/>
                <w:b/>
              </w:rPr>
              <w:t>»</w:t>
            </w:r>
          </w:p>
        </w:tc>
      </w:tr>
      <w:tr w:rsidR="00EC5FE2" w:rsidRPr="00E906B6" w:rsidTr="00F21E07">
        <w:trPr>
          <w:trHeight w:val="642"/>
        </w:trPr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FE2" w:rsidRPr="00E906B6" w:rsidRDefault="00EC5FE2" w:rsidP="00704DB0">
            <w:pPr>
              <w:spacing w:line="276" w:lineRule="auto"/>
              <w:ind w:right="-170" w:firstLine="56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906B6">
              <w:rPr>
                <w:rFonts w:ascii="Arial" w:hAnsi="Arial" w:cs="Arial"/>
                <w:b/>
                <w:sz w:val="22"/>
                <w:szCs w:val="22"/>
              </w:rPr>
              <w:t xml:space="preserve">Том </w:t>
            </w:r>
            <w:r w:rsidRPr="00E906B6">
              <w:rPr>
                <w:rFonts w:ascii="Arial" w:hAnsi="Arial" w:cs="Arial"/>
                <w:b/>
                <w:sz w:val="22"/>
                <w:szCs w:val="22"/>
                <w:lang w:val="en-US"/>
              </w:rPr>
              <w:t>II</w:t>
            </w:r>
          </w:p>
        </w:tc>
        <w:tc>
          <w:tcPr>
            <w:tcW w:w="5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5FE2" w:rsidRPr="00E906B6" w:rsidRDefault="00EC5FE2" w:rsidP="00704DB0">
            <w:pPr>
              <w:spacing w:line="276" w:lineRule="auto"/>
              <w:ind w:right="-170" w:firstLine="567"/>
              <w:rPr>
                <w:rFonts w:ascii="Arial" w:hAnsi="Arial" w:cs="Arial"/>
                <w:b/>
                <w:sz w:val="20"/>
                <w:szCs w:val="20"/>
              </w:rPr>
            </w:pPr>
            <w:r w:rsidRPr="00E906B6">
              <w:rPr>
                <w:rFonts w:ascii="Arial" w:hAnsi="Arial" w:cs="Arial"/>
                <w:b/>
                <w:color w:val="000000"/>
              </w:rPr>
              <w:t>Обосновывающая часть проекта план</w:t>
            </w:r>
            <w:r w:rsidRPr="00E906B6">
              <w:rPr>
                <w:rFonts w:ascii="Arial" w:hAnsi="Arial" w:cs="Arial"/>
                <w:b/>
                <w:color w:val="000000"/>
              </w:rPr>
              <w:t>и</w:t>
            </w:r>
            <w:r w:rsidRPr="00E906B6">
              <w:rPr>
                <w:rFonts w:ascii="Arial" w:hAnsi="Arial" w:cs="Arial"/>
                <w:b/>
                <w:color w:val="000000"/>
              </w:rPr>
              <w:t>ровки.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5FE2" w:rsidRPr="00E906B6" w:rsidRDefault="00EC5FE2" w:rsidP="00704DB0">
            <w:pPr>
              <w:spacing w:line="276" w:lineRule="auto"/>
              <w:ind w:right="-170" w:firstLine="567"/>
              <w:jc w:val="center"/>
              <w:rPr>
                <w:rFonts w:ascii="Arial" w:hAnsi="Arial" w:cs="Arial"/>
                <w:b/>
              </w:rPr>
            </w:pPr>
            <w:r w:rsidRPr="00E906B6">
              <w:rPr>
                <w:rFonts w:ascii="Arial" w:hAnsi="Arial" w:cs="Arial"/>
                <w:b/>
              </w:rPr>
              <w:t>ООО</w:t>
            </w:r>
          </w:p>
          <w:p w:rsidR="00EC5FE2" w:rsidRPr="00E906B6" w:rsidRDefault="00EC5FE2" w:rsidP="00704DB0">
            <w:pPr>
              <w:spacing w:line="276" w:lineRule="auto"/>
              <w:ind w:right="-170" w:firstLine="567"/>
              <w:jc w:val="center"/>
              <w:rPr>
                <w:rFonts w:ascii="Arial" w:hAnsi="Arial" w:cs="Arial"/>
              </w:rPr>
            </w:pPr>
            <w:r w:rsidRPr="00E906B6">
              <w:rPr>
                <w:rFonts w:ascii="Arial" w:hAnsi="Arial" w:cs="Arial"/>
                <w:b/>
              </w:rPr>
              <w:t>«</w:t>
            </w:r>
            <w:proofErr w:type="spellStart"/>
            <w:r w:rsidR="00FE5C34" w:rsidRPr="00E906B6">
              <w:rPr>
                <w:rFonts w:ascii="Arial" w:hAnsi="Arial" w:cs="Arial"/>
                <w:b/>
              </w:rPr>
              <w:t>ГорПроект</w:t>
            </w:r>
            <w:proofErr w:type="spellEnd"/>
            <w:r w:rsidRPr="00E906B6">
              <w:rPr>
                <w:rFonts w:ascii="Arial" w:hAnsi="Arial" w:cs="Arial"/>
                <w:b/>
              </w:rPr>
              <w:t>»</w:t>
            </w:r>
          </w:p>
        </w:tc>
      </w:tr>
    </w:tbl>
    <w:p w:rsidR="00AA7A0B" w:rsidRPr="00E906B6" w:rsidRDefault="00AA7A0B" w:rsidP="00704DB0">
      <w:pPr>
        <w:widowControl w:val="0"/>
        <w:spacing w:line="276" w:lineRule="auto"/>
        <w:ind w:right="-170" w:firstLine="567"/>
        <w:jc w:val="both"/>
        <w:rPr>
          <w:rFonts w:ascii="Arial" w:hAnsi="Arial" w:cs="Arial"/>
          <w:sz w:val="22"/>
          <w:szCs w:val="22"/>
          <w:highlight w:val="yellow"/>
        </w:rPr>
        <w:sectPr w:rsidR="00AA7A0B" w:rsidRPr="00E906B6" w:rsidSect="00EC5FE2">
          <w:headerReference w:type="default" r:id="rId12"/>
          <w:footerReference w:type="default" r:id="rId13"/>
          <w:headerReference w:type="first" r:id="rId14"/>
          <w:footerReference w:type="first" r:id="rId15"/>
          <w:pgSz w:w="11906" w:h="16838" w:code="9"/>
          <w:pgMar w:top="975" w:right="707" w:bottom="3402" w:left="1304" w:header="454" w:footer="1134" w:gutter="0"/>
          <w:pgNumType w:start="4"/>
          <w:cols w:space="708"/>
          <w:titlePg/>
          <w:docGrid w:linePitch="360"/>
        </w:sectPr>
      </w:pPr>
    </w:p>
    <w:p w:rsidR="00EC5FE2" w:rsidRPr="00727A76" w:rsidRDefault="00EC5FE2" w:rsidP="00704DB0">
      <w:pPr>
        <w:spacing w:line="276" w:lineRule="auto"/>
        <w:ind w:right="-170" w:firstLine="567"/>
        <w:jc w:val="center"/>
        <w:rPr>
          <w:rFonts w:ascii="Arial" w:hAnsi="Arial" w:cs="Arial"/>
          <w:b/>
          <w:sz w:val="28"/>
          <w:szCs w:val="28"/>
        </w:rPr>
      </w:pPr>
      <w:bookmarkStart w:id="0" w:name="Раздел3"/>
      <w:bookmarkStart w:id="1" w:name="Раздел4"/>
      <w:bookmarkEnd w:id="0"/>
      <w:bookmarkEnd w:id="1"/>
      <w:r w:rsidRPr="00727A76">
        <w:rPr>
          <w:rFonts w:ascii="Arial" w:hAnsi="Arial" w:cs="Arial"/>
          <w:b/>
          <w:sz w:val="28"/>
          <w:szCs w:val="28"/>
        </w:rPr>
        <w:lastRenderedPageBreak/>
        <w:t>4. Введение</w:t>
      </w:r>
      <w:r w:rsidR="00704DB0" w:rsidRPr="00727A76">
        <w:rPr>
          <w:rFonts w:ascii="Arial" w:hAnsi="Arial" w:cs="Arial"/>
          <w:b/>
          <w:sz w:val="28"/>
          <w:szCs w:val="28"/>
        </w:rPr>
        <w:t>.</w:t>
      </w:r>
    </w:p>
    <w:p w:rsidR="00773A3C" w:rsidRPr="00A8157B" w:rsidRDefault="00B0782B" w:rsidP="00773A3C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</w:t>
      </w:r>
      <w:r w:rsidR="00773A3C" w:rsidRPr="00A8157B">
        <w:rPr>
          <w:rFonts w:ascii="Arial" w:hAnsi="Arial" w:cs="Arial"/>
        </w:rPr>
        <w:t xml:space="preserve">Проект планировки территории в границах: ул. Григория Соколова, ул. </w:t>
      </w:r>
      <w:proofErr w:type="spellStart"/>
      <w:r w:rsidR="00773A3C" w:rsidRPr="00A8157B">
        <w:rPr>
          <w:rFonts w:ascii="Arial" w:hAnsi="Arial" w:cs="Arial"/>
        </w:rPr>
        <w:t>Аузина</w:t>
      </w:r>
      <w:proofErr w:type="spellEnd"/>
      <w:r w:rsidR="00773A3C" w:rsidRPr="00A8157B">
        <w:rPr>
          <w:rFonts w:ascii="Arial" w:hAnsi="Arial" w:cs="Arial"/>
        </w:rPr>
        <w:t>, ул. Халтурина, ул. Карла Маркса в городе Малоярославец Калужской области. разраб</w:t>
      </w:r>
      <w:r w:rsidR="00773A3C" w:rsidRPr="00A8157B">
        <w:rPr>
          <w:rFonts w:ascii="Arial" w:hAnsi="Arial" w:cs="Arial"/>
        </w:rPr>
        <w:t>о</w:t>
      </w:r>
      <w:r w:rsidR="00773A3C" w:rsidRPr="00A8157B">
        <w:rPr>
          <w:rFonts w:ascii="Arial" w:hAnsi="Arial" w:cs="Arial"/>
        </w:rPr>
        <w:t>тан в связи со строительством торгово-офисного здания на основании:</w:t>
      </w:r>
    </w:p>
    <w:p w:rsidR="00773A3C" w:rsidRPr="00A8157B" w:rsidRDefault="00773A3C" w:rsidP="00773A3C">
      <w:pPr>
        <w:spacing w:line="276" w:lineRule="auto"/>
        <w:ind w:left="142"/>
        <w:rPr>
          <w:rFonts w:ascii="Arial" w:hAnsi="Arial" w:cs="Arial"/>
        </w:rPr>
      </w:pPr>
      <w:r w:rsidRPr="00A8157B">
        <w:rPr>
          <w:rFonts w:ascii="Arial" w:hAnsi="Arial" w:cs="Arial"/>
        </w:rPr>
        <w:t>- задания на разработку проекта планировки территории, выданного заказчиком</w:t>
      </w:r>
    </w:p>
    <w:p w:rsidR="00773A3C" w:rsidRPr="00A8157B" w:rsidRDefault="00773A3C" w:rsidP="00773A3C">
      <w:pPr>
        <w:spacing w:line="276" w:lineRule="auto"/>
        <w:ind w:left="142"/>
        <w:rPr>
          <w:rFonts w:ascii="Arial" w:hAnsi="Arial" w:cs="Arial"/>
        </w:rPr>
      </w:pPr>
      <w:proofErr w:type="spellStart"/>
      <w:r w:rsidRPr="00A8157B">
        <w:rPr>
          <w:rFonts w:ascii="Arial" w:hAnsi="Arial" w:cs="Arial"/>
        </w:rPr>
        <w:t>Дусчановой</w:t>
      </w:r>
      <w:proofErr w:type="spellEnd"/>
      <w:r w:rsidRPr="00A8157B">
        <w:rPr>
          <w:rFonts w:ascii="Arial" w:hAnsi="Arial" w:cs="Arial"/>
        </w:rPr>
        <w:t xml:space="preserve"> Л.И, утвержденного Главой администрации Муниципального образов</w:t>
      </w:r>
      <w:r w:rsidRPr="00A8157B">
        <w:rPr>
          <w:rFonts w:ascii="Arial" w:hAnsi="Arial" w:cs="Arial"/>
        </w:rPr>
        <w:t>а</w:t>
      </w:r>
      <w:r w:rsidRPr="00A8157B">
        <w:rPr>
          <w:rFonts w:ascii="Arial" w:hAnsi="Arial" w:cs="Arial"/>
        </w:rPr>
        <w:t>ния городское поселение «Город Малоярославец» М.А. Крыловым и согласованным гла</w:t>
      </w:r>
      <w:r w:rsidRPr="00A8157B">
        <w:rPr>
          <w:rFonts w:ascii="Arial" w:hAnsi="Arial" w:cs="Arial"/>
        </w:rPr>
        <w:t>в</w:t>
      </w:r>
      <w:r w:rsidRPr="00A8157B">
        <w:rPr>
          <w:rFonts w:ascii="Arial" w:hAnsi="Arial" w:cs="Arial"/>
        </w:rPr>
        <w:t>ным архитектором Ю.Н. Литвиновой;</w:t>
      </w:r>
    </w:p>
    <w:p w:rsidR="00773A3C" w:rsidRPr="00A8157B" w:rsidRDefault="00773A3C" w:rsidP="00773A3C">
      <w:pPr>
        <w:autoSpaceDE w:val="0"/>
        <w:autoSpaceDN w:val="0"/>
        <w:adjustRightInd w:val="0"/>
        <w:spacing w:line="276" w:lineRule="auto"/>
        <w:ind w:left="283"/>
        <w:rPr>
          <w:rFonts w:ascii="Arial" w:hAnsi="Arial" w:cs="Arial"/>
        </w:rPr>
      </w:pPr>
      <w:r w:rsidRPr="00A8157B">
        <w:rPr>
          <w:rFonts w:ascii="Arial" w:hAnsi="Arial" w:cs="Arial"/>
        </w:rPr>
        <w:t>Земельный участок, осваиваемый проектными решениями, расположен</w:t>
      </w:r>
    </w:p>
    <w:p w:rsidR="00773A3C" w:rsidRPr="00A8157B" w:rsidRDefault="00773A3C" w:rsidP="00773A3C">
      <w:pPr>
        <w:autoSpaceDE w:val="0"/>
        <w:autoSpaceDN w:val="0"/>
        <w:adjustRightInd w:val="0"/>
        <w:rPr>
          <w:rFonts w:ascii="Arial" w:hAnsi="Arial" w:cs="Arial"/>
        </w:rPr>
      </w:pPr>
      <w:r w:rsidRPr="00A8157B">
        <w:rPr>
          <w:rFonts w:ascii="Arial" w:hAnsi="Arial" w:cs="Arial"/>
        </w:rPr>
        <w:t xml:space="preserve">  по адресу: Калужская обл., </w:t>
      </w:r>
      <w:proofErr w:type="spellStart"/>
      <w:r w:rsidRPr="00A8157B">
        <w:rPr>
          <w:rFonts w:ascii="Arial" w:hAnsi="Arial" w:cs="Arial"/>
        </w:rPr>
        <w:t>Малоярославецкий</w:t>
      </w:r>
      <w:proofErr w:type="spellEnd"/>
      <w:r w:rsidRPr="00A8157B">
        <w:rPr>
          <w:rFonts w:ascii="Arial" w:hAnsi="Arial" w:cs="Arial"/>
        </w:rPr>
        <w:t xml:space="preserve"> </w:t>
      </w:r>
      <w:proofErr w:type="spellStart"/>
      <w:r w:rsidRPr="00A8157B">
        <w:rPr>
          <w:rFonts w:ascii="Arial" w:hAnsi="Arial" w:cs="Arial"/>
        </w:rPr>
        <w:t>р-он</w:t>
      </w:r>
      <w:proofErr w:type="spellEnd"/>
      <w:r w:rsidRPr="00A8157B">
        <w:rPr>
          <w:rFonts w:ascii="Arial" w:hAnsi="Arial" w:cs="Arial"/>
        </w:rPr>
        <w:t>, г. Малоярославец,</w:t>
      </w:r>
    </w:p>
    <w:p w:rsidR="00773A3C" w:rsidRPr="00A8157B" w:rsidRDefault="00773A3C" w:rsidP="00773A3C">
      <w:pPr>
        <w:autoSpaceDE w:val="0"/>
        <w:autoSpaceDN w:val="0"/>
        <w:adjustRightInd w:val="0"/>
        <w:rPr>
          <w:rFonts w:ascii="Arial" w:hAnsi="Arial" w:cs="Arial"/>
        </w:rPr>
      </w:pPr>
      <w:r w:rsidRPr="00A8157B">
        <w:rPr>
          <w:rFonts w:ascii="Arial" w:hAnsi="Arial" w:cs="Arial"/>
        </w:rPr>
        <w:t xml:space="preserve">   ул. Ивановская, земельный участок с кадастровым номером</w:t>
      </w:r>
    </w:p>
    <w:p w:rsidR="00773A3C" w:rsidRPr="00A8157B" w:rsidRDefault="00773A3C" w:rsidP="00773A3C">
      <w:pPr>
        <w:spacing w:line="276" w:lineRule="auto"/>
        <w:ind w:right="140" w:firstLine="426"/>
        <w:rPr>
          <w:rFonts w:ascii="Arial" w:hAnsi="Arial" w:cs="Arial"/>
        </w:rPr>
      </w:pPr>
      <w:r w:rsidRPr="00A8157B">
        <w:rPr>
          <w:rFonts w:ascii="Arial" w:hAnsi="Arial" w:cs="Arial"/>
        </w:rPr>
        <w:t>40:13:030824:553 общей площадью 425 м.кв.</w:t>
      </w:r>
    </w:p>
    <w:p w:rsidR="00773A3C" w:rsidRPr="00A8157B" w:rsidRDefault="00773A3C" w:rsidP="00773A3C">
      <w:pPr>
        <w:autoSpaceDE w:val="0"/>
        <w:autoSpaceDN w:val="0"/>
        <w:adjustRightInd w:val="0"/>
        <w:rPr>
          <w:rFonts w:ascii="Arial" w:hAnsi="Arial" w:cs="Arial"/>
        </w:rPr>
      </w:pPr>
      <w:r w:rsidRPr="00A8157B">
        <w:rPr>
          <w:rFonts w:ascii="Arial" w:hAnsi="Arial" w:cs="Arial"/>
        </w:rPr>
        <w:t xml:space="preserve">   Согласно карте градостроительного зонирования Правил земле</w:t>
      </w:r>
    </w:p>
    <w:p w:rsidR="00773A3C" w:rsidRPr="00A8157B" w:rsidRDefault="00773A3C" w:rsidP="00773A3C">
      <w:pPr>
        <w:autoSpaceDE w:val="0"/>
        <w:autoSpaceDN w:val="0"/>
        <w:adjustRightInd w:val="0"/>
        <w:rPr>
          <w:rFonts w:ascii="Arial" w:hAnsi="Arial" w:cs="Arial"/>
        </w:rPr>
      </w:pPr>
      <w:r w:rsidRPr="00A8157B">
        <w:rPr>
          <w:rFonts w:ascii="Arial" w:hAnsi="Arial" w:cs="Arial"/>
        </w:rPr>
        <w:t xml:space="preserve">   пользования и застройки  МО "Город  Малоярославец" территория земельного</w:t>
      </w:r>
    </w:p>
    <w:p w:rsidR="00773A3C" w:rsidRPr="00A8157B" w:rsidRDefault="00773A3C" w:rsidP="00773A3C">
      <w:pPr>
        <w:autoSpaceDE w:val="0"/>
        <w:autoSpaceDN w:val="0"/>
        <w:adjustRightInd w:val="0"/>
        <w:rPr>
          <w:rFonts w:ascii="Arial" w:hAnsi="Arial" w:cs="Arial"/>
        </w:rPr>
      </w:pPr>
      <w:r w:rsidRPr="00A8157B">
        <w:rPr>
          <w:rFonts w:ascii="Arial" w:hAnsi="Arial" w:cs="Arial"/>
        </w:rPr>
        <w:t xml:space="preserve">   участка отнесена к зоне Ж-3.</w:t>
      </w:r>
    </w:p>
    <w:p w:rsidR="00773A3C" w:rsidRPr="00A8157B" w:rsidRDefault="00773A3C" w:rsidP="00773A3C">
      <w:pPr>
        <w:spacing w:line="276" w:lineRule="auto"/>
        <w:ind w:right="113" w:firstLine="284"/>
        <w:rPr>
          <w:rFonts w:ascii="Arial" w:hAnsi="Arial" w:cs="Arial"/>
        </w:rPr>
      </w:pPr>
      <w:r w:rsidRPr="00A8157B">
        <w:rPr>
          <w:rFonts w:ascii="Arial" w:hAnsi="Arial" w:cs="Arial"/>
        </w:rPr>
        <w:t>Разрешенный вид строительства – магазины.</w:t>
      </w:r>
    </w:p>
    <w:p w:rsidR="00773A3C" w:rsidRPr="00A8157B" w:rsidRDefault="00773A3C" w:rsidP="00773A3C">
      <w:pPr>
        <w:spacing w:line="276" w:lineRule="auto"/>
        <w:ind w:right="113" w:firstLine="284"/>
        <w:rPr>
          <w:rFonts w:ascii="Arial" w:hAnsi="Arial" w:cs="Arial"/>
        </w:rPr>
      </w:pPr>
      <w:r w:rsidRPr="00A8157B">
        <w:rPr>
          <w:rFonts w:ascii="Arial" w:hAnsi="Arial" w:cs="Arial"/>
        </w:rPr>
        <w:t>Основной задачей проекта планировки является определение параметров разв</w:t>
      </w:r>
      <w:r w:rsidRPr="00A8157B">
        <w:rPr>
          <w:rFonts w:ascii="Arial" w:hAnsi="Arial" w:cs="Arial"/>
        </w:rPr>
        <w:t>и</w:t>
      </w:r>
      <w:r w:rsidRPr="00A8157B">
        <w:rPr>
          <w:rFonts w:ascii="Arial" w:hAnsi="Arial" w:cs="Arial"/>
        </w:rPr>
        <w:t>тия планировочной структуры, границы зон размещения объектов капитального строительства. Определение характеристик элементов транспортной и</w:t>
      </w:r>
      <w:r w:rsidRPr="00A8157B">
        <w:t xml:space="preserve"> </w:t>
      </w:r>
      <w:r w:rsidRPr="00A8157B">
        <w:rPr>
          <w:rFonts w:ascii="Arial" w:hAnsi="Arial" w:cs="Arial"/>
        </w:rPr>
        <w:t>инженерной инфраструктуры необходимых для развития территории. Решение проблем тран</w:t>
      </w:r>
      <w:r w:rsidRPr="00A8157B">
        <w:rPr>
          <w:rFonts w:ascii="Arial" w:hAnsi="Arial" w:cs="Arial"/>
        </w:rPr>
        <w:t>с</w:t>
      </w:r>
      <w:r w:rsidRPr="00A8157B">
        <w:rPr>
          <w:rFonts w:ascii="Arial" w:hAnsi="Arial" w:cs="Arial"/>
        </w:rPr>
        <w:t xml:space="preserve">портного обслуживания территории. Проработать вопросы благоустройства. </w:t>
      </w:r>
    </w:p>
    <w:p w:rsidR="00773A3C" w:rsidRPr="00A8157B" w:rsidRDefault="00773A3C" w:rsidP="00773A3C">
      <w:pPr>
        <w:spacing w:line="276" w:lineRule="auto"/>
        <w:ind w:right="113" w:firstLine="284"/>
        <w:rPr>
          <w:rFonts w:ascii="Arial" w:hAnsi="Arial" w:cs="Arial"/>
        </w:rPr>
      </w:pPr>
      <w:r w:rsidRPr="00A8157B">
        <w:rPr>
          <w:rFonts w:ascii="Arial" w:hAnsi="Arial" w:cs="Arial"/>
        </w:rPr>
        <w:t>Проработать вопрос о размещении проектируемых объектов.</w:t>
      </w:r>
    </w:p>
    <w:p w:rsidR="00773A3C" w:rsidRPr="00A8157B" w:rsidRDefault="00773A3C" w:rsidP="00773A3C">
      <w:pPr>
        <w:spacing w:line="276" w:lineRule="auto"/>
        <w:ind w:right="113" w:firstLine="284"/>
        <w:rPr>
          <w:rFonts w:ascii="Arial" w:hAnsi="Arial" w:cs="Arial"/>
        </w:rPr>
      </w:pPr>
      <w:r w:rsidRPr="00A8157B">
        <w:rPr>
          <w:rFonts w:ascii="Arial" w:hAnsi="Arial" w:cs="Arial"/>
        </w:rPr>
        <w:t>Разработка архитектурно-планировочной структуры территории торгово-офисного здания, с учетом отведенных границ землепользования, имущественных и земел</w:t>
      </w:r>
      <w:r w:rsidRPr="00A8157B">
        <w:rPr>
          <w:rFonts w:ascii="Arial" w:hAnsi="Arial" w:cs="Arial"/>
        </w:rPr>
        <w:t>ь</w:t>
      </w:r>
      <w:r w:rsidRPr="00A8157B">
        <w:rPr>
          <w:rFonts w:ascii="Arial" w:hAnsi="Arial" w:cs="Arial"/>
        </w:rPr>
        <w:t xml:space="preserve">ных отношений. </w:t>
      </w:r>
    </w:p>
    <w:p w:rsidR="00773A3C" w:rsidRPr="00A8157B" w:rsidRDefault="00773A3C" w:rsidP="00773A3C">
      <w:pPr>
        <w:spacing w:line="276" w:lineRule="auto"/>
        <w:ind w:right="113" w:firstLine="284"/>
        <w:rPr>
          <w:rFonts w:ascii="Arial" w:hAnsi="Arial" w:cs="Arial"/>
        </w:rPr>
      </w:pPr>
      <w:r w:rsidRPr="00A8157B">
        <w:rPr>
          <w:rFonts w:ascii="Arial" w:hAnsi="Arial" w:cs="Arial"/>
        </w:rPr>
        <w:t>Проект планировки состоит из Основной (утверждаемой) части и соответствующих схем, а также содержит материалы по обоснованию (обосновывающая часть) прое</w:t>
      </w:r>
      <w:r w:rsidRPr="00A8157B">
        <w:rPr>
          <w:rFonts w:ascii="Arial" w:hAnsi="Arial" w:cs="Arial"/>
        </w:rPr>
        <w:t>к</w:t>
      </w:r>
      <w:r w:rsidRPr="00A8157B">
        <w:rPr>
          <w:rFonts w:ascii="Arial" w:hAnsi="Arial" w:cs="Arial"/>
        </w:rPr>
        <w:t>та.</w:t>
      </w:r>
    </w:p>
    <w:p w:rsidR="00773A3C" w:rsidRPr="00A8157B" w:rsidRDefault="00773A3C" w:rsidP="00773A3C">
      <w:pPr>
        <w:autoSpaceDE w:val="0"/>
        <w:autoSpaceDN w:val="0"/>
        <w:adjustRightInd w:val="0"/>
        <w:rPr>
          <w:rFonts w:ascii="Arial" w:hAnsi="Arial" w:cs="Arial"/>
        </w:rPr>
      </w:pPr>
      <w:r w:rsidRPr="00A8157B">
        <w:rPr>
          <w:rFonts w:ascii="Arial" w:hAnsi="Arial" w:cs="Arial"/>
        </w:rPr>
        <w:t>Проектируемый участок для здания торгово-офисного здания находится в городе М</w:t>
      </w:r>
      <w:r w:rsidRPr="00A8157B">
        <w:rPr>
          <w:rFonts w:ascii="Arial" w:hAnsi="Arial" w:cs="Arial"/>
        </w:rPr>
        <w:t>а</w:t>
      </w:r>
      <w:r w:rsidRPr="00A8157B">
        <w:rPr>
          <w:rFonts w:ascii="Arial" w:hAnsi="Arial" w:cs="Arial"/>
        </w:rPr>
        <w:t xml:space="preserve">лоярославец Калужской области на территории малоэтажной застройки по адресу: </w:t>
      </w:r>
    </w:p>
    <w:p w:rsidR="00773A3C" w:rsidRPr="00A8157B" w:rsidRDefault="00773A3C" w:rsidP="00773A3C">
      <w:pPr>
        <w:autoSpaceDE w:val="0"/>
        <w:autoSpaceDN w:val="0"/>
        <w:adjustRightInd w:val="0"/>
        <w:rPr>
          <w:rFonts w:ascii="Arial" w:hAnsi="Arial" w:cs="Arial"/>
        </w:rPr>
      </w:pPr>
      <w:r w:rsidRPr="00A8157B">
        <w:rPr>
          <w:rFonts w:ascii="Arial" w:hAnsi="Arial" w:cs="Arial"/>
        </w:rPr>
        <w:t>ул. Ивановская, земельный участок с кадастровым номером 40:13:030824:553</w:t>
      </w:r>
    </w:p>
    <w:p w:rsidR="00773A3C" w:rsidRPr="00A8157B" w:rsidRDefault="00773A3C" w:rsidP="00773A3C">
      <w:pPr>
        <w:spacing w:line="276" w:lineRule="auto"/>
        <w:ind w:left="142" w:firstLine="284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Сведения о наличии опасных природных и техногенных процессов на проект</w:t>
      </w:r>
      <w:r w:rsidRPr="00A8157B">
        <w:rPr>
          <w:rFonts w:ascii="Arial" w:hAnsi="Arial" w:cs="Arial"/>
        </w:rPr>
        <w:t>и</w:t>
      </w:r>
      <w:r w:rsidRPr="00A8157B">
        <w:rPr>
          <w:rFonts w:ascii="Arial" w:hAnsi="Arial" w:cs="Arial"/>
        </w:rPr>
        <w:t>руемой территории отсутствуют.</w:t>
      </w:r>
    </w:p>
    <w:p w:rsidR="00773A3C" w:rsidRPr="00A8157B" w:rsidRDefault="00773A3C" w:rsidP="00773A3C">
      <w:pPr>
        <w:spacing w:line="276" w:lineRule="auto"/>
        <w:ind w:left="142" w:firstLine="284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Район строительства не является исторической зоной Малоярославца, поэтому отсутствуют сведения о наличии историко-культурных и архитектурно-ландшафтных ценностей.</w:t>
      </w:r>
    </w:p>
    <w:p w:rsidR="00773A3C" w:rsidRPr="00A8157B" w:rsidRDefault="00773A3C" w:rsidP="00773A3C">
      <w:pPr>
        <w:spacing w:line="276" w:lineRule="auto"/>
        <w:ind w:firstLine="284"/>
        <w:rPr>
          <w:rFonts w:ascii="Arial" w:hAnsi="Arial" w:cs="Arial"/>
        </w:rPr>
      </w:pPr>
      <w:r w:rsidRPr="00A8157B">
        <w:rPr>
          <w:rFonts w:ascii="Arial" w:hAnsi="Arial" w:cs="Arial"/>
        </w:rPr>
        <w:t>Население г. Малоярославец по данным 2020 года – 30,401 тыс. жителей</w:t>
      </w:r>
      <w:r w:rsidRPr="00A8157B">
        <w:rPr>
          <w:rFonts w:ascii="Arial" w:hAnsi="Arial" w:cs="Arial"/>
          <w:sz w:val="18"/>
          <w:szCs w:val="18"/>
          <w:shd w:val="clear" w:color="auto" w:fill="FFFFFF"/>
        </w:rPr>
        <w:t xml:space="preserve"> </w:t>
      </w:r>
      <w:r w:rsidRPr="00A8157B">
        <w:rPr>
          <w:rFonts w:ascii="Arial" w:hAnsi="Arial" w:cs="Arial"/>
          <w:shd w:val="clear" w:color="auto" w:fill="FFFFFF"/>
        </w:rPr>
        <w:t>по оценке Федеральной службы государственной статистики</w:t>
      </w:r>
      <w:r w:rsidRPr="00A8157B">
        <w:rPr>
          <w:rFonts w:ascii="Arial" w:hAnsi="Arial" w:cs="Arial"/>
        </w:rPr>
        <w:t>.</w:t>
      </w:r>
    </w:p>
    <w:p w:rsidR="00773A3C" w:rsidRPr="00A8157B" w:rsidRDefault="00773A3C" w:rsidP="00773A3C">
      <w:pPr>
        <w:spacing w:line="276" w:lineRule="auto"/>
        <w:ind w:left="142" w:firstLine="284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 xml:space="preserve">Улицы Григория Соколова, </w:t>
      </w:r>
      <w:proofErr w:type="spellStart"/>
      <w:r w:rsidRPr="00A8157B">
        <w:rPr>
          <w:rFonts w:ascii="Arial" w:hAnsi="Arial" w:cs="Arial"/>
        </w:rPr>
        <w:t>Аузина</w:t>
      </w:r>
      <w:proofErr w:type="spellEnd"/>
      <w:r w:rsidRPr="00A8157B">
        <w:rPr>
          <w:rFonts w:ascii="Arial" w:hAnsi="Arial" w:cs="Arial"/>
        </w:rPr>
        <w:t xml:space="preserve"> и Карла Маркса являются магистральными улицами города Малоярославец. Улицы в жилой застройке Халтурина, Ивановская, вдоль которой находится отведенный участок, являются составляющей единой транспортной сети города.</w:t>
      </w:r>
    </w:p>
    <w:p w:rsidR="00773A3C" w:rsidRPr="00A8157B" w:rsidRDefault="00773A3C" w:rsidP="00773A3C">
      <w:pPr>
        <w:spacing w:line="276" w:lineRule="auto"/>
        <w:ind w:left="142" w:firstLine="284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lastRenderedPageBreak/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86pt;margin-top:-69.55pt;width:20.6pt;height:19.15pt;z-index:-251656192" filled="f" stroked="f" strokecolor="white [3212]" strokeweight="0">
            <v:textbox>
              <w:txbxContent>
                <w:p w:rsidR="00773A3C" w:rsidRPr="00DE2425" w:rsidRDefault="00773A3C" w:rsidP="00773A3C">
                  <w:pPr>
                    <w:rPr>
                      <w:sz w:val="22"/>
                      <w:szCs w:val="22"/>
                    </w:rPr>
                  </w:pPr>
                  <w:r w:rsidRPr="00DE2425">
                    <w:rPr>
                      <w:sz w:val="22"/>
                      <w:szCs w:val="22"/>
                    </w:rPr>
                    <w:t>5</w:t>
                  </w:r>
                </w:p>
              </w:txbxContent>
            </v:textbox>
          </v:shape>
        </w:pict>
      </w:r>
      <w:r w:rsidRPr="00A8157B">
        <w:rPr>
          <w:rFonts w:ascii="Arial" w:hAnsi="Arial" w:cs="Arial"/>
        </w:rPr>
        <w:t>Проектируемое здание находится на территории со сложившейся городской и</w:t>
      </w:r>
      <w:r w:rsidRPr="00A8157B">
        <w:rPr>
          <w:rFonts w:ascii="Arial" w:hAnsi="Arial" w:cs="Arial"/>
        </w:rPr>
        <w:t>н</w:t>
      </w:r>
      <w:r w:rsidRPr="00A8157B">
        <w:rPr>
          <w:rFonts w:ascii="Arial" w:hAnsi="Arial" w:cs="Arial"/>
        </w:rPr>
        <w:t xml:space="preserve">фраструктурой. </w:t>
      </w:r>
    </w:p>
    <w:p w:rsidR="00773A3C" w:rsidRPr="00A8157B" w:rsidRDefault="00773A3C" w:rsidP="00773A3C">
      <w:pPr>
        <w:spacing w:line="276" w:lineRule="auto"/>
        <w:ind w:left="142" w:firstLine="284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 xml:space="preserve">Район строительства относится ко II климатической зоне. </w:t>
      </w:r>
      <w:hyperlink r:id="rId16" w:tooltip="Климат" w:history="1">
        <w:r w:rsidRPr="00A8157B">
          <w:rPr>
            <w:rFonts w:ascii="Arial" w:hAnsi="Arial" w:cs="Arial"/>
          </w:rPr>
          <w:t>Климат</w:t>
        </w:r>
      </w:hyperlink>
      <w:r w:rsidRPr="00A8157B">
        <w:rPr>
          <w:rFonts w:ascii="Arial" w:hAnsi="Arial" w:cs="Arial"/>
        </w:rPr>
        <w:t xml:space="preserve"> - </w:t>
      </w:r>
      <w:hyperlink r:id="rId17" w:tooltip="Умеренно континентальный климат" w:history="1">
        <w:r w:rsidRPr="00A8157B">
          <w:rPr>
            <w:rFonts w:ascii="Arial" w:hAnsi="Arial" w:cs="Arial"/>
          </w:rPr>
          <w:t>умеренно ко</w:t>
        </w:r>
        <w:r w:rsidRPr="00A8157B">
          <w:rPr>
            <w:rFonts w:ascii="Arial" w:hAnsi="Arial" w:cs="Arial"/>
          </w:rPr>
          <w:t>н</w:t>
        </w:r>
        <w:r w:rsidRPr="00A8157B">
          <w:rPr>
            <w:rFonts w:ascii="Arial" w:hAnsi="Arial" w:cs="Arial"/>
          </w:rPr>
          <w:t>тинентальный</w:t>
        </w:r>
      </w:hyperlink>
      <w:r w:rsidRPr="00A8157B">
        <w:rPr>
          <w:rFonts w:ascii="Arial" w:hAnsi="Arial" w:cs="Arial"/>
        </w:rPr>
        <w:t xml:space="preserve">. </w:t>
      </w:r>
      <w:proofErr w:type="spellStart"/>
      <w:r w:rsidRPr="00A8157B">
        <w:rPr>
          <w:rFonts w:ascii="Arial" w:hAnsi="Arial" w:cs="Arial"/>
        </w:rPr>
        <w:t>Среднеянварская</w:t>
      </w:r>
      <w:proofErr w:type="spellEnd"/>
      <w:r w:rsidRPr="00A8157B">
        <w:rPr>
          <w:rFonts w:ascii="Arial" w:hAnsi="Arial" w:cs="Arial"/>
        </w:rPr>
        <w:t xml:space="preserve"> температура составляет около - 10°C, </w:t>
      </w:r>
      <w:proofErr w:type="spellStart"/>
      <w:r w:rsidRPr="00A8157B">
        <w:rPr>
          <w:rFonts w:ascii="Arial" w:hAnsi="Arial" w:cs="Arial"/>
        </w:rPr>
        <w:t>средн</w:t>
      </w:r>
      <w:r w:rsidRPr="00A8157B">
        <w:rPr>
          <w:rFonts w:ascii="Arial" w:hAnsi="Arial" w:cs="Arial"/>
        </w:rPr>
        <w:t>е</w:t>
      </w:r>
      <w:r w:rsidRPr="00A8157B">
        <w:rPr>
          <w:rFonts w:ascii="Arial" w:hAnsi="Arial" w:cs="Arial"/>
        </w:rPr>
        <w:t>июльская</w:t>
      </w:r>
      <w:proofErr w:type="spellEnd"/>
      <w:r w:rsidRPr="00A8157B">
        <w:rPr>
          <w:rFonts w:ascii="Arial" w:hAnsi="Arial" w:cs="Arial"/>
        </w:rPr>
        <w:t xml:space="preserve"> - +17,6°C. Средняя продолжительность безморозного периода - около 130 дней. Среднегодовое кол-во осадков - 550мм с колебаниями в отдельные годы от 390 до 850мм. Макс. осадков (390 мм) выпадает летом, мин. (160 мм) - зимой. </w:t>
      </w:r>
    </w:p>
    <w:p w:rsidR="00773A3C" w:rsidRDefault="00773A3C" w:rsidP="00773A3C">
      <w:pPr>
        <w:spacing w:line="276" w:lineRule="auto"/>
        <w:ind w:left="142" w:firstLine="567"/>
        <w:jc w:val="both"/>
        <w:rPr>
          <w:rFonts w:ascii="Arial" w:hAnsi="Arial" w:cs="Arial"/>
        </w:rPr>
      </w:pPr>
    </w:p>
    <w:p w:rsidR="00773A3C" w:rsidRPr="00A8157B" w:rsidRDefault="00773A3C" w:rsidP="00773A3C">
      <w:pPr>
        <w:spacing w:line="276" w:lineRule="auto"/>
        <w:ind w:left="142" w:firstLine="567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Участок граничит:</w:t>
      </w:r>
    </w:p>
    <w:p w:rsidR="00773A3C" w:rsidRPr="00A8157B" w:rsidRDefault="00773A3C" w:rsidP="00773A3C">
      <w:pPr>
        <w:ind w:left="284" w:firstLine="284"/>
        <w:rPr>
          <w:rFonts w:ascii="Arial" w:hAnsi="Arial" w:cs="Arial"/>
        </w:rPr>
      </w:pPr>
      <w:r w:rsidRPr="00A8157B">
        <w:rPr>
          <w:rFonts w:ascii="Arial" w:hAnsi="Arial" w:cs="Arial"/>
        </w:rPr>
        <w:t>- с северной стороны – с частным сектором ул.Ивановской;</w:t>
      </w:r>
    </w:p>
    <w:p w:rsidR="00773A3C" w:rsidRPr="00A8157B" w:rsidRDefault="00773A3C" w:rsidP="00773A3C">
      <w:pPr>
        <w:ind w:left="284" w:firstLine="284"/>
        <w:rPr>
          <w:rFonts w:ascii="Arial" w:hAnsi="Arial" w:cs="Arial"/>
        </w:rPr>
      </w:pPr>
      <w:r w:rsidRPr="00A8157B">
        <w:rPr>
          <w:rFonts w:ascii="Arial" w:hAnsi="Arial" w:cs="Arial"/>
        </w:rPr>
        <w:t>- с восточной стороны – с проезжей частью ул. Ивановской;</w:t>
      </w:r>
    </w:p>
    <w:p w:rsidR="00773A3C" w:rsidRPr="00A8157B" w:rsidRDefault="00773A3C" w:rsidP="00773A3C">
      <w:pPr>
        <w:ind w:left="284" w:firstLine="284"/>
        <w:rPr>
          <w:rFonts w:ascii="Arial" w:hAnsi="Arial" w:cs="Arial"/>
        </w:rPr>
      </w:pPr>
      <w:r w:rsidRPr="00A8157B">
        <w:rPr>
          <w:rFonts w:ascii="Arial" w:hAnsi="Arial" w:cs="Arial"/>
        </w:rPr>
        <w:t xml:space="preserve">- с южной стороны– с проезжей частью ул. </w:t>
      </w:r>
      <w:proofErr w:type="spellStart"/>
      <w:r w:rsidRPr="00A8157B">
        <w:rPr>
          <w:rFonts w:ascii="Arial" w:hAnsi="Arial" w:cs="Arial"/>
        </w:rPr>
        <w:t>Аузина</w:t>
      </w:r>
      <w:proofErr w:type="spellEnd"/>
      <w:r w:rsidRPr="00A8157B">
        <w:rPr>
          <w:rFonts w:ascii="Arial" w:hAnsi="Arial" w:cs="Arial"/>
        </w:rPr>
        <w:t xml:space="preserve">;  </w:t>
      </w:r>
    </w:p>
    <w:p w:rsidR="00773A3C" w:rsidRPr="00A8157B" w:rsidRDefault="00773A3C" w:rsidP="00773A3C">
      <w:pPr>
        <w:ind w:left="284" w:firstLine="284"/>
        <w:rPr>
          <w:rFonts w:ascii="Arial" w:hAnsi="Arial" w:cs="Arial"/>
        </w:rPr>
      </w:pPr>
      <w:r w:rsidRPr="00A8157B">
        <w:rPr>
          <w:rFonts w:ascii="Arial" w:hAnsi="Arial" w:cs="Arial"/>
        </w:rPr>
        <w:t xml:space="preserve">- с западной стороны - с частным сектором ул. </w:t>
      </w:r>
      <w:proofErr w:type="spellStart"/>
      <w:r w:rsidRPr="00A8157B">
        <w:rPr>
          <w:rFonts w:ascii="Arial" w:hAnsi="Arial" w:cs="Arial"/>
        </w:rPr>
        <w:t>Аузина</w:t>
      </w:r>
      <w:proofErr w:type="spellEnd"/>
      <w:r w:rsidRPr="00A8157B">
        <w:rPr>
          <w:rFonts w:ascii="Arial" w:hAnsi="Arial" w:cs="Arial"/>
        </w:rPr>
        <w:t>.</w:t>
      </w:r>
    </w:p>
    <w:p w:rsidR="00773A3C" w:rsidRPr="00A8157B" w:rsidRDefault="00773A3C" w:rsidP="00773A3C">
      <w:pPr>
        <w:autoSpaceDE w:val="0"/>
        <w:autoSpaceDN w:val="0"/>
        <w:adjustRightInd w:val="0"/>
        <w:spacing w:line="264" w:lineRule="auto"/>
        <w:ind w:left="709"/>
        <w:rPr>
          <w:rFonts w:ascii="Arial" w:hAnsi="Arial" w:cs="Arial"/>
        </w:rPr>
      </w:pPr>
      <w:r w:rsidRPr="00A8157B">
        <w:rPr>
          <w:rFonts w:ascii="Arial" w:hAnsi="Arial" w:cs="Arial"/>
        </w:rPr>
        <w:t xml:space="preserve">   Информация о публичных сервитутах в соответствии с градостроительным планом отсутствует.</w:t>
      </w:r>
    </w:p>
    <w:p w:rsidR="00773A3C" w:rsidRPr="00A8157B" w:rsidRDefault="00773A3C" w:rsidP="00773A3C">
      <w:pPr>
        <w:spacing w:line="276" w:lineRule="auto"/>
        <w:ind w:left="142" w:firstLine="567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Территория земельного участка свободна от застройки.</w:t>
      </w:r>
    </w:p>
    <w:p w:rsidR="00B0782B" w:rsidRPr="006838DE" w:rsidRDefault="00B0782B" w:rsidP="00B0782B">
      <w:pPr>
        <w:ind w:left="284" w:firstLine="425"/>
        <w:jc w:val="both"/>
        <w:rPr>
          <w:rFonts w:ascii="Arial" w:hAnsi="Arial" w:cs="Arial"/>
          <w:sz w:val="16"/>
          <w:szCs w:val="16"/>
        </w:rPr>
      </w:pPr>
    </w:p>
    <w:p w:rsidR="00773A3C" w:rsidRPr="00A8157B" w:rsidRDefault="00773A3C" w:rsidP="00773A3C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Проектируемое здание находится в районе со сложившейся городской инфр</w:t>
      </w:r>
      <w:r w:rsidRPr="00A8157B">
        <w:rPr>
          <w:rFonts w:ascii="Arial" w:hAnsi="Arial" w:cs="Arial"/>
        </w:rPr>
        <w:t>а</w:t>
      </w:r>
      <w:r w:rsidRPr="00A8157B">
        <w:rPr>
          <w:rFonts w:ascii="Arial" w:hAnsi="Arial" w:cs="Arial"/>
        </w:rPr>
        <w:t>структурой среди существующей застройки.</w:t>
      </w:r>
    </w:p>
    <w:p w:rsidR="00773A3C" w:rsidRPr="00A8157B" w:rsidRDefault="00773A3C" w:rsidP="00773A3C">
      <w:pPr>
        <w:spacing w:line="276" w:lineRule="auto"/>
        <w:ind w:left="142" w:firstLine="567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Рассматриваемая территория площадью 1100.0 м.кв.</w:t>
      </w:r>
    </w:p>
    <w:p w:rsidR="00773A3C" w:rsidRPr="00A8157B" w:rsidRDefault="00773A3C" w:rsidP="00773A3C">
      <w:pPr>
        <w:spacing w:line="276" w:lineRule="auto"/>
        <w:ind w:left="142" w:firstLine="567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- красная линии (линия застройки) ул. Ивановская;</w:t>
      </w:r>
    </w:p>
    <w:p w:rsidR="00773A3C" w:rsidRPr="00A8157B" w:rsidRDefault="00773A3C" w:rsidP="00773A3C">
      <w:pPr>
        <w:spacing w:line="276" w:lineRule="auto"/>
        <w:ind w:left="142" w:firstLine="567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 xml:space="preserve">- красная линии (линия застройки) ул. </w:t>
      </w:r>
      <w:proofErr w:type="spellStart"/>
      <w:r w:rsidRPr="00A8157B">
        <w:rPr>
          <w:rFonts w:ascii="Arial" w:hAnsi="Arial" w:cs="Arial"/>
        </w:rPr>
        <w:t>Аузина</w:t>
      </w:r>
      <w:proofErr w:type="spellEnd"/>
      <w:r w:rsidRPr="00A8157B">
        <w:rPr>
          <w:rFonts w:ascii="Arial" w:hAnsi="Arial" w:cs="Arial"/>
        </w:rPr>
        <w:t>;</w:t>
      </w:r>
    </w:p>
    <w:p w:rsidR="00773A3C" w:rsidRPr="00A8157B" w:rsidRDefault="00773A3C" w:rsidP="00773A3C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Одной из задач проекта является планировочное объединение существующей и новой застройки и обеспечение населения объектами культурно-бытового и ко</w:t>
      </w:r>
      <w:r w:rsidRPr="00A8157B">
        <w:rPr>
          <w:rFonts w:ascii="Arial" w:hAnsi="Arial" w:cs="Arial"/>
        </w:rPr>
        <w:t>м</w:t>
      </w:r>
      <w:r w:rsidRPr="00A8157B">
        <w:rPr>
          <w:rFonts w:ascii="Arial" w:hAnsi="Arial" w:cs="Arial"/>
        </w:rPr>
        <w:t>мунального назначения.</w:t>
      </w:r>
    </w:p>
    <w:p w:rsidR="00773A3C" w:rsidRPr="00A8157B" w:rsidRDefault="00773A3C" w:rsidP="00773A3C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Проектом планировки на отведенном участке предполагается строительство торгово-офисного здания с учетом утвержденного эскиза и данного проекта план</w:t>
      </w:r>
      <w:r w:rsidRPr="00A8157B">
        <w:rPr>
          <w:rFonts w:ascii="Arial" w:hAnsi="Arial" w:cs="Arial"/>
        </w:rPr>
        <w:t>и</w:t>
      </w:r>
      <w:r w:rsidRPr="00A8157B">
        <w:rPr>
          <w:rFonts w:ascii="Arial" w:hAnsi="Arial" w:cs="Arial"/>
        </w:rPr>
        <w:t>ровки, обеспечения противопожарных и санитарных нормативов.</w:t>
      </w:r>
    </w:p>
    <w:p w:rsidR="00773A3C" w:rsidRPr="00A8157B" w:rsidRDefault="00773A3C" w:rsidP="00773A3C">
      <w:pPr>
        <w:shd w:val="clear" w:color="auto" w:fill="FFFFFF"/>
        <w:spacing w:line="276" w:lineRule="auto"/>
        <w:rPr>
          <w:rFonts w:ascii="Arial" w:hAnsi="Arial" w:cs="Arial"/>
        </w:rPr>
      </w:pPr>
      <w:r w:rsidRPr="00A8157B">
        <w:rPr>
          <w:rFonts w:ascii="Arial" w:hAnsi="Arial" w:cs="Arial"/>
        </w:rPr>
        <w:t xml:space="preserve">      Расчет нормированной площади земельного участка выполнен "СП 42.13330.2016.    </w:t>
      </w:r>
    </w:p>
    <w:p w:rsidR="00773A3C" w:rsidRPr="00A8157B" w:rsidRDefault="00773A3C" w:rsidP="00773A3C">
      <w:pPr>
        <w:shd w:val="clear" w:color="auto" w:fill="FFFFFF"/>
        <w:spacing w:line="276" w:lineRule="auto"/>
        <w:rPr>
          <w:rFonts w:ascii="Arial" w:hAnsi="Arial" w:cs="Arial"/>
        </w:rPr>
      </w:pPr>
      <w:r w:rsidRPr="00A8157B">
        <w:rPr>
          <w:rFonts w:ascii="Arial" w:hAnsi="Arial" w:cs="Arial"/>
        </w:rPr>
        <w:t xml:space="preserve">   Свод правил. Градостроительство. Планировка и застройка городских и сельских по </w:t>
      </w:r>
    </w:p>
    <w:p w:rsidR="00773A3C" w:rsidRPr="00A8157B" w:rsidRDefault="00773A3C" w:rsidP="00773A3C">
      <w:pPr>
        <w:shd w:val="clear" w:color="auto" w:fill="FFFFFF"/>
        <w:spacing w:line="276" w:lineRule="auto"/>
        <w:rPr>
          <w:rFonts w:ascii="Arial" w:hAnsi="Arial" w:cs="Arial"/>
        </w:rPr>
      </w:pPr>
      <w:r w:rsidRPr="00A8157B">
        <w:rPr>
          <w:rFonts w:ascii="Arial" w:hAnsi="Arial" w:cs="Arial"/>
        </w:rPr>
        <w:t xml:space="preserve">   селений., табл. Д1: на 100м2 торговой площади размер земельного участка 0,06-</w:t>
      </w:r>
    </w:p>
    <w:p w:rsidR="00773A3C" w:rsidRPr="00A8157B" w:rsidRDefault="00773A3C" w:rsidP="00773A3C">
      <w:pPr>
        <w:shd w:val="clear" w:color="auto" w:fill="FFFFFF"/>
        <w:spacing w:line="276" w:lineRule="auto"/>
        <w:rPr>
          <w:rFonts w:ascii="Arial" w:hAnsi="Arial" w:cs="Arial"/>
        </w:rPr>
      </w:pPr>
      <w:r w:rsidRPr="00A8157B">
        <w:rPr>
          <w:rFonts w:ascii="Arial" w:hAnsi="Arial" w:cs="Arial"/>
        </w:rPr>
        <w:t xml:space="preserve">   0,08га при размере торговой площади 250-650м2.</w:t>
      </w:r>
    </w:p>
    <w:p w:rsidR="00773A3C" w:rsidRPr="00A8157B" w:rsidRDefault="00773A3C" w:rsidP="00773A3C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Торговая площадь проектируемого магазина составляет 93,1м2.</w:t>
      </w:r>
    </w:p>
    <w:p w:rsidR="00773A3C" w:rsidRPr="00A8157B" w:rsidRDefault="00773A3C" w:rsidP="00773A3C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Нормированная площадь земельного участка: 93,1х0,06:100=0,055 га (550м2).</w:t>
      </w:r>
    </w:p>
    <w:p w:rsidR="00773A3C" w:rsidRPr="00A8157B" w:rsidRDefault="00773A3C" w:rsidP="00773A3C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Фактическая площадь земельного участка составляет 1100м2.</w:t>
      </w:r>
    </w:p>
    <w:p w:rsidR="00773A3C" w:rsidRPr="00A8157B" w:rsidRDefault="00773A3C" w:rsidP="00773A3C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Площадь дополнительно отведенного участка под парковки составляет 675м2.</w:t>
      </w:r>
    </w:p>
    <w:p w:rsidR="00773A3C" w:rsidRPr="00A8157B" w:rsidRDefault="00773A3C" w:rsidP="00773A3C">
      <w:pPr>
        <w:spacing w:line="276" w:lineRule="auto"/>
        <w:ind w:left="142" w:firstLine="567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pict>
          <v:shape id="_x0000_s1027" type="#_x0000_t202" style="position:absolute;left:0;text-align:left;margin-left:483.5pt;margin-top:-20.4pt;width:20.6pt;height:17pt;z-index:-251654144" filled="f" strokecolor="white [3212]" strokeweight="0">
            <v:textbox>
              <w:txbxContent>
                <w:p w:rsidR="00773A3C" w:rsidRPr="00DE2425" w:rsidRDefault="00773A3C" w:rsidP="00773A3C">
                  <w:pPr>
                    <w:rPr>
                      <w:sz w:val="22"/>
                      <w:szCs w:val="22"/>
                    </w:rPr>
                  </w:pPr>
                  <w:r>
                    <w:rPr>
                      <w:sz w:val="22"/>
                      <w:szCs w:val="22"/>
                    </w:rPr>
                    <w:t>6</w:t>
                  </w:r>
                </w:p>
              </w:txbxContent>
            </v:textbox>
          </v:shape>
        </w:pict>
      </w:r>
      <w:r w:rsidRPr="00A8157B">
        <w:rPr>
          <w:rFonts w:ascii="Arial" w:hAnsi="Arial" w:cs="Arial"/>
        </w:rPr>
        <w:t xml:space="preserve">Вход в здание предусмотрен с угловой части улиц Ивановской и </w:t>
      </w:r>
      <w:proofErr w:type="spellStart"/>
      <w:r w:rsidRPr="00A8157B">
        <w:rPr>
          <w:rFonts w:ascii="Arial" w:hAnsi="Arial" w:cs="Arial"/>
        </w:rPr>
        <w:t>Аузина</w:t>
      </w:r>
      <w:proofErr w:type="spellEnd"/>
      <w:r w:rsidRPr="00A8157B">
        <w:rPr>
          <w:rFonts w:ascii="Arial" w:hAnsi="Arial" w:cs="Arial"/>
        </w:rPr>
        <w:t xml:space="preserve"> со ст</w:t>
      </w:r>
      <w:r w:rsidRPr="00A8157B">
        <w:rPr>
          <w:rFonts w:ascii="Arial" w:hAnsi="Arial" w:cs="Arial"/>
        </w:rPr>
        <w:t>о</w:t>
      </w:r>
      <w:r w:rsidRPr="00A8157B">
        <w:rPr>
          <w:rFonts w:ascii="Arial" w:hAnsi="Arial" w:cs="Arial"/>
        </w:rPr>
        <w:t xml:space="preserve">роны которых предусмотрены тротуары с плиточным покрытием, а также карманы для парковки легковых автомобилей на 12 </w:t>
      </w:r>
      <w:proofErr w:type="spellStart"/>
      <w:r w:rsidRPr="00A8157B">
        <w:rPr>
          <w:rFonts w:ascii="Arial" w:hAnsi="Arial" w:cs="Arial"/>
        </w:rPr>
        <w:t>машино-мест</w:t>
      </w:r>
      <w:proofErr w:type="spellEnd"/>
      <w:r w:rsidRPr="00A8157B">
        <w:rPr>
          <w:rFonts w:ascii="Arial" w:hAnsi="Arial" w:cs="Arial"/>
        </w:rPr>
        <w:t xml:space="preserve">. </w:t>
      </w:r>
    </w:p>
    <w:p w:rsidR="00773A3C" w:rsidRPr="00A8157B" w:rsidRDefault="00773A3C" w:rsidP="00773A3C">
      <w:pPr>
        <w:spacing w:line="276" w:lineRule="auto"/>
        <w:ind w:left="142" w:firstLine="567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Проектом предусмотрена закрытая площадка для загрузки со стороны  ул. Ив</w:t>
      </w:r>
      <w:r w:rsidRPr="00A8157B">
        <w:rPr>
          <w:rFonts w:ascii="Arial" w:hAnsi="Arial" w:cs="Arial"/>
        </w:rPr>
        <w:t>а</w:t>
      </w:r>
      <w:r w:rsidRPr="00A8157B">
        <w:rPr>
          <w:rFonts w:ascii="Arial" w:hAnsi="Arial" w:cs="Arial"/>
        </w:rPr>
        <w:t xml:space="preserve">новская </w:t>
      </w:r>
    </w:p>
    <w:p w:rsidR="00773A3C" w:rsidRPr="00A8157B" w:rsidRDefault="00773A3C" w:rsidP="00773A3C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Проезд вдоль здания обеспечивает подъезд пожарных автомобилей.</w:t>
      </w:r>
    </w:p>
    <w:p w:rsidR="00590DFC" w:rsidRPr="00773A3C" w:rsidRDefault="00773A3C" w:rsidP="00773A3C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8157B">
        <w:rPr>
          <w:rFonts w:ascii="Arial" w:hAnsi="Arial" w:cs="Arial"/>
        </w:rPr>
        <w:t>Площадь застройки здания составляет 216.0 м.кв. Общая нормируемая площадь здания - 322,4 м.кв.</w:t>
      </w:r>
    </w:p>
    <w:p w:rsidR="00EC5FE2" w:rsidRPr="00727A76" w:rsidRDefault="00EC5FE2" w:rsidP="00704DB0">
      <w:pPr>
        <w:spacing w:line="276" w:lineRule="auto"/>
        <w:ind w:left="142" w:right="-170" w:firstLine="567"/>
        <w:jc w:val="center"/>
        <w:rPr>
          <w:rFonts w:ascii="Arial" w:hAnsi="Arial" w:cs="Arial"/>
          <w:b/>
          <w:sz w:val="28"/>
          <w:szCs w:val="28"/>
        </w:rPr>
      </w:pPr>
      <w:r w:rsidRPr="00727A76">
        <w:rPr>
          <w:rFonts w:ascii="Arial" w:hAnsi="Arial" w:cs="Arial"/>
          <w:b/>
        </w:rPr>
        <w:lastRenderedPageBreak/>
        <w:t>5</w:t>
      </w:r>
      <w:r w:rsidRPr="00727A76">
        <w:rPr>
          <w:rFonts w:ascii="Arial" w:hAnsi="Arial" w:cs="Arial"/>
          <w:b/>
          <w:sz w:val="28"/>
          <w:szCs w:val="28"/>
        </w:rPr>
        <w:t>. Мероприятия по охране природы</w:t>
      </w:r>
    </w:p>
    <w:p w:rsidR="00EC5FE2" w:rsidRPr="00727A76" w:rsidRDefault="00EC5FE2" w:rsidP="00704DB0">
      <w:pPr>
        <w:spacing w:line="276" w:lineRule="auto"/>
        <w:ind w:left="142" w:right="-170" w:firstLine="567"/>
        <w:jc w:val="center"/>
        <w:rPr>
          <w:rFonts w:ascii="Arial" w:hAnsi="Arial" w:cs="Arial"/>
          <w:b/>
          <w:sz w:val="16"/>
          <w:szCs w:val="16"/>
        </w:rPr>
      </w:pPr>
    </w:p>
    <w:p w:rsidR="00EC5FE2" w:rsidRDefault="00EC5FE2" w:rsidP="00704DB0">
      <w:pPr>
        <w:spacing w:line="276" w:lineRule="auto"/>
        <w:ind w:left="142" w:right="-170" w:firstLine="567"/>
        <w:rPr>
          <w:rFonts w:ascii="Arial" w:hAnsi="Arial" w:cs="Arial"/>
        </w:rPr>
      </w:pPr>
      <w:r w:rsidRPr="00727A76">
        <w:rPr>
          <w:rFonts w:ascii="Arial" w:hAnsi="Arial" w:cs="Arial"/>
        </w:rPr>
        <w:t xml:space="preserve">Экологическая ситуация посредственная. Основной загрязнитель атмосферы - транзитный автотранспорт. </w:t>
      </w:r>
    </w:p>
    <w:p w:rsidR="00375B3A" w:rsidRPr="00A57B60" w:rsidRDefault="00375B3A" w:rsidP="00375B3A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57B60">
        <w:rPr>
          <w:rFonts w:ascii="Arial" w:hAnsi="Arial" w:cs="Arial"/>
        </w:rPr>
        <w:t>Территория объектов строительства благоустраивается, предусматривается а</w:t>
      </w:r>
      <w:r w:rsidRPr="00A57B60">
        <w:rPr>
          <w:rFonts w:ascii="Arial" w:hAnsi="Arial" w:cs="Arial"/>
        </w:rPr>
        <w:t>с</w:t>
      </w:r>
      <w:r w:rsidRPr="00A57B60">
        <w:rPr>
          <w:rFonts w:ascii="Arial" w:hAnsi="Arial" w:cs="Arial"/>
        </w:rPr>
        <w:t>фальтобетонное и плиточное покрытие проездов и площадок.</w:t>
      </w:r>
    </w:p>
    <w:p w:rsidR="00375B3A" w:rsidRPr="00A57B60" w:rsidRDefault="00375B3A" w:rsidP="00375B3A">
      <w:pPr>
        <w:spacing w:line="276" w:lineRule="auto"/>
        <w:ind w:left="284" w:firstLine="283"/>
        <w:jc w:val="both"/>
        <w:rPr>
          <w:rFonts w:ascii="Arial" w:hAnsi="Arial" w:cs="Arial"/>
        </w:rPr>
      </w:pPr>
      <w:r w:rsidRPr="00A57B60">
        <w:rPr>
          <w:rFonts w:ascii="Arial" w:hAnsi="Arial" w:cs="Arial"/>
        </w:rPr>
        <w:t>Зеленые насаждения, предусмотренные проектом, образуют единую систему озеленения, которое решается, в основном, устройством устойчивого газонного п</w:t>
      </w:r>
      <w:r w:rsidRPr="00A57B60">
        <w:rPr>
          <w:rFonts w:ascii="Arial" w:hAnsi="Arial" w:cs="Arial"/>
        </w:rPr>
        <w:t>о</w:t>
      </w:r>
      <w:r w:rsidRPr="00A57B60">
        <w:rPr>
          <w:rFonts w:ascii="Arial" w:hAnsi="Arial" w:cs="Arial"/>
        </w:rPr>
        <w:t xml:space="preserve">крытия. </w:t>
      </w:r>
    </w:p>
    <w:p w:rsidR="00EC5FE2" w:rsidRPr="00727A76" w:rsidRDefault="00EC5FE2" w:rsidP="00704DB0">
      <w:pPr>
        <w:spacing w:line="276" w:lineRule="auto"/>
        <w:ind w:left="142" w:right="-170" w:firstLine="567"/>
        <w:rPr>
          <w:rFonts w:ascii="Arial" w:hAnsi="Arial" w:cs="Arial"/>
        </w:rPr>
      </w:pPr>
      <w:bookmarkStart w:id="2" w:name="_GoBack"/>
      <w:bookmarkEnd w:id="2"/>
      <w:r w:rsidRPr="00727A76">
        <w:rPr>
          <w:rFonts w:ascii="Arial" w:hAnsi="Arial" w:cs="Arial"/>
        </w:rPr>
        <w:t>Организационные мероприятия - благоустройство дорог, производственный ко</w:t>
      </w:r>
      <w:r w:rsidRPr="00727A76">
        <w:rPr>
          <w:rFonts w:ascii="Arial" w:hAnsi="Arial" w:cs="Arial"/>
        </w:rPr>
        <w:t>н</w:t>
      </w:r>
      <w:r w:rsidRPr="00727A76">
        <w:rPr>
          <w:rFonts w:ascii="Arial" w:hAnsi="Arial" w:cs="Arial"/>
        </w:rPr>
        <w:t>троль за соблюдением нормативов ПДК, своевременный полив улиц.</w:t>
      </w:r>
    </w:p>
    <w:p w:rsidR="00EC5FE2" w:rsidRPr="00E906B6" w:rsidRDefault="00EC5FE2" w:rsidP="00704DB0">
      <w:pPr>
        <w:spacing w:line="276" w:lineRule="auto"/>
        <w:ind w:left="142" w:right="-170" w:firstLine="567"/>
        <w:rPr>
          <w:rFonts w:ascii="Arial" w:hAnsi="Arial" w:cs="Arial"/>
        </w:rPr>
      </w:pPr>
    </w:p>
    <w:p w:rsidR="00EC5FE2" w:rsidRPr="00E906B6" w:rsidRDefault="00EC5FE2" w:rsidP="00704DB0">
      <w:pPr>
        <w:spacing w:line="276" w:lineRule="auto"/>
        <w:ind w:left="142" w:right="-170" w:firstLine="567"/>
        <w:jc w:val="center"/>
        <w:rPr>
          <w:rFonts w:ascii="Arial" w:hAnsi="Arial" w:cs="Arial"/>
          <w:b/>
        </w:rPr>
      </w:pPr>
    </w:p>
    <w:p w:rsidR="00EC5FE2" w:rsidRPr="00E906B6" w:rsidRDefault="00EC5FE2" w:rsidP="00704DB0">
      <w:pPr>
        <w:spacing w:line="276" w:lineRule="auto"/>
        <w:ind w:left="142" w:right="-170" w:firstLine="567"/>
        <w:jc w:val="center"/>
        <w:rPr>
          <w:rFonts w:ascii="Arial" w:hAnsi="Arial" w:cs="Arial"/>
          <w:b/>
        </w:rPr>
      </w:pPr>
    </w:p>
    <w:p w:rsidR="00EC5FE2" w:rsidRPr="00E906B6" w:rsidRDefault="00EC5FE2" w:rsidP="00704DB0">
      <w:pPr>
        <w:spacing w:line="276" w:lineRule="auto"/>
        <w:ind w:left="142" w:right="-170" w:firstLine="567"/>
        <w:jc w:val="both"/>
        <w:rPr>
          <w:rFonts w:ascii="Arial" w:hAnsi="Arial" w:cs="Arial"/>
          <w:b/>
        </w:rPr>
      </w:pPr>
    </w:p>
    <w:p w:rsidR="00EC5FE2" w:rsidRPr="00E906B6" w:rsidRDefault="00EC5FE2" w:rsidP="00704DB0">
      <w:pPr>
        <w:spacing w:line="276" w:lineRule="auto"/>
        <w:ind w:left="142" w:right="-170" w:firstLine="567"/>
        <w:jc w:val="center"/>
        <w:rPr>
          <w:rFonts w:ascii="Arial" w:hAnsi="Arial" w:cs="Arial"/>
          <w:b/>
        </w:rPr>
      </w:pPr>
    </w:p>
    <w:p w:rsidR="00EC5FE2" w:rsidRPr="00E906B6" w:rsidRDefault="00EC5FE2" w:rsidP="00704DB0">
      <w:pPr>
        <w:spacing w:line="276" w:lineRule="auto"/>
        <w:ind w:left="142" w:right="-170" w:firstLine="567"/>
        <w:jc w:val="center"/>
        <w:rPr>
          <w:rFonts w:ascii="Arial" w:hAnsi="Arial" w:cs="Arial"/>
          <w:b/>
        </w:rPr>
      </w:pPr>
    </w:p>
    <w:p w:rsidR="00EC5FE2" w:rsidRPr="00E906B6" w:rsidRDefault="00EC5FE2" w:rsidP="00704DB0">
      <w:pPr>
        <w:spacing w:line="276" w:lineRule="auto"/>
        <w:ind w:left="142" w:right="-170" w:firstLine="567"/>
        <w:jc w:val="center"/>
        <w:rPr>
          <w:rFonts w:ascii="Arial" w:hAnsi="Arial" w:cs="Arial"/>
          <w:b/>
        </w:rPr>
      </w:pPr>
    </w:p>
    <w:p w:rsidR="00EC5FE2" w:rsidRPr="00E906B6" w:rsidRDefault="00EC5FE2" w:rsidP="00704DB0">
      <w:pPr>
        <w:spacing w:line="276" w:lineRule="auto"/>
        <w:ind w:left="142" w:right="-170" w:firstLine="567"/>
        <w:jc w:val="center"/>
        <w:rPr>
          <w:rFonts w:ascii="Arial" w:hAnsi="Arial" w:cs="Arial"/>
          <w:b/>
        </w:rPr>
      </w:pPr>
    </w:p>
    <w:p w:rsidR="00EC5FE2" w:rsidRPr="00E906B6" w:rsidRDefault="00EC5FE2" w:rsidP="00704DB0">
      <w:pPr>
        <w:spacing w:line="276" w:lineRule="auto"/>
        <w:ind w:left="142" w:right="-170" w:firstLine="567"/>
        <w:jc w:val="center"/>
        <w:rPr>
          <w:rFonts w:ascii="Arial" w:hAnsi="Arial" w:cs="Arial"/>
          <w:b/>
        </w:rPr>
      </w:pPr>
    </w:p>
    <w:p w:rsidR="00EC5FE2" w:rsidRPr="00E906B6" w:rsidRDefault="00EC5FE2" w:rsidP="00704DB0">
      <w:pPr>
        <w:spacing w:line="276" w:lineRule="auto"/>
        <w:ind w:left="142" w:right="-170" w:firstLine="567"/>
        <w:jc w:val="center"/>
        <w:rPr>
          <w:rFonts w:ascii="Arial" w:hAnsi="Arial" w:cs="Arial"/>
          <w:b/>
        </w:rPr>
      </w:pPr>
    </w:p>
    <w:p w:rsidR="00EC5FE2" w:rsidRPr="00E906B6" w:rsidRDefault="00EC5FE2" w:rsidP="00704DB0">
      <w:pPr>
        <w:spacing w:line="276" w:lineRule="auto"/>
        <w:ind w:left="142" w:right="-170" w:firstLine="567"/>
        <w:jc w:val="center"/>
        <w:rPr>
          <w:rFonts w:ascii="Arial" w:hAnsi="Arial" w:cs="Arial"/>
          <w:b/>
        </w:rPr>
      </w:pPr>
    </w:p>
    <w:p w:rsidR="00EC5FE2" w:rsidRPr="00E906B6" w:rsidRDefault="00EC5FE2" w:rsidP="00704DB0">
      <w:pPr>
        <w:spacing w:line="276" w:lineRule="auto"/>
        <w:ind w:left="142" w:right="-170" w:firstLine="567"/>
        <w:jc w:val="center"/>
        <w:rPr>
          <w:rFonts w:ascii="Arial" w:hAnsi="Arial" w:cs="Arial"/>
          <w:b/>
        </w:rPr>
      </w:pPr>
    </w:p>
    <w:p w:rsidR="00EC5FE2" w:rsidRPr="00E906B6" w:rsidRDefault="00EC5FE2" w:rsidP="00704DB0">
      <w:pPr>
        <w:spacing w:line="276" w:lineRule="auto"/>
        <w:ind w:left="142" w:right="-170" w:firstLine="567"/>
        <w:jc w:val="center"/>
        <w:rPr>
          <w:rFonts w:ascii="Arial" w:hAnsi="Arial" w:cs="Arial"/>
          <w:b/>
        </w:rPr>
      </w:pPr>
    </w:p>
    <w:p w:rsidR="00EC5FE2" w:rsidRPr="00E906B6" w:rsidRDefault="00EC5FE2" w:rsidP="00704DB0">
      <w:pPr>
        <w:spacing w:line="276" w:lineRule="auto"/>
        <w:ind w:left="142" w:right="-170" w:firstLine="567"/>
        <w:jc w:val="center"/>
        <w:rPr>
          <w:rFonts w:ascii="Arial" w:hAnsi="Arial" w:cs="Arial"/>
          <w:b/>
        </w:rPr>
      </w:pPr>
    </w:p>
    <w:p w:rsidR="00EC5FE2" w:rsidRPr="00E906B6" w:rsidRDefault="00EC5FE2" w:rsidP="00704DB0">
      <w:pPr>
        <w:spacing w:line="276" w:lineRule="auto"/>
        <w:ind w:left="142" w:right="-170" w:firstLine="567"/>
        <w:jc w:val="center"/>
        <w:rPr>
          <w:rFonts w:ascii="Arial" w:hAnsi="Arial" w:cs="Arial"/>
          <w:b/>
        </w:rPr>
      </w:pPr>
    </w:p>
    <w:p w:rsidR="00EC5FE2" w:rsidRPr="00E906B6" w:rsidRDefault="00EC5FE2" w:rsidP="00704DB0">
      <w:pPr>
        <w:spacing w:line="276" w:lineRule="auto"/>
        <w:ind w:left="142" w:right="-170" w:firstLine="567"/>
        <w:jc w:val="center"/>
        <w:rPr>
          <w:rFonts w:ascii="Arial" w:hAnsi="Arial" w:cs="Arial"/>
          <w:b/>
        </w:rPr>
      </w:pPr>
    </w:p>
    <w:p w:rsidR="00EC5FE2" w:rsidRPr="00E906B6" w:rsidRDefault="00EC5FE2" w:rsidP="00704DB0">
      <w:pPr>
        <w:spacing w:line="276" w:lineRule="auto"/>
        <w:ind w:left="142" w:right="-170" w:firstLine="567"/>
        <w:jc w:val="center"/>
        <w:rPr>
          <w:rFonts w:ascii="Arial" w:hAnsi="Arial" w:cs="Arial"/>
          <w:b/>
        </w:rPr>
      </w:pPr>
    </w:p>
    <w:p w:rsidR="00E92FC5" w:rsidRPr="00E906B6" w:rsidRDefault="00E92FC5" w:rsidP="00704DB0">
      <w:pPr>
        <w:spacing w:line="276" w:lineRule="auto"/>
        <w:ind w:left="142" w:right="-170" w:firstLine="567"/>
        <w:jc w:val="center"/>
        <w:rPr>
          <w:rFonts w:ascii="Arial" w:hAnsi="Arial" w:cs="Arial"/>
          <w:b/>
        </w:rPr>
      </w:pPr>
    </w:p>
    <w:sectPr w:rsidR="00E92FC5" w:rsidRPr="00E906B6" w:rsidSect="00EC5FE2">
      <w:headerReference w:type="even" r:id="rId18"/>
      <w:headerReference w:type="default" r:id="rId19"/>
      <w:footerReference w:type="default" r:id="rId20"/>
      <w:headerReference w:type="first" r:id="rId21"/>
      <w:footerReference w:type="first" r:id="rId22"/>
      <w:pgSz w:w="11906" w:h="16838" w:code="9"/>
      <w:pgMar w:top="851" w:right="849" w:bottom="1134" w:left="1304" w:header="454" w:footer="113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27CB" w:rsidRDefault="00D727CB">
      <w:r>
        <w:separator/>
      </w:r>
    </w:p>
  </w:endnote>
  <w:endnote w:type="continuationSeparator" w:id="1">
    <w:p w:rsidR="00D727CB" w:rsidRDefault="00D727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nal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NTTimes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GOST type B">
    <w:altName w:val="Times New Roman"/>
    <w:charset w:val="02"/>
    <w:family w:val="roman"/>
    <w:pitch w:val="variable"/>
    <w:sig w:usb0="00000001" w:usb1="10000000" w:usb2="00000000" w:usb3="00000000" w:csb0="8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2D4C" w:rsidRDefault="00442D4C" w:rsidP="004F68A5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page" w:tblpX="1163" w:tblpY="13995"/>
      <w:tblW w:w="1035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1E0"/>
    </w:tblPr>
    <w:tblGrid>
      <w:gridCol w:w="546"/>
      <w:gridCol w:w="547"/>
      <w:gridCol w:w="558"/>
      <w:gridCol w:w="559"/>
      <w:gridCol w:w="834"/>
      <w:gridCol w:w="559"/>
      <w:gridCol w:w="3904"/>
      <w:gridCol w:w="834"/>
      <w:gridCol w:w="835"/>
      <w:gridCol w:w="1174"/>
    </w:tblGrid>
    <w:tr w:rsidR="00442D4C" w:rsidRPr="005E5623" w:rsidTr="00FC0114">
      <w:trPr>
        <w:cantSplit/>
        <w:trHeight w:hRule="exact" w:val="287"/>
      </w:trPr>
      <w:tc>
        <w:tcPr>
          <w:tcW w:w="547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442D4C" w:rsidRPr="005E5623" w:rsidRDefault="00442D4C" w:rsidP="00B17976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47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442D4C" w:rsidRPr="005E5623" w:rsidRDefault="00442D4C" w:rsidP="00B17976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58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442D4C" w:rsidRPr="005E5623" w:rsidRDefault="00442D4C" w:rsidP="00B17976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442D4C" w:rsidRPr="005E5623" w:rsidRDefault="00442D4C" w:rsidP="00B17976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834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442D4C" w:rsidRPr="005E5623" w:rsidRDefault="00442D4C" w:rsidP="00B17976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442D4C" w:rsidRPr="005E5623" w:rsidRDefault="00442D4C" w:rsidP="00B17976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6746" w:type="dxa"/>
          <w:gridSpan w:val="4"/>
          <w:vMerge w:val="restart"/>
          <w:tcBorders>
            <w:left w:val="single" w:sz="12" w:space="0" w:color="auto"/>
          </w:tcBorders>
          <w:shd w:val="clear" w:color="auto" w:fill="auto"/>
          <w:noWrap/>
          <w:vAlign w:val="center"/>
        </w:tcPr>
        <w:p w:rsidR="00442D4C" w:rsidRPr="005E5623" w:rsidRDefault="00773A3C" w:rsidP="00B31809">
          <w:pPr>
            <w:jc w:val="center"/>
            <w:rPr>
              <w:rFonts w:ascii="Arial" w:hAnsi="Arial" w:cs="Arial"/>
            </w:rPr>
          </w:pPr>
          <w:r w:rsidRPr="00E00423">
            <w:rPr>
              <w:rFonts w:ascii="Arial" w:hAnsi="Arial" w:cs="Arial"/>
              <w:b/>
              <w:color w:val="000000"/>
              <w:sz w:val="32"/>
              <w:szCs w:val="32"/>
            </w:rPr>
            <w:t>2023 - 90/10 - ППТ</w:t>
          </w:r>
          <w:r>
            <w:rPr>
              <w:rFonts w:ascii="Arial" w:hAnsi="Arial"/>
              <w:b/>
              <w:sz w:val="32"/>
              <w:szCs w:val="32"/>
            </w:rPr>
            <w:t xml:space="preserve"> </w:t>
          </w:r>
          <w:r w:rsidR="00442D4C">
            <w:rPr>
              <w:rFonts w:ascii="Arial" w:hAnsi="Arial"/>
              <w:b/>
              <w:sz w:val="32"/>
              <w:szCs w:val="32"/>
            </w:rPr>
            <w:t>.С</w:t>
          </w:r>
        </w:p>
      </w:tc>
    </w:tr>
    <w:tr w:rsidR="00442D4C" w:rsidRPr="005E5623" w:rsidTr="00FC0114">
      <w:trPr>
        <w:cantSplit/>
        <w:trHeight w:hRule="exact" w:val="287"/>
      </w:trPr>
      <w:tc>
        <w:tcPr>
          <w:tcW w:w="547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442D4C" w:rsidRPr="005E5623" w:rsidRDefault="00442D4C" w:rsidP="00B17976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47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442D4C" w:rsidRPr="005E5623" w:rsidRDefault="00442D4C" w:rsidP="00B17976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58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442D4C" w:rsidRPr="005E5623" w:rsidRDefault="00442D4C" w:rsidP="00B17976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59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442D4C" w:rsidRPr="005E5623" w:rsidRDefault="00442D4C" w:rsidP="00B17976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834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442D4C" w:rsidRPr="005E5623" w:rsidRDefault="00442D4C" w:rsidP="00B17976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59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442D4C" w:rsidRPr="005E5623" w:rsidRDefault="00442D4C" w:rsidP="00B17976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6746" w:type="dxa"/>
          <w:gridSpan w:val="4"/>
          <w:vMerge/>
          <w:tcBorders>
            <w:left w:val="single" w:sz="12" w:space="0" w:color="auto"/>
          </w:tcBorders>
          <w:shd w:val="clear" w:color="auto" w:fill="auto"/>
          <w:noWrap/>
          <w:vAlign w:val="center"/>
        </w:tcPr>
        <w:p w:rsidR="00442D4C" w:rsidRPr="005E5623" w:rsidRDefault="00442D4C" w:rsidP="00B17976">
          <w:pPr>
            <w:jc w:val="center"/>
            <w:rPr>
              <w:rFonts w:ascii="Arial" w:hAnsi="Arial" w:cs="Arial"/>
            </w:rPr>
          </w:pPr>
        </w:p>
      </w:tc>
    </w:tr>
    <w:tr w:rsidR="00442D4C" w:rsidRPr="005E5623" w:rsidTr="0036430E">
      <w:trPr>
        <w:cantSplit/>
        <w:trHeight w:hRule="exact" w:val="299"/>
      </w:trPr>
      <w:tc>
        <w:tcPr>
          <w:tcW w:w="547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442D4C" w:rsidRPr="005E5623" w:rsidRDefault="00442D4C" w:rsidP="0013539A">
          <w:pPr>
            <w:jc w:val="center"/>
            <w:rPr>
              <w:rFonts w:ascii="Arial" w:hAnsi="Arial" w:cs="Arial"/>
              <w:sz w:val="18"/>
              <w:szCs w:val="18"/>
            </w:rPr>
          </w:pPr>
          <w:proofErr w:type="spellStart"/>
          <w:r w:rsidRPr="005E5623">
            <w:rPr>
              <w:rFonts w:ascii="Arial" w:hAnsi="Arial" w:cs="Arial"/>
              <w:sz w:val="18"/>
              <w:szCs w:val="18"/>
            </w:rPr>
            <w:t>Изм</w:t>
          </w:r>
          <w:proofErr w:type="spellEnd"/>
          <w:r w:rsidRPr="005E5623">
            <w:rPr>
              <w:rFonts w:ascii="Arial" w:hAnsi="Arial" w:cs="Arial"/>
              <w:sz w:val="18"/>
              <w:szCs w:val="18"/>
            </w:rPr>
            <w:t>.</w:t>
          </w:r>
        </w:p>
      </w:tc>
      <w:tc>
        <w:tcPr>
          <w:tcW w:w="547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442D4C" w:rsidRPr="005E5623" w:rsidRDefault="00442D4C" w:rsidP="0013539A">
          <w:pPr>
            <w:jc w:val="center"/>
            <w:rPr>
              <w:rFonts w:ascii="Arial" w:hAnsi="Arial" w:cs="Arial"/>
              <w:sz w:val="18"/>
              <w:szCs w:val="18"/>
            </w:rPr>
          </w:pPr>
          <w:proofErr w:type="spellStart"/>
          <w:r w:rsidRPr="005E5623">
            <w:rPr>
              <w:rFonts w:ascii="Arial" w:hAnsi="Arial" w:cs="Arial"/>
              <w:sz w:val="16"/>
              <w:szCs w:val="16"/>
            </w:rPr>
            <w:t>Кол.уч</w:t>
          </w:r>
          <w:proofErr w:type="spellEnd"/>
        </w:p>
      </w:tc>
      <w:tc>
        <w:tcPr>
          <w:tcW w:w="558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442D4C" w:rsidRPr="005E5623" w:rsidRDefault="00442D4C" w:rsidP="0013539A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E5623">
            <w:rPr>
              <w:rFonts w:ascii="Arial" w:hAnsi="Arial" w:cs="Arial"/>
              <w:sz w:val="18"/>
              <w:szCs w:val="18"/>
            </w:rPr>
            <w:t>Лист</w:t>
          </w:r>
        </w:p>
      </w:tc>
      <w:tc>
        <w:tcPr>
          <w:tcW w:w="559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442D4C" w:rsidRPr="005E5623" w:rsidRDefault="00442D4C" w:rsidP="00233F52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E5623">
            <w:rPr>
              <w:rFonts w:ascii="Arial" w:hAnsi="Arial" w:cs="Arial"/>
              <w:sz w:val="18"/>
              <w:szCs w:val="18"/>
            </w:rPr>
            <w:t>№док.</w:t>
          </w:r>
        </w:p>
      </w:tc>
      <w:tc>
        <w:tcPr>
          <w:tcW w:w="834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442D4C" w:rsidRPr="005E5623" w:rsidRDefault="00442D4C" w:rsidP="0013539A">
          <w:pPr>
            <w:jc w:val="center"/>
            <w:rPr>
              <w:rFonts w:ascii="Arial" w:hAnsi="Arial" w:cs="Arial"/>
              <w:sz w:val="18"/>
              <w:szCs w:val="18"/>
            </w:rPr>
          </w:pPr>
          <w:proofErr w:type="spellStart"/>
          <w:r w:rsidRPr="005E5623">
            <w:rPr>
              <w:rFonts w:ascii="Arial" w:hAnsi="Arial" w:cs="Arial"/>
              <w:sz w:val="18"/>
              <w:szCs w:val="18"/>
            </w:rPr>
            <w:t>Подп</w:t>
          </w:r>
          <w:proofErr w:type="spellEnd"/>
          <w:r w:rsidRPr="005E5623">
            <w:rPr>
              <w:rFonts w:ascii="Arial" w:hAnsi="Arial" w:cs="Arial"/>
              <w:sz w:val="18"/>
              <w:szCs w:val="18"/>
            </w:rPr>
            <w:t>.</w:t>
          </w:r>
        </w:p>
      </w:tc>
      <w:tc>
        <w:tcPr>
          <w:tcW w:w="559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442D4C" w:rsidRPr="005E5623" w:rsidRDefault="00442D4C" w:rsidP="0013539A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E5623">
            <w:rPr>
              <w:rFonts w:ascii="Arial" w:hAnsi="Arial" w:cs="Arial"/>
              <w:sz w:val="18"/>
              <w:szCs w:val="18"/>
            </w:rPr>
            <w:t>Дата</w:t>
          </w:r>
        </w:p>
      </w:tc>
      <w:tc>
        <w:tcPr>
          <w:tcW w:w="6746" w:type="dxa"/>
          <w:gridSpan w:val="4"/>
          <w:vMerge/>
          <w:tcBorders>
            <w:left w:val="single" w:sz="12" w:space="0" w:color="auto"/>
          </w:tcBorders>
          <w:shd w:val="clear" w:color="auto" w:fill="auto"/>
          <w:noWrap/>
          <w:vAlign w:val="center"/>
        </w:tcPr>
        <w:p w:rsidR="00442D4C" w:rsidRPr="005E5623" w:rsidRDefault="00442D4C" w:rsidP="00B17976">
          <w:pPr>
            <w:jc w:val="center"/>
            <w:rPr>
              <w:rFonts w:ascii="Arial" w:hAnsi="Arial" w:cs="Arial"/>
            </w:rPr>
          </w:pPr>
        </w:p>
      </w:tc>
    </w:tr>
    <w:tr w:rsidR="00442D4C" w:rsidRPr="005E5623" w:rsidTr="00FC0114">
      <w:trPr>
        <w:cantSplit/>
        <w:trHeight w:hRule="exact" w:val="287"/>
      </w:trPr>
      <w:tc>
        <w:tcPr>
          <w:tcW w:w="1093" w:type="dxa"/>
          <w:gridSpan w:val="2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442D4C" w:rsidRPr="00BD5007" w:rsidRDefault="00442D4C" w:rsidP="002275FE">
          <w:pPr>
            <w:rPr>
              <w:rFonts w:ascii="Arial Narrow" w:hAnsi="Arial Narrow" w:cs="Arial"/>
              <w:sz w:val="20"/>
              <w:szCs w:val="20"/>
            </w:rPr>
          </w:pPr>
          <w:r w:rsidRPr="00BD5007">
            <w:rPr>
              <w:rFonts w:ascii="Arial Narrow" w:hAnsi="Arial Narrow" w:cs="Arial"/>
              <w:sz w:val="20"/>
              <w:szCs w:val="20"/>
            </w:rPr>
            <w:t xml:space="preserve">  Разработал</w:t>
          </w:r>
        </w:p>
      </w:tc>
      <w:tc>
        <w:tcPr>
          <w:tcW w:w="1116" w:type="dxa"/>
          <w:gridSpan w:val="2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442D4C" w:rsidRPr="00BD5007" w:rsidRDefault="00B31809" w:rsidP="00F16EFD">
          <w:pPr>
            <w:rPr>
              <w:rFonts w:ascii="Arial Narrow" w:hAnsi="Arial Narrow" w:cs="Arial"/>
              <w:sz w:val="20"/>
              <w:szCs w:val="20"/>
            </w:rPr>
          </w:pPr>
          <w:r>
            <w:rPr>
              <w:rFonts w:ascii="Arial Narrow" w:hAnsi="Arial Narrow" w:cs="Arial"/>
              <w:sz w:val="20"/>
              <w:szCs w:val="20"/>
            </w:rPr>
            <w:t>Смирнов</w:t>
          </w:r>
        </w:p>
      </w:tc>
      <w:tc>
        <w:tcPr>
          <w:tcW w:w="834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442D4C" w:rsidRPr="00BD5007" w:rsidRDefault="00442D4C" w:rsidP="002275FE">
          <w:pPr>
            <w:rPr>
              <w:rFonts w:ascii="Arial Narrow" w:hAnsi="Arial Narrow" w:cs="Arial"/>
              <w:sz w:val="20"/>
              <w:szCs w:val="20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442D4C" w:rsidRPr="00BD5007" w:rsidRDefault="00773A3C" w:rsidP="00773A3C">
          <w:pPr>
            <w:rPr>
              <w:rFonts w:ascii="Arial Narrow" w:hAnsi="Arial Narrow" w:cs="Arial"/>
              <w:sz w:val="20"/>
              <w:szCs w:val="20"/>
            </w:rPr>
          </w:pPr>
          <w:r>
            <w:rPr>
              <w:rFonts w:ascii="Arial Narrow" w:hAnsi="Arial Narrow" w:cs="Arial"/>
              <w:sz w:val="20"/>
              <w:szCs w:val="20"/>
            </w:rPr>
            <w:t>05.23</w:t>
          </w:r>
        </w:p>
      </w:tc>
      <w:tc>
        <w:tcPr>
          <w:tcW w:w="3904" w:type="dxa"/>
          <w:vMerge w:val="restart"/>
          <w:tcBorders>
            <w:left w:val="single" w:sz="12" w:space="0" w:color="auto"/>
            <w:right w:val="single" w:sz="12" w:space="0" w:color="auto"/>
          </w:tcBorders>
          <w:shd w:val="clear" w:color="auto" w:fill="auto"/>
          <w:noWrap/>
          <w:vAlign w:val="center"/>
        </w:tcPr>
        <w:p w:rsidR="00442D4C" w:rsidRPr="005E5623" w:rsidRDefault="00442D4C" w:rsidP="00850AC2">
          <w:pPr>
            <w:jc w:val="center"/>
            <w:rPr>
              <w:rFonts w:ascii="Arial" w:hAnsi="Arial" w:cs="Arial"/>
            </w:rPr>
          </w:pPr>
          <w:r w:rsidRPr="005E5623">
            <w:rPr>
              <w:rFonts w:ascii="Arial" w:hAnsi="Arial" w:cs="Arial"/>
            </w:rPr>
            <w:t>Содержание</w:t>
          </w:r>
        </w:p>
      </w:tc>
      <w:tc>
        <w:tcPr>
          <w:tcW w:w="834" w:type="dxa"/>
          <w:tcBorders>
            <w:left w:val="single" w:sz="12" w:space="0" w:color="auto"/>
            <w:right w:val="single" w:sz="12" w:space="0" w:color="auto"/>
          </w:tcBorders>
          <w:noWrap/>
          <w:vAlign w:val="center"/>
        </w:tcPr>
        <w:p w:rsidR="00442D4C" w:rsidRPr="002532E0" w:rsidRDefault="00442D4C" w:rsidP="002275FE">
          <w:pPr>
            <w:jc w:val="center"/>
            <w:rPr>
              <w:rFonts w:ascii="Arial Narrow" w:hAnsi="Arial Narrow" w:cs="Arial"/>
            </w:rPr>
          </w:pPr>
          <w:r w:rsidRPr="002532E0">
            <w:rPr>
              <w:rFonts w:ascii="Arial Narrow" w:hAnsi="Arial Narrow" w:cs="Arial"/>
            </w:rPr>
            <w:t>Стадия</w:t>
          </w:r>
        </w:p>
      </w:tc>
      <w:tc>
        <w:tcPr>
          <w:tcW w:w="835" w:type="dxa"/>
          <w:tcBorders>
            <w:left w:val="single" w:sz="12" w:space="0" w:color="auto"/>
            <w:right w:val="single" w:sz="12" w:space="0" w:color="auto"/>
          </w:tcBorders>
          <w:noWrap/>
          <w:vAlign w:val="center"/>
        </w:tcPr>
        <w:p w:rsidR="00442D4C" w:rsidRPr="002532E0" w:rsidRDefault="00442D4C" w:rsidP="002275FE">
          <w:pPr>
            <w:jc w:val="center"/>
            <w:rPr>
              <w:rFonts w:ascii="Arial Narrow" w:hAnsi="Arial Narrow" w:cs="Arial"/>
            </w:rPr>
          </w:pPr>
          <w:r w:rsidRPr="002532E0">
            <w:rPr>
              <w:rFonts w:ascii="Arial Narrow" w:hAnsi="Arial Narrow" w:cs="Arial"/>
            </w:rPr>
            <w:t>Лист</w:t>
          </w:r>
        </w:p>
      </w:tc>
      <w:tc>
        <w:tcPr>
          <w:tcW w:w="1173" w:type="dxa"/>
          <w:tcBorders>
            <w:left w:val="single" w:sz="12" w:space="0" w:color="auto"/>
          </w:tcBorders>
          <w:noWrap/>
          <w:vAlign w:val="center"/>
        </w:tcPr>
        <w:p w:rsidR="00442D4C" w:rsidRPr="002532E0" w:rsidRDefault="00442D4C" w:rsidP="002275FE">
          <w:pPr>
            <w:jc w:val="center"/>
            <w:rPr>
              <w:rFonts w:ascii="Arial Narrow" w:hAnsi="Arial Narrow" w:cs="Arial"/>
            </w:rPr>
          </w:pPr>
          <w:r w:rsidRPr="002532E0">
            <w:rPr>
              <w:rFonts w:ascii="Arial Narrow" w:hAnsi="Arial Narrow" w:cs="Arial"/>
            </w:rPr>
            <w:t>Листов</w:t>
          </w:r>
        </w:p>
      </w:tc>
    </w:tr>
    <w:tr w:rsidR="00442D4C" w:rsidRPr="005E5623" w:rsidTr="00FC0114">
      <w:trPr>
        <w:cantSplit/>
        <w:trHeight w:hRule="exact" w:val="287"/>
      </w:trPr>
      <w:tc>
        <w:tcPr>
          <w:tcW w:w="1093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442D4C" w:rsidRPr="00BD5007" w:rsidRDefault="00442D4C" w:rsidP="000A56F5">
          <w:pPr>
            <w:rPr>
              <w:rFonts w:ascii="Arial Narrow" w:hAnsi="Arial Narrow" w:cs="Arial"/>
              <w:sz w:val="20"/>
              <w:szCs w:val="20"/>
            </w:rPr>
          </w:pPr>
          <w:r>
            <w:rPr>
              <w:rFonts w:ascii="Arial Narrow" w:hAnsi="Arial Narrow" w:cs="Arial"/>
              <w:sz w:val="20"/>
              <w:szCs w:val="20"/>
            </w:rPr>
            <w:t>Проверил</w:t>
          </w:r>
        </w:p>
      </w:tc>
      <w:tc>
        <w:tcPr>
          <w:tcW w:w="1116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442D4C" w:rsidRPr="00BD5007" w:rsidRDefault="00FE5C34" w:rsidP="000A56F5">
          <w:pPr>
            <w:rPr>
              <w:rFonts w:ascii="Arial Narrow" w:hAnsi="Arial Narrow" w:cs="Arial"/>
              <w:sz w:val="20"/>
              <w:szCs w:val="20"/>
            </w:rPr>
          </w:pPr>
          <w:proofErr w:type="spellStart"/>
          <w:r>
            <w:rPr>
              <w:rFonts w:ascii="Arial Narrow" w:hAnsi="Arial Narrow" w:cs="Arial"/>
              <w:sz w:val="20"/>
              <w:szCs w:val="20"/>
            </w:rPr>
            <w:t>Рус</w:t>
          </w:r>
          <w:r w:rsidR="00442D4C">
            <w:rPr>
              <w:rFonts w:ascii="Arial Narrow" w:hAnsi="Arial Narrow" w:cs="Arial"/>
              <w:sz w:val="20"/>
              <w:szCs w:val="20"/>
            </w:rPr>
            <w:t>анов</w:t>
          </w:r>
          <w:proofErr w:type="spellEnd"/>
        </w:p>
      </w:tc>
      <w:tc>
        <w:tcPr>
          <w:tcW w:w="834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442D4C" w:rsidRPr="00BD5007" w:rsidRDefault="00442D4C" w:rsidP="000A56F5">
          <w:pPr>
            <w:rPr>
              <w:rFonts w:ascii="Arial Narrow" w:hAnsi="Arial Narrow" w:cs="Arial"/>
              <w:sz w:val="20"/>
              <w:szCs w:val="20"/>
            </w:rPr>
          </w:pPr>
        </w:p>
      </w:tc>
      <w:tc>
        <w:tcPr>
          <w:tcW w:w="559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442D4C" w:rsidRPr="00BD5007" w:rsidRDefault="00773A3C" w:rsidP="00B31809">
          <w:pPr>
            <w:rPr>
              <w:rFonts w:ascii="Arial Narrow" w:hAnsi="Arial Narrow" w:cs="Arial"/>
              <w:sz w:val="20"/>
              <w:szCs w:val="20"/>
            </w:rPr>
          </w:pPr>
          <w:r>
            <w:rPr>
              <w:rFonts w:ascii="Arial Narrow" w:hAnsi="Arial Narrow" w:cs="Arial"/>
              <w:sz w:val="20"/>
              <w:szCs w:val="20"/>
            </w:rPr>
            <w:t>05.23</w:t>
          </w:r>
        </w:p>
      </w:tc>
      <w:tc>
        <w:tcPr>
          <w:tcW w:w="3904" w:type="dxa"/>
          <w:vMerge/>
          <w:tcBorders>
            <w:left w:val="single" w:sz="12" w:space="0" w:color="auto"/>
            <w:right w:val="single" w:sz="12" w:space="0" w:color="auto"/>
          </w:tcBorders>
          <w:shd w:val="clear" w:color="auto" w:fill="auto"/>
          <w:noWrap/>
          <w:vAlign w:val="center"/>
        </w:tcPr>
        <w:p w:rsidR="00442D4C" w:rsidRPr="005E5623" w:rsidRDefault="00442D4C" w:rsidP="000A56F5">
          <w:pPr>
            <w:jc w:val="center"/>
            <w:rPr>
              <w:rFonts w:ascii="Arial" w:hAnsi="Arial" w:cs="Arial"/>
            </w:rPr>
          </w:pPr>
        </w:p>
      </w:tc>
      <w:tc>
        <w:tcPr>
          <w:tcW w:w="834" w:type="dxa"/>
          <w:tcBorders>
            <w:left w:val="single" w:sz="12" w:space="0" w:color="auto"/>
            <w:right w:val="single" w:sz="12" w:space="0" w:color="auto"/>
          </w:tcBorders>
          <w:shd w:val="clear" w:color="auto" w:fill="auto"/>
          <w:noWrap/>
          <w:vAlign w:val="center"/>
        </w:tcPr>
        <w:p w:rsidR="00442D4C" w:rsidRPr="005E5623" w:rsidRDefault="00442D4C" w:rsidP="000A56F5">
          <w:pPr>
            <w:jc w:val="center"/>
            <w:rPr>
              <w:rFonts w:ascii="Arial" w:hAnsi="Arial" w:cs="Arial"/>
              <w:caps/>
            </w:rPr>
          </w:pPr>
          <w:r>
            <w:rPr>
              <w:rFonts w:ascii="Arial" w:hAnsi="Arial" w:cs="Arial"/>
              <w:caps/>
            </w:rPr>
            <w:t>П</w:t>
          </w:r>
        </w:p>
      </w:tc>
      <w:tc>
        <w:tcPr>
          <w:tcW w:w="835" w:type="dxa"/>
          <w:tcBorders>
            <w:left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442D4C" w:rsidRPr="005E5623" w:rsidRDefault="00442D4C" w:rsidP="000A56F5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1</w:t>
          </w:r>
        </w:p>
      </w:tc>
      <w:tc>
        <w:tcPr>
          <w:tcW w:w="1173" w:type="dxa"/>
          <w:tcBorders>
            <w:left w:val="single" w:sz="12" w:space="0" w:color="auto"/>
          </w:tcBorders>
          <w:shd w:val="clear" w:color="auto" w:fill="auto"/>
          <w:vAlign w:val="center"/>
        </w:tcPr>
        <w:p w:rsidR="00442D4C" w:rsidRPr="005E5623" w:rsidRDefault="00442D4C" w:rsidP="000A56F5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2</w:t>
          </w:r>
        </w:p>
      </w:tc>
    </w:tr>
    <w:tr w:rsidR="00442D4C" w:rsidRPr="005E5623" w:rsidTr="00FC0114">
      <w:trPr>
        <w:cantSplit/>
        <w:trHeight w:hRule="exact" w:val="287"/>
      </w:trPr>
      <w:tc>
        <w:tcPr>
          <w:tcW w:w="1093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442D4C" w:rsidRPr="00BD5007" w:rsidRDefault="00442D4C" w:rsidP="000A56F5">
          <w:pPr>
            <w:rPr>
              <w:rFonts w:ascii="Arial Narrow" w:hAnsi="Arial Narrow" w:cs="Arial"/>
              <w:sz w:val="20"/>
              <w:szCs w:val="20"/>
            </w:rPr>
          </w:pPr>
          <w:r>
            <w:rPr>
              <w:rFonts w:ascii="Arial Narrow" w:hAnsi="Arial Narrow" w:cs="Arial"/>
              <w:sz w:val="20"/>
              <w:szCs w:val="20"/>
            </w:rPr>
            <w:t>Г</w:t>
          </w:r>
          <w:r w:rsidR="00AF254C">
            <w:rPr>
              <w:rFonts w:ascii="Arial Narrow" w:hAnsi="Arial Narrow" w:cs="Arial"/>
              <w:sz w:val="20"/>
              <w:szCs w:val="20"/>
            </w:rPr>
            <w:t>ИП</w:t>
          </w:r>
        </w:p>
      </w:tc>
      <w:tc>
        <w:tcPr>
          <w:tcW w:w="1116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442D4C" w:rsidRPr="00BD5007" w:rsidRDefault="00FE5C34" w:rsidP="000A56F5">
          <w:pPr>
            <w:rPr>
              <w:rFonts w:ascii="Arial Narrow" w:hAnsi="Arial Narrow" w:cs="Arial"/>
              <w:sz w:val="20"/>
              <w:szCs w:val="20"/>
            </w:rPr>
          </w:pPr>
          <w:proofErr w:type="spellStart"/>
          <w:r>
            <w:rPr>
              <w:rFonts w:ascii="Arial Narrow" w:hAnsi="Arial Narrow" w:cs="Arial"/>
              <w:sz w:val="20"/>
              <w:szCs w:val="20"/>
            </w:rPr>
            <w:t>Рус</w:t>
          </w:r>
          <w:r w:rsidR="00AF254C">
            <w:rPr>
              <w:rFonts w:ascii="Arial Narrow" w:hAnsi="Arial Narrow" w:cs="Arial"/>
              <w:sz w:val="20"/>
              <w:szCs w:val="20"/>
            </w:rPr>
            <w:t>анов</w:t>
          </w:r>
          <w:proofErr w:type="spellEnd"/>
        </w:p>
      </w:tc>
      <w:tc>
        <w:tcPr>
          <w:tcW w:w="834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442D4C" w:rsidRPr="00BD5007" w:rsidRDefault="00442D4C" w:rsidP="000A56F5">
          <w:pPr>
            <w:rPr>
              <w:rFonts w:ascii="Arial Narrow" w:hAnsi="Arial Narrow" w:cs="Arial"/>
              <w:sz w:val="20"/>
              <w:szCs w:val="20"/>
            </w:rPr>
          </w:pPr>
        </w:p>
      </w:tc>
      <w:tc>
        <w:tcPr>
          <w:tcW w:w="559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442D4C" w:rsidRPr="00BD5007" w:rsidRDefault="00773A3C" w:rsidP="00B31809">
          <w:pPr>
            <w:rPr>
              <w:rFonts w:ascii="Arial Narrow" w:hAnsi="Arial Narrow" w:cs="Arial"/>
              <w:sz w:val="20"/>
              <w:szCs w:val="20"/>
            </w:rPr>
          </w:pPr>
          <w:r>
            <w:rPr>
              <w:rFonts w:ascii="Arial Narrow" w:hAnsi="Arial Narrow" w:cs="Arial"/>
              <w:sz w:val="20"/>
              <w:szCs w:val="20"/>
            </w:rPr>
            <w:t>05.23</w:t>
          </w:r>
        </w:p>
      </w:tc>
      <w:tc>
        <w:tcPr>
          <w:tcW w:w="3904" w:type="dxa"/>
          <w:vMerge/>
          <w:tcBorders>
            <w:left w:val="single" w:sz="12" w:space="0" w:color="auto"/>
            <w:right w:val="single" w:sz="12" w:space="0" w:color="auto"/>
          </w:tcBorders>
          <w:shd w:val="clear" w:color="auto" w:fill="auto"/>
          <w:noWrap/>
          <w:vAlign w:val="center"/>
        </w:tcPr>
        <w:p w:rsidR="00442D4C" w:rsidRPr="005E5623" w:rsidRDefault="00442D4C" w:rsidP="000A56F5">
          <w:pPr>
            <w:jc w:val="center"/>
            <w:rPr>
              <w:rFonts w:ascii="Arial" w:hAnsi="Arial" w:cs="Arial"/>
            </w:rPr>
          </w:pPr>
        </w:p>
      </w:tc>
      <w:tc>
        <w:tcPr>
          <w:tcW w:w="2843" w:type="dxa"/>
          <w:gridSpan w:val="3"/>
          <w:vMerge w:val="restart"/>
          <w:tcBorders>
            <w:left w:val="single" w:sz="12" w:space="0" w:color="auto"/>
          </w:tcBorders>
          <w:noWrap/>
          <w:vAlign w:val="center"/>
        </w:tcPr>
        <w:p w:rsidR="00442D4C" w:rsidRPr="005E5623" w:rsidRDefault="00442D4C" w:rsidP="00FE5C34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ОО</w:t>
          </w:r>
          <w:r w:rsidRPr="00850AC2">
            <w:rPr>
              <w:rFonts w:ascii="Arial" w:hAnsi="Arial" w:cs="Arial"/>
            </w:rPr>
            <w:t xml:space="preserve">О </w:t>
          </w:r>
          <w:r>
            <w:rPr>
              <w:rFonts w:ascii="Arial" w:hAnsi="Arial" w:cs="Arial"/>
            </w:rPr>
            <w:t>«</w:t>
          </w:r>
          <w:proofErr w:type="spellStart"/>
          <w:r w:rsidR="00FE5C34">
            <w:rPr>
              <w:rFonts w:ascii="Arial" w:hAnsi="Arial" w:cs="Arial"/>
            </w:rPr>
            <w:t>ГорПроект</w:t>
          </w:r>
          <w:proofErr w:type="spellEnd"/>
          <w:r>
            <w:rPr>
              <w:rFonts w:ascii="Arial" w:hAnsi="Arial" w:cs="Arial"/>
            </w:rPr>
            <w:t xml:space="preserve">» </w:t>
          </w:r>
        </w:p>
      </w:tc>
    </w:tr>
    <w:tr w:rsidR="00442D4C" w:rsidRPr="005E5623" w:rsidTr="00FC0114">
      <w:trPr>
        <w:cantSplit/>
        <w:trHeight w:hRule="exact" w:val="287"/>
      </w:trPr>
      <w:tc>
        <w:tcPr>
          <w:tcW w:w="1093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442D4C" w:rsidRPr="00BD5007" w:rsidRDefault="00442D4C" w:rsidP="000A56F5">
          <w:pPr>
            <w:rPr>
              <w:rFonts w:ascii="Arial Narrow" w:hAnsi="Arial Narrow" w:cs="Arial"/>
              <w:sz w:val="20"/>
              <w:szCs w:val="20"/>
            </w:rPr>
          </w:pPr>
          <w:r w:rsidRPr="00BD5007">
            <w:rPr>
              <w:rFonts w:ascii="Arial Narrow" w:hAnsi="Arial Narrow" w:cs="Arial"/>
              <w:sz w:val="20"/>
              <w:szCs w:val="20"/>
            </w:rPr>
            <w:t>Н.контроль</w:t>
          </w:r>
        </w:p>
      </w:tc>
      <w:tc>
        <w:tcPr>
          <w:tcW w:w="1116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442D4C" w:rsidRPr="005470E2" w:rsidRDefault="00442D4C" w:rsidP="000A56F5">
          <w:pPr>
            <w:rPr>
              <w:rFonts w:ascii="Arial Narrow" w:hAnsi="Arial Narrow" w:cs="Arial"/>
              <w:sz w:val="20"/>
              <w:szCs w:val="20"/>
            </w:rPr>
          </w:pPr>
        </w:p>
      </w:tc>
      <w:tc>
        <w:tcPr>
          <w:tcW w:w="834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442D4C" w:rsidRPr="00BD5007" w:rsidRDefault="00442D4C" w:rsidP="000A56F5">
          <w:pPr>
            <w:rPr>
              <w:rFonts w:ascii="Arial Narrow" w:hAnsi="Arial Narrow" w:cs="Arial"/>
              <w:sz w:val="20"/>
              <w:szCs w:val="20"/>
            </w:rPr>
          </w:pPr>
        </w:p>
      </w:tc>
      <w:tc>
        <w:tcPr>
          <w:tcW w:w="559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442D4C" w:rsidRPr="00BD5007" w:rsidRDefault="00773A3C" w:rsidP="00B31809">
          <w:pPr>
            <w:rPr>
              <w:rFonts w:ascii="Arial Narrow" w:hAnsi="Arial Narrow" w:cs="Arial"/>
              <w:sz w:val="20"/>
              <w:szCs w:val="20"/>
            </w:rPr>
          </w:pPr>
          <w:r>
            <w:rPr>
              <w:rFonts w:ascii="Arial Narrow" w:hAnsi="Arial Narrow" w:cs="Arial"/>
              <w:sz w:val="20"/>
              <w:szCs w:val="20"/>
            </w:rPr>
            <w:t>05.23</w:t>
          </w:r>
        </w:p>
      </w:tc>
      <w:tc>
        <w:tcPr>
          <w:tcW w:w="3904" w:type="dxa"/>
          <w:vMerge/>
          <w:tcBorders>
            <w:left w:val="single" w:sz="12" w:space="0" w:color="auto"/>
            <w:right w:val="single" w:sz="12" w:space="0" w:color="auto"/>
          </w:tcBorders>
          <w:shd w:val="clear" w:color="auto" w:fill="auto"/>
          <w:noWrap/>
          <w:vAlign w:val="center"/>
        </w:tcPr>
        <w:p w:rsidR="00442D4C" w:rsidRPr="005E5623" w:rsidRDefault="00442D4C" w:rsidP="000A56F5">
          <w:pPr>
            <w:jc w:val="center"/>
            <w:rPr>
              <w:rFonts w:ascii="Arial" w:hAnsi="Arial" w:cs="Arial"/>
            </w:rPr>
          </w:pPr>
        </w:p>
      </w:tc>
      <w:tc>
        <w:tcPr>
          <w:tcW w:w="2843" w:type="dxa"/>
          <w:gridSpan w:val="3"/>
          <w:vMerge/>
          <w:tcBorders>
            <w:left w:val="single" w:sz="12" w:space="0" w:color="auto"/>
          </w:tcBorders>
          <w:noWrap/>
          <w:vAlign w:val="center"/>
        </w:tcPr>
        <w:p w:rsidR="00442D4C" w:rsidRPr="005E5623" w:rsidRDefault="00442D4C" w:rsidP="000A56F5">
          <w:pPr>
            <w:jc w:val="center"/>
            <w:rPr>
              <w:rFonts w:ascii="Arial" w:hAnsi="Arial" w:cs="Arial"/>
            </w:rPr>
          </w:pPr>
        </w:p>
      </w:tc>
    </w:tr>
    <w:tr w:rsidR="00442D4C" w:rsidRPr="005E5623" w:rsidTr="0036430E">
      <w:trPr>
        <w:cantSplit/>
        <w:trHeight w:hRule="exact" w:val="418"/>
      </w:trPr>
      <w:tc>
        <w:tcPr>
          <w:tcW w:w="1093" w:type="dxa"/>
          <w:gridSpan w:val="2"/>
          <w:tcBorders>
            <w:top w:val="single" w:sz="6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442D4C" w:rsidRPr="00BD5007" w:rsidRDefault="00442D4C" w:rsidP="000A56F5">
          <w:pPr>
            <w:rPr>
              <w:rFonts w:ascii="Arial Narrow" w:hAnsi="Arial Narrow" w:cs="Arial"/>
              <w:sz w:val="20"/>
              <w:szCs w:val="20"/>
            </w:rPr>
          </w:pPr>
        </w:p>
      </w:tc>
      <w:tc>
        <w:tcPr>
          <w:tcW w:w="1116" w:type="dxa"/>
          <w:gridSpan w:val="2"/>
          <w:tcBorders>
            <w:top w:val="single" w:sz="6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442D4C" w:rsidRPr="00CA507C" w:rsidRDefault="00442D4C" w:rsidP="000A56F5">
          <w:pPr>
            <w:rPr>
              <w:rFonts w:ascii="Arial Narrow" w:hAnsi="Arial Narrow" w:cs="Arial"/>
              <w:sz w:val="20"/>
              <w:szCs w:val="20"/>
            </w:rPr>
          </w:pPr>
        </w:p>
      </w:tc>
      <w:tc>
        <w:tcPr>
          <w:tcW w:w="834" w:type="dxa"/>
          <w:tcBorders>
            <w:top w:val="single" w:sz="6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442D4C" w:rsidRPr="00BD5007" w:rsidRDefault="00442D4C" w:rsidP="000A56F5">
          <w:pPr>
            <w:rPr>
              <w:rFonts w:ascii="Arial Narrow" w:hAnsi="Arial Narrow" w:cs="Arial"/>
              <w:sz w:val="20"/>
              <w:szCs w:val="20"/>
            </w:rPr>
          </w:pPr>
        </w:p>
      </w:tc>
      <w:tc>
        <w:tcPr>
          <w:tcW w:w="559" w:type="dxa"/>
          <w:tcBorders>
            <w:top w:val="single" w:sz="6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442D4C" w:rsidRPr="00BD5007" w:rsidRDefault="00442D4C" w:rsidP="000A56F5">
          <w:pPr>
            <w:rPr>
              <w:rFonts w:ascii="Arial Narrow" w:hAnsi="Arial Narrow" w:cs="Arial"/>
              <w:sz w:val="20"/>
              <w:szCs w:val="20"/>
            </w:rPr>
          </w:pPr>
        </w:p>
      </w:tc>
      <w:tc>
        <w:tcPr>
          <w:tcW w:w="3904" w:type="dxa"/>
          <w:vMerge/>
          <w:shd w:val="clear" w:color="auto" w:fill="auto"/>
          <w:noWrap/>
          <w:vAlign w:val="center"/>
        </w:tcPr>
        <w:p w:rsidR="00442D4C" w:rsidRPr="005E5623" w:rsidRDefault="00442D4C" w:rsidP="000A56F5">
          <w:pPr>
            <w:jc w:val="center"/>
            <w:rPr>
              <w:rFonts w:ascii="Arial" w:hAnsi="Arial" w:cs="Arial"/>
            </w:rPr>
          </w:pPr>
        </w:p>
      </w:tc>
      <w:tc>
        <w:tcPr>
          <w:tcW w:w="2843" w:type="dxa"/>
          <w:gridSpan w:val="3"/>
          <w:vMerge/>
          <w:noWrap/>
          <w:vAlign w:val="center"/>
        </w:tcPr>
        <w:p w:rsidR="00442D4C" w:rsidRPr="005E5623" w:rsidRDefault="00442D4C" w:rsidP="000A56F5">
          <w:pPr>
            <w:jc w:val="center"/>
            <w:rPr>
              <w:rFonts w:ascii="Arial" w:hAnsi="Arial" w:cs="Arial"/>
            </w:rPr>
          </w:pPr>
        </w:p>
      </w:tc>
    </w:tr>
  </w:tbl>
  <w:p w:rsidR="00442D4C" w:rsidRDefault="00442D4C" w:rsidP="00487821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page" w:tblpX="375" w:tblpY="11727"/>
      <w:tblW w:w="79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1E0"/>
    </w:tblPr>
    <w:tblGrid>
      <w:gridCol w:w="454"/>
      <w:gridCol w:w="340"/>
    </w:tblGrid>
    <w:tr w:rsidR="00442D4C">
      <w:trPr>
        <w:cantSplit/>
        <w:trHeight w:hRule="exact" w:val="1418"/>
      </w:trPr>
      <w:tc>
        <w:tcPr>
          <w:tcW w:w="454" w:type="dxa"/>
          <w:noWrap/>
          <w:tcMar>
            <w:left w:w="0" w:type="dxa"/>
            <w:right w:w="0" w:type="dxa"/>
          </w:tcMar>
          <w:textDirection w:val="btLr"/>
          <w:vAlign w:val="center"/>
        </w:tcPr>
        <w:p w:rsidR="00442D4C" w:rsidRPr="00C313AF" w:rsidRDefault="00442D4C" w:rsidP="00C313AF">
          <w:pPr>
            <w:jc w:val="center"/>
            <w:rPr>
              <w:rFonts w:ascii="Arial" w:hAnsi="Arial" w:cs="Arial"/>
              <w:sz w:val="18"/>
              <w:szCs w:val="18"/>
            </w:rPr>
          </w:pPr>
          <w:proofErr w:type="spellStart"/>
          <w:r w:rsidRPr="00C313AF">
            <w:rPr>
              <w:rFonts w:ascii="Arial" w:hAnsi="Arial" w:cs="Arial"/>
              <w:sz w:val="18"/>
              <w:szCs w:val="18"/>
            </w:rPr>
            <w:t>Взам</w:t>
          </w:r>
          <w:proofErr w:type="spellEnd"/>
          <w:r w:rsidRPr="00C313AF">
            <w:rPr>
              <w:rFonts w:ascii="Arial" w:hAnsi="Arial" w:cs="Arial"/>
              <w:sz w:val="18"/>
              <w:szCs w:val="18"/>
            </w:rPr>
            <w:t>. инв. №</w:t>
          </w:r>
        </w:p>
      </w:tc>
      <w:tc>
        <w:tcPr>
          <w:tcW w:w="340" w:type="dxa"/>
          <w:noWrap/>
          <w:tcMar>
            <w:left w:w="0" w:type="dxa"/>
            <w:right w:w="0" w:type="dxa"/>
          </w:tcMar>
          <w:textDirection w:val="btLr"/>
          <w:vAlign w:val="center"/>
        </w:tcPr>
        <w:p w:rsidR="00442D4C" w:rsidRPr="00545AE8" w:rsidRDefault="00442D4C" w:rsidP="00B17976">
          <w:pPr>
            <w:ind w:left="113" w:right="113"/>
            <w:jc w:val="center"/>
            <w:rPr>
              <w:rFonts w:ascii="GOST type B" w:hAnsi="GOST type B"/>
              <w:sz w:val="18"/>
              <w:szCs w:val="18"/>
            </w:rPr>
          </w:pPr>
        </w:p>
      </w:tc>
    </w:tr>
    <w:tr w:rsidR="00442D4C">
      <w:trPr>
        <w:cantSplit/>
        <w:trHeight w:hRule="exact" w:val="1701"/>
      </w:trPr>
      <w:tc>
        <w:tcPr>
          <w:tcW w:w="454" w:type="dxa"/>
          <w:noWrap/>
          <w:tcMar>
            <w:left w:w="0" w:type="dxa"/>
            <w:right w:w="0" w:type="dxa"/>
          </w:tcMar>
          <w:textDirection w:val="btLr"/>
          <w:vAlign w:val="center"/>
        </w:tcPr>
        <w:p w:rsidR="00442D4C" w:rsidRPr="00C313AF" w:rsidRDefault="00442D4C" w:rsidP="00C313AF">
          <w:pPr>
            <w:jc w:val="center"/>
            <w:rPr>
              <w:rFonts w:ascii="Arial" w:hAnsi="Arial" w:cs="Arial"/>
              <w:sz w:val="18"/>
              <w:szCs w:val="18"/>
            </w:rPr>
          </w:pPr>
          <w:proofErr w:type="spellStart"/>
          <w:r w:rsidRPr="00C313AF">
            <w:rPr>
              <w:rFonts w:ascii="Arial" w:hAnsi="Arial" w:cs="Arial"/>
              <w:sz w:val="18"/>
              <w:szCs w:val="18"/>
            </w:rPr>
            <w:t>Подп</w:t>
          </w:r>
          <w:proofErr w:type="spellEnd"/>
          <w:r w:rsidRPr="00C313AF">
            <w:rPr>
              <w:rFonts w:ascii="Arial" w:hAnsi="Arial" w:cs="Arial"/>
              <w:sz w:val="18"/>
              <w:szCs w:val="18"/>
            </w:rPr>
            <w:t>.  и дата</w:t>
          </w:r>
        </w:p>
      </w:tc>
      <w:tc>
        <w:tcPr>
          <w:tcW w:w="340" w:type="dxa"/>
          <w:noWrap/>
          <w:tcMar>
            <w:left w:w="0" w:type="dxa"/>
            <w:right w:w="0" w:type="dxa"/>
          </w:tcMar>
          <w:textDirection w:val="btLr"/>
          <w:vAlign w:val="center"/>
        </w:tcPr>
        <w:p w:rsidR="00442D4C" w:rsidRPr="00545AE8" w:rsidRDefault="00442D4C" w:rsidP="00C313AF">
          <w:pPr>
            <w:ind w:left="113" w:right="113"/>
            <w:jc w:val="center"/>
            <w:rPr>
              <w:rFonts w:ascii="GOST type B" w:hAnsi="GOST type B"/>
              <w:sz w:val="18"/>
              <w:szCs w:val="18"/>
            </w:rPr>
          </w:pPr>
        </w:p>
      </w:tc>
    </w:tr>
    <w:tr w:rsidR="00442D4C">
      <w:trPr>
        <w:cantSplit/>
        <w:trHeight w:hRule="exact" w:val="1418"/>
      </w:trPr>
      <w:tc>
        <w:tcPr>
          <w:tcW w:w="454" w:type="dxa"/>
          <w:noWrap/>
          <w:tcMar>
            <w:left w:w="0" w:type="dxa"/>
            <w:right w:w="0" w:type="dxa"/>
          </w:tcMar>
          <w:textDirection w:val="btLr"/>
          <w:vAlign w:val="center"/>
        </w:tcPr>
        <w:p w:rsidR="00442D4C" w:rsidRPr="00C313AF" w:rsidRDefault="00442D4C" w:rsidP="00C313AF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C313AF">
            <w:rPr>
              <w:rFonts w:ascii="Arial" w:hAnsi="Arial" w:cs="Arial"/>
              <w:sz w:val="18"/>
              <w:szCs w:val="18"/>
            </w:rPr>
            <w:t>Инв. № подл.</w:t>
          </w:r>
        </w:p>
      </w:tc>
      <w:tc>
        <w:tcPr>
          <w:tcW w:w="340" w:type="dxa"/>
          <w:noWrap/>
          <w:tcMar>
            <w:left w:w="0" w:type="dxa"/>
            <w:right w:w="0" w:type="dxa"/>
          </w:tcMar>
          <w:textDirection w:val="btLr"/>
          <w:vAlign w:val="center"/>
        </w:tcPr>
        <w:p w:rsidR="00442D4C" w:rsidRPr="00545AE8" w:rsidRDefault="00442D4C" w:rsidP="00C313AF">
          <w:pPr>
            <w:ind w:left="113" w:right="113"/>
            <w:jc w:val="center"/>
            <w:rPr>
              <w:rFonts w:ascii="GOST type B" w:hAnsi="GOST type B"/>
              <w:sz w:val="18"/>
              <w:szCs w:val="18"/>
            </w:rPr>
          </w:pPr>
        </w:p>
      </w:tc>
    </w:tr>
  </w:tbl>
  <w:p w:rsidR="00442D4C" w:rsidRPr="001624AE" w:rsidRDefault="00442D4C" w:rsidP="001624AE">
    <w:pPr>
      <w:rPr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</w:p>
  <w:tbl>
    <w:tblPr>
      <w:tblpPr w:vertAnchor="page" w:horzAnchor="page" w:tblpX="1163" w:tblpY="15423"/>
      <w:tblW w:w="10336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1E0"/>
    </w:tblPr>
    <w:tblGrid>
      <w:gridCol w:w="560"/>
      <w:gridCol w:w="560"/>
      <w:gridCol w:w="559"/>
      <w:gridCol w:w="559"/>
      <w:gridCol w:w="839"/>
      <w:gridCol w:w="526"/>
      <w:gridCol w:w="6051"/>
      <w:gridCol w:w="682"/>
    </w:tblGrid>
    <w:tr w:rsidR="00442D4C" w:rsidRPr="005E0585" w:rsidTr="008B582C">
      <w:trPr>
        <w:cantSplit/>
        <w:trHeight w:hRule="exact" w:val="284"/>
      </w:trPr>
      <w:tc>
        <w:tcPr>
          <w:tcW w:w="560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  <w:vAlign w:val="center"/>
        </w:tcPr>
        <w:p w:rsidR="00442D4C" w:rsidRPr="00545AE8" w:rsidRDefault="00442D4C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60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42D4C" w:rsidRPr="00545AE8" w:rsidRDefault="00442D4C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42D4C" w:rsidRPr="00545AE8" w:rsidRDefault="00442D4C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42D4C" w:rsidRPr="00545AE8" w:rsidRDefault="00442D4C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83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42D4C" w:rsidRPr="00545AE8" w:rsidRDefault="00442D4C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2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42D4C" w:rsidRPr="00545AE8" w:rsidRDefault="00442D4C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6051" w:type="dxa"/>
          <w:vMerge w:val="restart"/>
          <w:tcBorders>
            <w:left w:val="single" w:sz="12" w:space="0" w:color="auto"/>
          </w:tcBorders>
          <w:vAlign w:val="center"/>
        </w:tcPr>
        <w:p w:rsidR="00442D4C" w:rsidRPr="00E7599C" w:rsidRDefault="00442D4C" w:rsidP="001C378B">
          <w:pPr>
            <w:jc w:val="center"/>
            <w:rPr>
              <w:rFonts w:ascii="Arial" w:hAnsi="Arial" w:cs="Arial"/>
              <w:caps/>
            </w:rPr>
          </w:pPr>
          <w:r>
            <w:rPr>
              <w:rFonts w:ascii="Arial" w:hAnsi="Arial"/>
              <w:b/>
              <w:sz w:val="32"/>
              <w:szCs w:val="32"/>
            </w:rPr>
            <w:t>15-12/01-1п-СП</w:t>
          </w:r>
        </w:p>
      </w:tc>
      <w:tc>
        <w:tcPr>
          <w:tcW w:w="682" w:type="dxa"/>
          <w:vMerge w:val="restart"/>
          <w:vAlign w:val="center"/>
        </w:tcPr>
        <w:p w:rsidR="00442D4C" w:rsidRPr="00C313AF" w:rsidRDefault="00442D4C" w:rsidP="00AF1E80">
          <w:pPr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Лист</w:t>
          </w:r>
        </w:p>
      </w:tc>
    </w:tr>
    <w:tr w:rsidR="00442D4C" w:rsidRPr="005E0585" w:rsidTr="008B582C">
      <w:trPr>
        <w:cantSplit/>
        <w:trHeight w:hRule="exact" w:val="101"/>
      </w:trPr>
      <w:tc>
        <w:tcPr>
          <w:tcW w:w="560" w:type="dxa"/>
          <w:vMerge w:val="restart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42D4C" w:rsidRPr="00545AE8" w:rsidRDefault="00442D4C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60" w:type="dxa"/>
          <w:vMerge w:val="restart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42D4C" w:rsidRPr="00545AE8" w:rsidRDefault="00442D4C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59" w:type="dxa"/>
          <w:vMerge w:val="restart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42D4C" w:rsidRPr="00545AE8" w:rsidRDefault="00442D4C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59" w:type="dxa"/>
          <w:vMerge w:val="restart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42D4C" w:rsidRPr="00545AE8" w:rsidRDefault="00442D4C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839" w:type="dxa"/>
          <w:vMerge w:val="restart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42D4C" w:rsidRPr="00545AE8" w:rsidRDefault="00442D4C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26" w:type="dxa"/>
          <w:vMerge w:val="restart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42D4C" w:rsidRPr="00545AE8" w:rsidRDefault="00442D4C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6051" w:type="dxa"/>
          <w:vMerge/>
          <w:tcBorders>
            <w:left w:val="single" w:sz="12" w:space="0" w:color="auto"/>
          </w:tcBorders>
        </w:tcPr>
        <w:p w:rsidR="00442D4C" w:rsidRPr="00545AE8" w:rsidRDefault="00442D4C" w:rsidP="00AF1E80">
          <w:pPr>
            <w:rPr>
              <w:rFonts w:ascii="GOST type B" w:hAnsi="GOST type B"/>
            </w:rPr>
          </w:pPr>
        </w:p>
      </w:tc>
      <w:tc>
        <w:tcPr>
          <w:tcW w:w="682" w:type="dxa"/>
          <w:vMerge/>
          <w:tcBorders>
            <w:bottom w:val="single" w:sz="12" w:space="0" w:color="auto"/>
          </w:tcBorders>
        </w:tcPr>
        <w:p w:rsidR="00442D4C" w:rsidRPr="004F68A5" w:rsidRDefault="00442D4C" w:rsidP="00AF1E80">
          <w:pPr>
            <w:rPr>
              <w:rFonts w:ascii="GOST type B" w:hAnsi="GOST type B"/>
              <w:sz w:val="20"/>
              <w:szCs w:val="20"/>
            </w:rPr>
          </w:pPr>
        </w:p>
      </w:tc>
    </w:tr>
    <w:tr w:rsidR="00442D4C" w:rsidRPr="005E0585" w:rsidTr="008B582C">
      <w:trPr>
        <w:cantSplit/>
        <w:trHeight w:hRule="exact" w:val="182"/>
      </w:trPr>
      <w:tc>
        <w:tcPr>
          <w:tcW w:w="560" w:type="dxa"/>
          <w:vMerge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42D4C" w:rsidRPr="00545AE8" w:rsidRDefault="00442D4C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60" w:type="dxa"/>
          <w:vMerge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42D4C" w:rsidRPr="00545AE8" w:rsidRDefault="00442D4C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59" w:type="dxa"/>
          <w:vMerge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42D4C" w:rsidRPr="00545AE8" w:rsidRDefault="00442D4C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59" w:type="dxa"/>
          <w:vMerge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42D4C" w:rsidRPr="00545AE8" w:rsidRDefault="00442D4C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839" w:type="dxa"/>
          <w:vMerge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42D4C" w:rsidRPr="00545AE8" w:rsidRDefault="00442D4C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26" w:type="dxa"/>
          <w:vMerge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42D4C" w:rsidRPr="00545AE8" w:rsidRDefault="00442D4C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6051" w:type="dxa"/>
          <w:vMerge/>
          <w:tcBorders>
            <w:left w:val="single" w:sz="12" w:space="0" w:color="auto"/>
            <w:bottom w:val="single" w:sz="12" w:space="0" w:color="auto"/>
          </w:tcBorders>
        </w:tcPr>
        <w:p w:rsidR="00442D4C" w:rsidRPr="00545AE8" w:rsidRDefault="00442D4C" w:rsidP="00AF1E80">
          <w:pPr>
            <w:rPr>
              <w:rFonts w:ascii="GOST type B" w:hAnsi="GOST type B"/>
            </w:rPr>
          </w:pPr>
        </w:p>
      </w:tc>
      <w:tc>
        <w:tcPr>
          <w:tcW w:w="682" w:type="dxa"/>
          <w:vMerge w:val="restart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442D4C" w:rsidRPr="002F6DE5" w:rsidRDefault="005D1FC5" w:rsidP="00DF7F53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2F6DE5">
            <w:rPr>
              <w:rFonts w:ascii="Arial" w:hAnsi="Arial" w:cs="Arial"/>
              <w:sz w:val="20"/>
              <w:szCs w:val="20"/>
            </w:rPr>
            <w:fldChar w:fldCharType="begin"/>
          </w:r>
          <w:r w:rsidR="00442D4C" w:rsidRPr="002F6DE5">
            <w:rPr>
              <w:rFonts w:ascii="Arial" w:hAnsi="Arial" w:cs="Arial"/>
              <w:sz w:val="20"/>
              <w:szCs w:val="20"/>
            </w:rPr>
            <w:instrText xml:space="preserve"> =</w:instrText>
          </w:r>
          <w:r w:rsidRPr="002F6DE5">
            <w:rPr>
              <w:rStyle w:val="aa"/>
              <w:rFonts w:ascii="Arial" w:hAnsi="Arial" w:cs="Arial"/>
            </w:rPr>
            <w:fldChar w:fldCharType="begin"/>
          </w:r>
          <w:r w:rsidR="00442D4C" w:rsidRPr="002F6DE5">
            <w:rPr>
              <w:rStyle w:val="aa"/>
              <w:rFonts w:ascii="Arial" w:hAnsi="Arial" w:cs="Arial"/>
            </w:rPr>
            <w:instrText xml:space="preserve"> PAGE </w:instrText>
          </w:r>
          <w:r w:rsidRPr="002F6DE5">
            <w:rPr>
              <w:rStyle w:val="aa"/>
              <w:rFonts w:ascii="Arial" w:hAnsi="Arial" w:cs="Arial"/>
            </w:rPr>
            <w:fldChar w:fldCharType="separate"/>
          </w:r>
          <w:r w:rsidR="00442D4C">
            <w:rPr>
              <w:rStyle w:val="aa"/>
              <w:rFonts w:ascii="Arial" w:hAnsi="Arial" w:cs="Arial"/>
              <w:noProof/>
            </w:rPr>
            <w:instrText>5</w:instrText>
          </w:r>
          <w:r w:rsidRPr="002F6DE5">
            <w:rPr>
              <w:rStyle w:val="aa"/>
              <w:rFonts w:ascii="Arial" w:hAnsi="Arial" w:cs="Arial"/>
            </w:rPr>
            <w:fldChar w:fldCharType="end"/>
          </w:r>
          <w:r w:rsidR="00442D4C" w:rsidRPr="002F6DE5">
            <w:rPr>
              <w:rStyle w:val="aa"/>
              <w:rFonts w:ascii="Arial" w:hAnsi="Arial" w:cs="Arial"/>
            </w:rPr>
            <w:instrText>-</w:instrText>
          </w:r>
          <w:r w:rsidR="00442D4C">
            <w:rPr>
              <w:rStyle w:val="aa"/>
              <w:rFonts w:ascii="Arial" w:hAnsi="Arial" w:cs="Arial"/>
            </w:rPr>
            <w:instrText>6</w:instrText>
          </w:r>
          <w:r w:rsidR="00442D4C" w:rsidRPr="002F6DE5">
            <w:rPr>
              <w:rStyle w:val="aa"/>
              <w:rFonts w:ascii="Arial" w:hAnsi="Arial" w:cs="Arial"/>
            </w:rPr>
            <w:instrText>+</w:instrText>
          </w:r>
          <w:r w:rsidR="00442D4C">
            <w:rPr>
              <w:rStyle w:val="aa"/>
              <w:rFonts w:ascii="Arial" w:hAnsi="Arial" w:cs="Arial"/>
            </w:rPr>
            <w:instrText>1</w:instrText>
          </w:r>
          <w:r w:rsidRPr="002F6DE5">
            <w:rPr>
              <w:rFonts w:ascii="Arial" w:hAnsi="Arial" w:cs="Arial"/>
              <w:sz w:val="20"/>
              <w:szCs w:val="20"/>
            </w:rPr>
            <w:fldChar w:fldCharType="separate"/>
          </w:r>
          <w:r w:rsidR="00442D4C">
            <w:rPr>
              <w:rFonts w:ascii="Arial" w:hAnsi="Arial" w:cs="Arial"/>
              <w:noProof/>
              <w:sz w:val="20"/>
              <w:szCs w:val="20"/>
            </w:rPr>
            <w:t>0</w:t>
          </w:r>
          <w:r w:rsidRPr="002F6DE5"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  <w:tr w:rsidR="00442D4C" w:rsidRPr="005E0585" w:rsidTr="008B582C">
      <w:trPr>
        <w:cantSplit/>
        <w:trHeight w:hRule="exact" w:val="284"/>
      </w:trPr>
      <w:tc>
        <w:tcPr>
          <w:tcW w:w="560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42D4C" w:rsidRPr="004A3A78" w:rsidRDefault="00442D4C" w:rsidP="00AF1E80">
          <w:pPr>
            <w:jc w:val="center"/>
            <w:rPr>
              <w:rFonts w:ascii="Arial" w:hAnsi="Arial" w:cs="Arial"/>
              <w:sz w:val="16"/>
              <w:szCs w:val="16"/>
            </w:rPr>
          </w:pPr>
          <w:proofErr w:type="spellStart"/>
          <w:r>
            <w:rPr>
              <w:rFonts w:ascii="Arial" w:hAnsi="Arial" w:cs="Arial"/>
              <w:sz w:val="16"/>
              <w:szCs w:val="16"/>
            </w:rPr>
            <w:t>Изм</w:t>
          </w:r>
          <w:proofErr w:type="spellEnd"/>
          <w:r>
            <w:rPr>
              <w:rFonts w:ascii="Arial" w:hAnsi="Arial" w:cs="Arial"/>
              <w:sz w:val="16"/>
              <w:szCs w:val="16"/>
            </w:rPr>
            <w:t>.</w:t>
          </w:r>
          <w:r w:rsidRPr="004A3A78">
            <w:rPr>
              <w:rFonts w:ascii="Arial" w:hAnsi="Arial" w:cs="Arial"/>
              <w:sz w:val="16"/>
              <w:szCs w:val="16"/>
            </w:rPr>
            <w:t></w:t>
          </w:r>
        </w:p>
      </w:tc>
      <w:tc>
        <w:tcPr>
          <w:tcW w:w="560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42D4C" w:rsidRPr="004A3A78" w:rsidRDefault="00442D4C" w:rsidP="00AF1E80">
          <w:pPr>
            <w:jc w:val="center"/>
            <w:rPr>
              <w:rFonts w:ascii="Arial" w:hAnsi="Arial" w:cs="Arial"/>
              <w:sz w:val="16"/>
              <w:szCs w:val="16"/>
            </w:rPr>
          </w:pPr>
          <w:proofErr w:type="spellStart"/>
          <w:r>
            <w:rPr>
              <w:rFonts w:ascii="Arial" w:hAnsi="Arial" w:cs="Arial"/>
              <w:sz w:val="16"/>
              <w:szCs w:val="16"/>
            </w:rPr>
            <w:t>Кол.уч</w:t>
          </w:r>
          <w:proofErr w:type="spellEnd"/>
          <w:r>
            <w:rPr>
              <w:rFonts w:ascii="Arial" w:hAnsi="Arial" w:cs="Arial"/>
              <w:sz w:val="16"/>
              <w:szCs w:val="16"/>
            </w:rPr>
            <w:t>.</w:t>
          </w:r>
        </w:p>
      </w:tc>
      <w:tc>
        <w:tcPr>
          <w:tcW w:w="559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42D4C" w:rsidRPr="004A3A78" w:rsidRDefault="00442D4C" w:rsidP="00AF1E80">
          <w:pPr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Лист</w:t>
          </w:r>
        </w:p>
      </w:tc>
      <w:tc>
        <w:tcPr>
          <w:tcW w:w="559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42D4C" w:rsidRPr="004A3A78" w:rsidRDefault="00442D4C" w:rsidP="00AF1E80">
          <w:pPr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№ док</w:t>
          </w:r>
        </w:p>
      </w:tc>
      <w:tc>
        <w:tcPr>
          <w:tcW w:w="839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42D4C" w:rsidRPr="004A3A78" w:rsidRDefault="00442D4C" w:rsidP="00AF1E80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4A3A78">
            <w:rPr>
              <w:rFonts w:ascii="Arial" w:hAnsi="Arial" w:cs="Arial"/>
              <w:sz w:val="16"/>
              <w:szCs w:val="16"/>
            </w:rPr>
            <w:t>Подпись</w:t>
          </w:r>
        </w:p>
      </w:tc>
      <w:tc>
        <w:tcPr>
          <w:tcW w:w="52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42D4C" w:rsidRPr="004A3A78" w:rsidRDefault="00442D4C" w:rsidP="00AF1E80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4A3A78">
            <w:rPr>
              <w:rFonts w:ascii="Arial" w:hAnsi="Arial" w:cs="Arial"/>
              <w:sz w:val="16"/>
              <w:szCs w:val="16"/>
            </w:rPr>
            <w:t>Да</w:t>
          </w:r>
          <w:r>
            <w:rPr>
              <w:rFonts w:ascii="Arial" w:hAnsi="Arial" w:cs="Arial"/>
              <w:sz w:val="16"/>
              <w:szCs w:val="16"/>
            </w:rPr>
            <w:t>та</w:t>
          </w:r>
        </w:p>
      </w:tc>
      <w:tc>
        <w:tcPr>
          <w:tcW w:w="6051" w:type="dxa"/>
          <w:vMerge/>
          <w:tcBorders>
            <w:left w:val="single" w:sz="12" w:space="0" w:color="auto"/>
          </w:tcBorders>
        </w:tcPr>
        <w:p w:rsidR="00442D4C" w:rsidRDefault="00442D4C" w:rsidP="00AF1E80"/>
      </w:tc>
      <w:tc>
        <w:tcPr>
          <w:tcW w:w="682" w:type="dxa"/>
          <w:vMerge/>
        </w:tcPr>
        <w:p w:rsidR="00442D4C" w:rsidRPr="005E0585" w:rsidRDefault="00442D4C" w:rsidP="00AF1E80">
          <w:pPr>
            <w:rPr>
              <w:sz w:val="18"/>
              <w:szCs w:val="18"/>
            </w:rPr>
          </w:pPr>
        </w:p>
      </w:tc>
    </w:tr>
  </w:tbl>
  <w:p w:rsidR="00442D4C" w:rsidRDefault="00442D4C" w:rsidP="004F68A5">
    <w:pPr>
      <w:pStyle w:val="a8"/>
      <w:ind w:right="360"/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page" w:tblpX="370" w:tblpY="11454"/>
      <w:tblW w:w="79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1E0"/>
    </w:tblPr>
    <w:tblGrid>
      <w:gridCol w:w="340"/>
      <w:gridCol w:w="454"/>
    </w:tblGrid>
    <w:tr w:rsidR="00442D4C" w:rsidTr="00C313AF">
      <w:trPr>
        <w:cantSplit/>
        <w:trHeight w:hRule="exact" w:val="1418"/>
      </w:trPr>
      <w:tc>
        <w:tcPr>
          <w:tcW w:w="340" w:type="dxa"/>
          <w:textDirection w:val="btLr"/>
          <w:vAlign w:val="center"/>
        </w:tcPr>
        <w:p w:rsidR="00442D4C" w:rsidRPr="00C313AF" w:rsidRDefault="00442D4C" w:rsidP="00C313AF">
          <w:pPr>
            <w:jc w:val="center"/>
            <w:rPr>
              <w:rFonts w:ascii="Arial" w:hAnsi="Arial" w:cs="Arial"/>
              <w:sz w:val="18"/>
              <w:szCs w:val="18"/>
            </w:rPr>
          </w:pPr>
          <w:proofErr w:type="spellStart"/>
          <w:r w:rsidRPr="00C313AF">
            <w:rPr>
              <w:rFonts w:ascii="Arial" w:hAnsi="Arial" w:cs="Arial"/>
              <w:sz w:val="18"/>
              <w:szCs w:val="18"/>
            </w:rPr>
            <w:t>Взам</w:t>
          </w:r>
          <w:proofErr w:type="spellEnd"/>
          <w:r w:rsidRPr="00C313AF">
            <w:rPr>
              <w:rFonts w:ascii="Arial" w:hAnsi="Arial" w:cs="Arial"/>
              <w:sz w:val="18"/>
              <w:szCs w:val="18"/>
            </w:rPr>
            <w:t>. инв. №</w:t>
          </w:r>
        </w:p>
      </w:tc>
      <w:tc>
        <w:tcPr>
          <w:tcW w:w="454" w:type="dxa"/>
          <w:noWrap/>
          <w:tcMar>
            <w:left w:w="0" w:type="dxa"/>
            <w:right w:w="0" w:type="dxa"/>
          </w:tcMar>
          <w:textDirection w:val="btLr"/>
          <w:vAlign w:val="center"/>
        </w:tcPr>
        <w:p w:rsidR="00442D4C" w:rsidRPr="00545AE8" w:rsidRDefault="00442D4C" w:rsidP="00C313AF">
          <w:pPr>
            <w:ind w:left="113" w:right="113"/>
            <w:jc w:val="center"/>
            <w:rPr>
              <w:rFonts w:ascii="GOST type B" w:hAnsi="GOST type B"/>
              <w:sz w:val="18"/>
              <w:szCs w:val="18"/>
            </w:rPr>
          </w:pPr>
        </w:p>
      </w:tc>
    </w:tr>
    <w:tr w:rsidR="00442D4C" w:rsidTr="00C313AF">
      <w:trPr>
        <w:cantSplit/>
        <w:trHeight w:hRule="exact" w:val="1985"/>
      </w:trPr>
      <w:tc>
        <w:tcPr>
          <w:tcW w:w="340" w:type="dxa"/>
          <w:textDirection w:val="btLr"/>
          <w:vAlign w:val="center"/>
        </w:tcPr>
        <w:p w:rsidR="00442D4C" w:rsidRPr="00C313AF" w:rsidRDefault="00442D4C" w:rsidP="00C313AF">
          <w:pPr>
            <w:jc w:val="center"/>
            <w:rPr>
              <w:rFonts w:ascii="Arial" w:hAnsi="Arial" w:cs="Arial"/>
              <w:sz w:val="18"/>
              <w:szCs w:val="18"/>
            </w:rPr>
          </w:pPr>
          <w:proofErr w:type="spellStart"/>
          <w:r w:rsidRPr="00C313AF">
            <w:rPr>
              <w:rFonts w:ascii="Arial" w:hAnsi="Arial" w:cs="Arial"/>
              <w:sz w:val="18"/>
              <w:szCs w:val="18"/>
            </w:rPr>
            <w:t>Подп</w:t>
          </w:r>
          <w:proofErr w:type="spellEnd"/>
          <w:r w:rsidRPr="00C313AF">
            <w:rPr>
              <w:rFonts w:ascii="Arial" w:hAnsi="Arial" w:cs="Arial"/>
              <w:sz w:val="18"/>
              <w:szCs w:val="18"/>
            </w:rPr>
            <w:t>.  и дата</w:t>
          </w:r>
        </w:p>
      </w:tc>
      <w:tc>
        <w:tcPr>
          <w:tcW w:w="454" w:type="dxa"/>
          <w:noWrap/>
          <w:tcMar>
            <w:left w:w="0" w:type="dxa"/>
            <w:right w:w="0" w:type="dxa"/>
          </w:tcMar>
          <w:textDirection w:val="btLr"/>
          <w:vAlign w:val="center"/>
        </w:tcPr>
        <w:p w:rsidR="00442D4C" w:rsidRPr="00545AE8" w:rsidRDefault="00442D4C" w:rsidP="00C313AF">
          <w:pPr>
            <w:ind w:left="113" w:right="113"/>
            <w:jc w:val="center"/>
            <w:rPr>
              <w:rFonts w:ascii="GOST type B" w:hAnsi="GOST type B"/>
              <w:sz w:val="18"/>
              <w:szCs w:val="18"/>
            </w:rPr>
          </w:pPr>
        </w:p>
      </w:tc>
    </w:tr>
    <w:tr w:rsidR="00442D4C" w:rsidTr="00C313AF">
      <w:trPr>
        <w:cantSplit/>
        <w:trHeight w:hRule="exact" w:val="1418"/>
      </w:trPr>
      <w:tc>
        <w:tcPr>
          <w:tcW w:w="340" w:type="dxa"/>
          <w:textDirection w:val="btLr"/>
          <w:vAlign w:val="center"/>
        </w:tcPr>
        <w:p w:rsidR="00442D4C" w:rsidRPr="00C313AF" w:rsidRDefault="00442D4C" w:rsidP="00C313AF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C313AF">
            <w:rPr>
              <w:rFonts w:ascii="Arial" w:hAnsi="Arial" w:cs="Arial"/>
              <w:sz w:val="18"/>
              <w:szCs w:val="18"/>
            </w:rPr>
            <w:t>Инв. № подл.</w:t>
          </w:r>
        </w:p>
      </w:tc>
      <w:tc>
        <w:tcPr>
          <w:tcW w:w="454" w:type="dxa"/>
          <w:noWrap/>
          <w:tcMar>
            <w:left w:w="0" w:type="dxa"/>
            <w:right w:w="0" w:type="dxa"/>
          </w:tcMar>
          <w:textDirection w:val="btLr"/>
          <w:vAlign w:val="center"/>
        </w:tcPr>
        <w:p w:rsidR="00442D4C" w:rsidRPr="00545AE8" w:rsidRDefault="00442D4C" w:rsidP="00C313AF">
          <w:pPr>
            <w:ind w:left="113" w:right="113"/>
            <w:jc w:val="center"/>
            <w:rPr>
              <w:rFonts w:ascii="GOST type B" w:hAnsi="GOST type B"/>
              <w:sz w:val="18"/>
              <w:szCs w:val="18"/>
            </w:rPr>
          </w:pPr>
        </w:p>
      </w:tc>
    </w:tr>
  </w:tbl>
  <w:p w:rsidR="00442D4C" w:rsidRPr="00151C09" w:rsidRDefault="00442D4C" w:rsidP="00151C09">
    <w:pPr>
      <w:rPr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</w:p>
  <w:tbl>
    <w:tblPr>
      <w:tblpPr w:vertAnchor="page" w:horzAnchor="page" w:tblpX="1163" w:tblpY="13995"/>
      <w:tblW w:w="10363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1E0"/>
    </w:tblPr>
    <w:tblGrid>
      <w:gridCol w:w="543"/>
      <w:gridCol w:w="544"/>
      <w:gridCol w:w="554"/>
      <w:gridCol w:w="556"/>
      <w:gridCol w:w="829"/>
      <w:gridCol w:w="555"/>
      <w:gridCol w:w="3880"/>
      <w:gridCol w:w="829"/>
      <w:gridCol w:w="830"/>
      <w:gridCol w:w="1243"/>
    </w:tblGrid>
    <w:tr w:rsidR="00442D4C" w:rsidRPr="005E5623" w:rsidTr="00FC0114">
      <w:trPr>
        <w:cantSplit/>
        <w:trHeight w:hRule="exact" w:val="281"/>
      </w:trPr>
      <w:tc>
        <w:tcPr>
          <w:tcW w:w="543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442D4C" w:rsidRPr="005E5623" w:rsidRDefault="00442D4C" w:rsidP="00B17976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44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442D4C" w:rsidRPr="005E5623" w:rsidRDefault="00442D4C" w:rsidP="00B17976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54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442D4C" w:rsidRPr="005E5623" w:rsidRDefault="00442D4C" w:rsidP="00B17976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5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442D4C" w:rsidRPr="005E5623" w:rsidRDefault="00442D4C" w:rsidP="00B17976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82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442D4C" w:rsidRPr="005E5623" w:rsidRDefault="00442D4C" w:rsidP="00B17976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55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442D4C" w:rsidRPr="005E5623" w:rsidRDefault="00442D4C" w:rsidP="00B17976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6782" w:type="dxa"/>
          <w:gridSpan w:val="4"/>
          <w:vMerge w:val="restart"/>
          <w:tcBorders>
            <w:left w:val="single" w:sz="12" w:space="0" w:color="auto"/>
          </w:tcBorders>
          <w:shd w:val="clear" w:color="auto" w:fill="auto"/>
          <w:noWrap/>
          <w:vAlign w:val="center"/>
        </w:tcPr>
        <w:p w:rsidR="00442D4C" w:rsidRPr="005E5623" w:rsidRDefault="00773A3C" w:rsidP="00727A76">
          <w:pPr>
            <w:jc w:val="center"/>
            <w:rPr>
              <w:rFonts w:ascii="Arial" w:hAnsi="Arial" w:cs="Arial"/>
            </w:rPr>
          </w:pPr>
          <w:r w:rsidRPr="00E00423">
            <w:rPr>
              <w:rFonts w:ascii="Arial" w:hAnsi="Arial" w:cs="Arial"/>
              <w:b/>
              <w:color w:val="000000"/>
              <w:sz w:val="32"/>
              <w:szCs w:val="32"/>
            </w:rPr>
            <w:t>2023 - 90/10 - ППТ</w:t>
          </w:r>
          <w:r>
            <w:rPr>
              <w:rFonts w:ascii="Arial" w:hAnsi="Arial"/>
              <w:b/>
              <w:sz w:val="32"/>
              <w:szCs w:val="32"/>
            </w:rPr>
            <w:t xml:space="preserve"> </w:t>
          </w:r>
          <w:r w:rsidR="00AF254C">
            <w:rPr>
              <w:rFonts w:ascii="Arial" w:hAnsi="Arial"/>
              <w:b/>
              <w:sz w:val="32"/>
              <w:szCs w:val="32"/>
            </w:rPr>
            <w:t>.</w:t>
          </w:r>
          <w:r w:rsidR="00442D4C">
            <w:rPr>
              <w:rFonts w:ascii="Arial" w:hAnsi="Arial"/>
              <w:b/>
              <w:sz w:val="32"/>
              <w:szCs w:val="32"/>
            </w:rPr>
            <w:t>СП</w:t>
          </w:r>
        </w:p>
      </w:tc>
    </w:tr>
    <w:tr w:rsidR="00442D4C" w:rsidRPr="005E5623" w:rsidTr="00FC0114">
      <w:trPr>
        <w:cantSplit/>
        <w:trHeight w:hRule="exact" w:val="281"/>
      </w:trPr>
      <w:tc>
        <w:tcPr>
          <w:tcW w:w="543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442D4C" w:rsidRPr="005E5623" w:rsidRDefault="00442D4C" w:rsidP="00B17976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44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442D4C" w:rsidRPr="005E5623" w:rsidRDefault="00442D4C" w:rsidP="00B17976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54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442D4C" w:rsidRPr="005E5623" w:rsidRDefault="00442D4C" w:rsidP="00B17976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56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442D4C" w:rsidRPr="005E5623" w:rsidRDefault="00442D4C" w:rsidP="00B17976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829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442D4C" w:rsidRPr="005E5623" w:rsidRDefault="00442D4C" w:rsidP="00B17976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5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442D4C" w:rsidRPr="005E5623" w:rsidRDefault="00442D4C" w:rsidP="00B17976">
          <w:pPr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6782" w:type="dxa"/>
          <w:gridSpan w:val="4"/>
          <w:vMerge/>
          <w:tcBorders>
            <w:left w:val="single" w:sz="12" w:space="0" w:color="auto"/>
          </w:tcBorders>
          <w:shd w:val="clear" w:color="auto" w:fill="auto"/>
          <w:noWrap/>
          <w:vAlign w:val="center"/>
        </w:tcPr>
        <w:p w:rsidR="00442D4C" w:rsidRPr="005E5623" w:rsidRDefault="00442D4C" w:rsidP="00B17976">
          <w:pPr>
            <w:jc w:val="center"/>
            <w:rPr>
              <w:rFonts w:ascii="Arial" w:hAnsi="Arial" w:cs="Arial"/>
            </w:rPr>
          </w:pPr>
        </w:p>
      </w:tc>
    </w:tr>
    <w:tr w:rsidR="00442D4C" w:rsidRPr="005E5623" w:rsidTr="00FC0114">
      <w:trPr>
        <w:cantSplit/>
        <w:trHeight w:hRule="exact" w:val="281"/>
      </w:trPr>
      <w:tc>
        <w:tcPr>
          <w:tcW w:w="543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442D4C" w:rsidRPr="005E5623" w:rsidRDefault="00442D4C" w:rsidP="0013539A">
          <w:pPr>
            <w:jc w:val="center"/>
            <w:rPr>
              <w:rFonts w:ascii="Arial" w:hAnsi="Arial" w:cs="Arial"/>
              <w:sz w:val="18"/>
              <w:szCs w:val="18"/>
            </w:rPr>
          </w:pPr>
          <w:proofErr w:type="spellStart"/>
          <w:r w:rsidRPr="005E5623">
            <w:rPr>
              <w:rFonts w:ascii="Arial" w:hAnsi="Arial" w:cs="Arial"/>
              <w:sz w:val="18"/>
              <w:szCs w:val="18"/>
            </w:rPr>
            <w:t>Изм</w:t>
          </w:r>
          <w:proofErr w:type="spellEnd"/>
          <w:r w:rsidRPr="005E5623">
            <w:rPr>
              <w:rFonts w:ascii="Arial" w:hAnsi="Arial" w:cs="Arial"/>
              <w:sz w:val="18"/>
              <w:szCs w:val="18"/>
            </w:rPr>
            <w:t>.</w:t>
          </w:r>
        </w:p>
      </w:tc>
      <w:tc>
        <w:tcPr>
          <w:tcW w:w="544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442D4C" w:rsidRPr="005E5623" w:rsidRDefault="00442D4C" w:rsidP="0013539A">
          <w:pPr>
            <w:jc w:val="center"/>
            <w:rPr>
              <w:rFonts w:ascii="Arial" w:hAnsi="Arial" w:cs="Arial"/>
              <w:sz w:val="18"/>
              <w:szCs w:val="18"/>
            </w:rPr>
          </w:pPr>
          <w:proofErr w:type="spellStart"/>
          <w:r w:rsidRPr="005E5623">
            <w:rPr>
              <w:rFonts w:ascii="Arial" w:hAnsi="Arial" w:cs="Arial"/>
              <w:sz w:val="16"/>
              <w:szCs w:val="16"/>
            </w:rPr>
            <w:t>Кол.уч</w:t>
          </w:r>
          <w:proofErr w:type="spellEnd"/>
        </w:p>
      </w:tc>
      <w:tc>
        <w:tcPr>
          <w:tcW w:w="554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442D4C" w:rsidRPr="005E5623" w:rsidRDefault="00442D4C" w:rsidP="0013539A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E5623">
            <w:rPr>
              <w:rFonts w:ascii="Arial" w:hAnsi="Arial" w:cs="Arial"/>
              <w:sz w:val="18"/>
              <w:szCs w:val="18"/>
            </w:rPr>
            <w:t>Лист</w:t>
          </w:r>
        </w:p>
      </w:tc>
      <w:tc>
        <w:tcPr>
          <w:tcW w:w="55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442D4C" w:rsidRPr="005E5623" w:rsidRDefault="00442D4C" w:rsidP="00233F52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E5623">
            <w:rPr>
              <w:rFonts w:ascii="Arial" w:hAnsi="Arial" w:cs="Arial"/>
              <w:sz w:val="18"/>
              <w:szCs w:val="18"/>
            </w:rPr>
            <w:t>№док.</w:t>
          </w:r>
        </w:p>
      </w:tc>
      <w:tc>
        <w:tcPr>
          <w:tcW w:w="829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442D4C" w:rsidRPr="005E5623" w:rsidRDefault="00442D4C" w:rsidP="0013539A">
          <w:pPr>
            <w:jc w:val="center"/>
            <w:rPr>
              <w:rFonts w:ascii="Arial" w:hAnsi="Arial" w:cs="Arial"/>
              <w:sz w:val="18"/>
              <w:szCs w:val="18"/>
            </w:rPr>
          </w:pPr>
          <w:proofErr w:type="spellStart"/>
          <w:r w:rsidRPr="005E5623">
            <w:rPr>
              <w:rFonts w:ascii="Arial" w:hAnsi="Arial" w:cs="Arial"/>
              <w:sz w:val="18"/>
              <w:szCs w:val="18"/>
            </w:rPr>
            <w:t>Подп</w:t>
          </w:r>
          <w:proofErr w:type="spellEnd"/>
          <w:r w:rsidRPr="005E5623">
            <w:rPr>
              <w:rFonts w:ascii="Arial" w:hAnsi="Arial" w:cs="Arial"/>
              <w:sz w:val="18"/>
              <w:szCs w:val="18"/>
            </w:rPr>
            <w:t>.</w:t>
          </w:r>
        </w:p>
      </w:tc>
      <w:tc>
        <w:tcPr>
          <w:tcW w:w="555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noWrap/>
          <w:vAlign w:val="center"/>
        </w:tcPr>
        <w:p w:rsidR="00442D4C" w:rsidRPr="005E5623" w:rsidRDefault="00442D4C" w:rsidP="0013539A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5E5623">
            <w:rPr>
              <w:rFonts w:ascii="Arial" w:hAnsi="Arial" w:cs="Arial"/>
              <w:sz w:val="18"/>
              <w:szCs w:val="18"/>
            </w:rPr>
            <w:t>Дата</w:t>
          </w:r>
        </w:p>
      </w:tc>
      <w:tc>
        <w:tcPr>
          <w:tcW w:w="6782" w:type="dxa"/>
          <w:gridSpan w:val="4"/>
          <w:vMerge/>
          <w:tcBorders>
            <w:left w:val="single" w:sz="12" w:space="0" w:color="auto"/>
          </w:tcBorders>
          <w:shd w:val="clear" w:color="auto" w:fill="auto"/>
          <w:noWrap/>
          <w:vAlign w:val="center"/>
        </w:tcPr>
        <w:p w:rsidR="00442D4C" w:rsidRPr="005E5623" w:rsidRDefault="00442D4C" w:rsidP="00B17976">
          <w:pPr>
            <w:jc w:val="center"/>
            <w:rPr>
              <w:rFonts w:ascii="Arial" w:hAnsi="Arial" w:cs="Arial"/>
            </w:rPr>
          </w:pPr>
        </w:p>
      </w:tc>
    </w:tr>
    <w:tr w:rsidR="00442D4C" w:rsidRPr="005E5623" w:rsidTr="00FC0114">
      <w:trPr>
        <w:cantSplit/>
        <w:trHeight w:hRule="exact" w:val="281"/>
      </w:trPr>
      <w:tc>
        <w:tcPr>
          <w:tcW w:w="1087" w:type="dxa"/>
          <w:gridSpan w:val="2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442D4C" w:rsidRPr="005E5623" w:rsidRDefault="00442D4C" w:rsidP="002275FE">
          <w:pPr>
            <w:rPr>
              <w:rFonts w:ascii="Arial Narrow" w:hAnsi="Arial Narrow" w:cs="Arial"/>
              <w:sz w:val="18"/>
              <w:szCs w:val="18"/>
            </w:rPr>
          </w:pPr>
        </w:p>
      </w:tc>
      <w:tc>
        <w:tcPr>
          <w:tcW w:w="1110" w:type="dxa"/>
          <w:gridSpan w:val="2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442D4C" w:rsidRPr="005B0A2E" w:rsidRDefault="00442D4C" w:rsidP="004D2A8D">
          <w:pPr>
            <w:rPr>
              <w:rFonts w:ascii="Arial Narrow" w:hAnsi="Arial Narrow" w:cs="Arial"/>
              <w:sz w:val="18"/>
              <w:szCs w:val="18"/>
            </w:rPr>
          </w:pPr>
        </w:p>
      </w:tc>
      <w:tc>
        <w:tcPr>
          <w:tcW w:w="82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442D4C" w:rsidRPr="00B20FFD" w:rsidRDefault="00442D4C" w:rsidP="002275FE">
          <w:pPr>
            <w:rPr>
              <w:rFonts w:ascii="Arial Narrow" w:hAnsi="Arial Narrow" w:cs="Arial"/>
              <w:sz w:val="18"/>
              <w:szCs w:val="18"/>
            </w:rPr>
          </w:pPr>
        </w:p>
      </w:tc>
      <w:tc>
        <w:tcPr>
          <w:tcW w:w="555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vAlign w:val="center"/>
        </w:tcPr>
        <w:p w:rsidR="00442D4C" w:rsidRPr="00B20FFD" w:rsidRDefault="00442D4C" w:rsidP="004D2A8D">
          <w:pPr>
            <w:rPr>
              <w:rFonts w:ascii="Arial Narrow" w:hAnsi="Arial Narrow" w:cs="Arial"/>
              <w:sz w:val="18"/>
              <w:szCs w:val="18"/>
            </w:rPr>
          </w:pPr>
        </w:p>
      </w:tc>
      <w:tc>
        <w:tcPr>
          <w:tcW w:w="3880" w:type="dxa"/>
          <w:vMerge w:val="restart"/>
          <w:tcBorders>
            <w:left w:val="single" w:sz="12" w:space="0" w:color="auto"/>
            <w:right w:val="single" w:sz="12" w:space="0" w:color="auto"/>
          </w:tcBorders>
          <w:shd w:val="clear" w:color="auto" w:fill="auto"/>
          <w:noWrap/>
          <w:vAlign w:val="center"/>
        </w:tcPr>
        <w:p w:rsidR="00442D4C" w:rsidRDefault="00442D4C" w:rsidP="00850AC2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 xml:space="preserve">Состав проектной </w:t>
          </w:r>
        </w:p>
        <w:p w:rsidR="00442D4C" w:rsidRPr="005E5623" w:rsidRDefault="00442D4C" w:rsidP="00850AC2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документации</w:t>
          </w:r>
        </w:p>
      </w:tc>
      <w:tc>
        <w:tcPr>
          <w:tcW w:w="829" w:type="dxa"/>
          <w:tcBorders>
            <w:left w:val="single" w:sz="12" w:space="0" w:color="auto"/>
            <w:right w:val="single" w:sz="12" w:space="0" w:color="auto"/>
          </w:tcBorders>
          <w:noWrap/>
          <w:vAlign w:val="center"/>
        </w:tcPr>
        <w:p w:rsidR="00442D4C" w:rsidRPr="002532E0" w:rsidRDefault="00442D4C" w:rsidP="002275FE">
          <w:pPr>
            <w:jc w:val="center"/>
            <w:rPr>
              <w:rFonts w:ascii="Arial Narrow" w:hAnsi="Arial Narrow" w:cs="Arial"/>
            </w:rPr>
          </w:pPr>
          <w:r w:rsidRPr="002532E0">
            <w:rPr>
              <w:rFonts w:ascii="Arial Narrow" w:hAnsi="Arial Narrow" w:cs="Arial"/>
            </w:rPr>
            <w:t>Стадия</w:t>
          </w:r>
        </w:p>
      </w:tc>
      <w:tc>
        <w:tcPr>
          <w:tcW w:w="830" w:type="dxa"/>
          <w:tcBorders>
            <w:left w:val="single" w:sz="12" w:space="0" w:color="auto"/>
            <w:right w:val="single" w:sz="12" w:space="0" w:color="auto"/>
          </w:tcBorders>
          <w:noWrap/>
          <w:vAlign w:val="center"/>
        </w:tcPr>
        <w:p w:rsidR="00442D4C" w:rsidRPr="002532E0" w:rsidRDefault="00442D4C" w:rsidP="002275FE">
          <w:pPr>
            <w:jc w:val="center"/>
            <w:rPr>
              <w:rFonts w:ascii="Arial Narrow" w:hAnsi="Arial Narrow" w:cs="Arial"/>
            </w:rPr>
          </w:pPr>
          <w:r w:rsidRPr="002532E0">
            <w:rPr>
              <w:rFonts w:ascii="Arial Narrow" w:hAnsi="Arial Narrow" w:cs="Arial"/>
            </w:rPr>
            <w:t>Лист</w:t>
          </w:r>
        </w:p>
      </w:tc>
      <w:tc>
        <w:tcPr>
          <w:tcW w:w="1243" w:type="dxa"/>
          <w:tcBorders>
            <w:left w:val="single" w:sz="12" w:space="0" w:color="auto"/>
          </w:tcBorders>
          <w:noWrap/>
          <w:vAlign w:val="center"/>
        </w:tcPr>
        <w:p w:rsidR="00442D4C" w:rsidRPr="002532E0" w:rsidRDefault="00442D4C" w:rsidP="002275FE">
          <w:pPr>
            <w:jc w:val="center"/>
            <w:rPr>
              <w:rFonts w:ascii="Arial Narrow" w:hAnsi="Arial Narrow" w:cs="Arial"/>
            </w:rPr>
          </w:pPr>
          <w:r w:rsidRPr="002532E0">
            <w:rPr>
              <w:rFonts w:ascii="Arial Narrow" w:hAnsi="Arial Narrow" w:cs="Arial"/>
            </w:rPr>
            <w:t>Листов</w:t>
          </w:r>
        </w:p>
      </w:tc>
    </w:tr>
    <w:tr w:rsidR="00442D4C" w:rsidRPr="005E5623" w:rsidTr="00FC0114">
      <w:trPr>
        <w:cantSplit/>
        <w:trHeight w:hRule="exact" w:val="281"/>
      </w:trPr>
      <w:tc>
        <w:tcPr>
          <w:tcW w:w="1087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442D4C" w:rsidRPr="005E5623" w:rsidRDefault="00442D4C" w:rsidP="000A56F5">
          <w:pPr>
            <w:rPr>
              <w:rFonts w:ascii="Arial Narrow" w:hAnsi="Arial Narrow" w:cs="Arial"/>
              <w:sz w:val="18"/>
              <w:szCs w:val="18"/>
            </w:rPr>
          </w:pPr>
        </w:p>
      </w:tc>
      <w:tc>
        <w:tcPr>
          <w:tcW w:w="1110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442D4C" w:rsidRPr="005B0A2E" w:rsidRDefault="00442D4C" w:rsidP="000A56F5">
          <w:pPr>
            <w:rPr>
              <w:rFonts w:ascii="Arial Narrow" w:hAnsi="Arial Narrow" w:cs="Arial"/>
              <w:sz w:val="18"/>
              <w:szCs w:val="18"/>
            </w:rPr>
          </w:pPr>
        </w:p>
      </w:tc>
      <w:tc>
        <w:tcPr>
          <w:tcW w:w="829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442D4C" w:rsidRPr="00B20FFD" w:rsidRDefault="00442D4C" w:rsidP="000A56F5">
          <w:pPr>
            <w:rPr>
              <w:rFonts w:ascii="Arial Narrow" w:hAnsi="Arial Narrow" w:cs="Arial"/>
              <w:sz w:val="18"/>
              <w:szCs w:val="18"/>
            </w:rPr>
          </w:pPr>
        </w:p>
      </w:tc>
      <w:tc>
        <w:tcPr>
          <w:tcW w:w="55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442D4C" w:rsidRPr="00B20FFD" w:rsidRDefault="00442D4C" w:rsidP="000A56F5">
          <w:pPr>
            <w:rPr>
              <w:rFonts w:ascii="Arial Narrow" w:hAnsi="Arial Narrow" w:cs="Arial"/>
              <w:sz w:val="18"/>
              <w:szCs w:val="18"/>
            </w:rPr>
          </w:pPr>
        </w:p>
      </w:tc>
      <w:tc>
        <w:tcPr>
          <w:tcW w:w="3880" w:type="dxa"/>
          <w:vMerge/>
          <w:tcBorders>
            <w:left w:val="single" w:sz="12" w:space="0" w:color="auto"/>
            <w:right w:val="single" w:sz="12" w:space="0" w:color="auto"/>
          </w:tcBorders>
          <w:shd w:val="clear" w:color="auto" w:fill="auto"/>
          <w:noWrap/>
          <w:vAlign w:val="center"/>
        </w:tcPr>
        <w:p w:rsidR="00442D4C" w:rsidRPr="005E5623" w:rsidRDefault="00442D4C" w:rsidP="000A56F5">
          <w:pPr>
            <w:jc w:val="center"/>
            <w:rPr>
              <w:rFonts w:ascii="Arial" w:hAnsi="Arial" w:cs="Arial"/>
            </w:rPr>
          </w:pPr>
        </w:p>
      </w:tc>
      <w:tc>
        <w:tcPr>
          <w:tcW w:w="829" w:type="dxa"/>
          <w:tcBorders>
            <w:left w:val="single" w:sz="12" w:space="0" w:color="auto"/>
            <w:right w:val="single" w:sz="12" w:space="0" w:color="auto"/>
          </w:tcBorders>
          <w:shd w:val="clear" w:color="auto" w:fill="auto"/>
          <w:noWrap/>
          <w:vAlign w:val="center"/>
        </w:tcPr>
        <w:p w:rsidR="00442D4C" w:rsidRPr="005E5623" w:rsidRDefault="00442D4C" w:rsidP="000A56F5">
          <w:pPr>
            <w:jc w:val="center"/>
            <w:rPr>
              <w:rFonts w:ascii="Arial" w:hAnsi="Arial" w:cs="Arial"/>
              <w:caps/>
            </w:rPr>
          </w:pPr>
          <w:r>
            <w:rPr>
              <w:rFonts w:ascii="Arial" w:hAnsi="Arial" w:cs="Arial"/>
              <w:caps/>
            </w:rPr>
            <w:t>П</w:t>
          </w:r>
        </w:p>
      </w:tc>
      <w:tc>
        <w:tcPr>
          <w:tcW w:w="830" w:type="dxa"/>
          <w:tcBorders>
            <w:left w:val="single" w:sz="12" w:space="0" w:color="auto"/>
            <w:right w:val="single" w:sz="12" w:space="0" w:color="auto"/>
          </w:tcBorders>
          <w:shd w:val="clear" w:color="auto" w:fill="auto"/>
          <w:vAlign w:val="center"/>
        </w:tcPr>
        <w:p w:rsidR="00442D4C" w:rsidRPr="005E5623" w:rsidRDefault="00442D4C" w:rsidP="000A56F5">
          <w:pPr>
            <w:jc w:val="center"/>
            <w:rPr>
              <w:rFonts w:ascii="Arial" w:hAnsi="Arial" w:cs="Arial"/>
            </w:rPr>
          </w:pPr>
          <w:r w:rsidRPr="005E5623">
            <w:rPr>
              <w:rFonts w:ascii="Arial" w:hAnsi="Arial" w:cs="Arial"/>
            </w:rPr>
            <w:t>1</w:t>
          </w:r>
        </w:p>
      </w:tc>
      <w:tc>
        <w:tcPr>
          <w:tcW w:w="1243" w:type="dxa"/>
          <w:tcBorders>
            <w:left w:val="single" w:sz="12" w:space="0" w:color="auto"/>
          </w:tcBorders>
          <w:shd w:val="clear" w:color="auto" w:fill="auto"/>
          <w:vAlign w:val="center"/>
        </w:tcPr>
        <w:p w:rsidR="00442D4C" w:rsidRPr="005E5623" w:rsidRDefault="00442D4C" w:rsidP="000A56F5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1</w:t>
          </w:r>
        </w:p>
      </w:tc>
    </w:tr>
    <w:tr w:rsidR="00442D4C" w:rsidRPr="005E5623" w:rsidTr="00FC0114">
      <w:trPr>
        <w:cantSplit/>
        <w:trHeight w:hRule="exact" w:val="281"/>
      </w:trPr>
      <w:tc>
        <w:tcPr>
          <w:tcW w:w="1087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442D4C" w:rsidRPr="00016452" w:rsidRDefault="00442D4C" w:rsidP="000A56F5">
          <w:pPr>
            <w:rPr>
              <w:rFonts w:ascii="Arial Narrow" w:hAnsi="Arial Narrow" w:cs="Arial"/>
              <w:sz w:val="16"/>
              <w:szCs w:val="16"/>
            </w:rPr>
          </w:pPr>
        </w:p>
      </w:tc>
      <w:tc>
        <w:tcPr>
          <w:tcW w:w="1110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442D4C" w:rsidRPr="005B0A2E" w:rsidRDefault="00442D4C" w:rsidP="000A56F5">
          <w:pPr>
            <w:rPr>
              <w:rFonts w:ascii="Arial Narrow" w:hAnsi="Arial Narrow" w:cs="Arial"/>
              <w:sz w:val="18"/>
              <w:szCs w:val="18"/>
            </w:rPr>
          </w:pPr>
        </w:p>
      </w:tc>
      <w:tc>
        <w:tcPr>
          <w:tcW w:w="829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442D4C" w:rsidRPr="00B20FFD" w:rsidRDefault="00442D4C" w:rsidP="000A56F5">
          <w:pPr>
            <w:rPr>
              <w:rFonts w:ascii="Arial Narrow" w:hAnsi="Arial Narrow" w:cs="Arial"/>
              <w:sz w:val="18"/>
              <w:szCs w:val="18"/>
            </w:rPr>
          </w:pPr>
        </w:p>
      </w:tc>
      <w:tc>
        <w:tcPr>
          <w:tcW w:w="55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442D4C" w:rsidRPr="00B20FFD" w:rsidRDefault="00442D4C" w:rsidP="000A56F5">
          <w:pPr>
            <w:rPr>
              <w:rFonts w:ascii="Arial Narrow" w:hAnsi="Arial Narrow" w:cs="Arial"/>
              <w:sz w:val="18"/>
              <w:szCs w:val="18"/>
            </w:rPr>
          </w:pPr>
        </w:p>
      </w:tc>
      <w:tc>
        <w:tcPr>
          <w:tcW w:w="3880" w:type="dxa"/>
          <w:vMerge/>
          <w:tcBorders>
            <w:left w:val="single" w:sz="12" w:space="0" w:color="auto"/>
            <w:right w:val="single" w:sz="12" w:space="0" w:color="auto"/>
          </w:tcBorders>
          <w:shd w:val="clear" w:color="auto" w:fill="auto"/>
          <w:noWrap/>
          <w:vAlign w:val="center"/>
        </w:tcPr>
        <w:p w:rsidR="00442D4C" w:rsidRPr="005E5623" w:rsidRDefault="00442D4C" w:rsidP="000A56F5">
          <w:pPr>
            <w:jc w:val="center"/>
            <w:rPr>
              <w:rFonts w:ascii="Arial" w:hAnsi="Arial" w:cs="Arial"/>
            </w:rPr>
          </w:pPr>
        </w:p>
      </w:tc>
      <w:tc>
        <w:tcPr>
          <w:tcW w:w="2902" w:type="dxa"/>
          <w:gridSpan w:val="3"/>
          <w:vMerge w:val="restart"/>
          <w:tcBorders>
            <w:left w:val="single" w:sz="12" w:space="0" w:color="auto"/>
          </w:tcBorders>
          <w:noWrap/>
          <w:vAlign w:val="center"/>
        </w:tcPr>
        <w:p w:rsidR="00442D4C" w:rsidRPr="00C42486" w:rsidRDefault="00442D4C" w:rsidP="00FE5C34">
          <w:pPr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</w:rPr>
            <w:t>ООО</w:t>
          </w:r>
          <w:r w:rsidRPr="00850AC2">
            <w:rPr>
              <w:rFonts w:ascii="Arial" w:hAnsi="Arial" w:cs="Arial"/>
            </w:rPr>
            <w:t xml:space="preserve"> «</w:t>
          </w:r>
          <w:proofErr w:type="spellStart"/>
          <w:r w:rsidR="00FE5C34">
            <w:rPr>
              <w:rFonts w:ascii="Arial" w:hAnsi="Arial" w:cs="Arial"/>
            </w:rPr>
            <w:t>ГорПроект</w:t>
          </w:r>
          <w:proofErr w:type="spellEnd"/>
          <w:r w:rsidRPr="005E5623">
            <w:rPr>
              <w:rFonts w:ascii="Arial" w:hAnsi="Arial" w:cs="Arial"/>
              <w:sz w:val="20"/>
            </w:rPr>
            <w:t>»</w:t>
          </w:r>
        </w:p>
      </w:tc>
    </w:tr>
    <w:tr w:rsidR="00442D4C" w:rsidRPr="005E5623" w:rsidTr="00FC0114">
      <w:trPr>
        <w:cantSplit/>
        <w:trHeight w:hRule="exact" w:val="281"/>
      </w:trPr>
      <w:tc>
        <w:tcPr>
          <w:tcW w:w="1087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442D4C" w:rsidRPr="005E5623" w:rsidRDefault="00442D4C" w:rsidP="000A56F5">
          <w:pPr>
            <w:rPr>
              <w:rFonts w:ascii="Arial Narrow" w:hAnsi="Arial Narrow" w:cs="Arial"/>
              <w:sz w:val="18"/>
              <w:szCs w:val="18"/>
            </w:rPr>
          </w:pPr>
        </w:p>
      </w:tc>
      <w:tc>
        <w:tcPr>
          <w:tcW w:w="1110" w:type="dxa"/>
          <w:gridSpan w:val="2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442D4C" w:rsidRPr="005B0A2E" w:rsidRDefault="00442D4C" w:rsidP="000A56F5">
          <w:pPr>
            <w:rPr>
              <w:rFonts w:ascii="Arial Narrow" w:hAnsi="Arial Narrow" w:cs="Arial"/>
              <w:sz w:val="18"/>
              <w:szCs w:val="18"/>
            </w:rPr>
          </w:pPr>
        </w:p>
      </w:tc>
      <w:tc>
        <w:tcPr>
          <w:tcW w:w="829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442D4C" w:rsidRPr="00B20FFD" w:rsidRDefault="00442D4C" w:rsidP="000A56F5">
          <w:pPr>
            <w:rPr>
              <w:rFonts w:ascii="Arial Narrow" w:hAnsi="Arial Narrow" w:cs="Arial"/>
              <w:sz w:val="18"/>
              <w:szCs w:val="18"/>
            </w:rPr>
          </w:pPr>
        </w:p>
      </w:tc>
      <w:tc>
        <w:tcPr>
          <w:tcW w:w="555" w:type="dxa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442D4C" w:rsidRPr="00B20FFD" w:rsidRDefault="00442D4C" w:rsidP="004D2A8D">
          <w:pPr>
            <w:rPr>
              <w:rFonts w:ascii="Arial Narrow" w:hAnsi="Arial Narrow" w:cs="Arial"/>
              <w:sz w:val="18"/>
              <w:szCs w:val="18"/>
            </w:rPr>
          </w:pPr>
        </w:p>
      </w:tc>
      <w:tc>
        <w:tcPr>
          <w:tcW w:w="3880" w:type="dxa"/>
          <w:vMerge/>
          <w:tcBorders>
            <w:left w:val="single" w:sz="12" w:space="0" w:color="auto"/>
            <w:right w:val="single" w:sz="12" w:space="0" w:color="auto"/>
          </w:tcBorders>
          <w:shd w:val="clear" w:color="auto" w:fill="auto"/>
          <w:noWrap/>
          <w:vAlign w:val="center"/>
        </w:tcPr>
        <w:p w:rsidR="00442D4C" w:rsidRPr="005E5623" w:rsidRDefault="00442D4C" w:rsidP="000A56F5">
          <w:pPr>
            <w:jc w:val="center"/>
            <w:rPr>
              <w:rFonts w:ascii="Arial" w:hAnsi="Arial" w:cs="Arial"/>
            </w:rPr>
          </w:pPr>
        </w:p>
      </w:tc>
      <w:tc>
        <w:tcPr>
          <w:tcW w:w="2902" w:type="dxa"/>
          <w:gridSpan w:val="3"/>
          <w:vMerge/>
          <w:tcBorders>
            <w:left w:val="single" w:sz="12" w:space="0" w:color="auto"/>
          </w:tcBorders>
          <w:noWrap/>
          <w:vAlign w:val="center"/>
        </w:tcPr>
        <w:p w:rsidR="00442D4C" w:rsidRPr="005E5623" w:rsidRDefault="00442D4C" w:rsidP="000A56F5">
          <w:pPr>
            <w:jc w:val="center"/>
            <w:rPr>
              <w:rFonts w:ascii="Arial" w:hAnsi="Arial" w:cs="Arial"/>
            </w:rPr>
          </w:pPr>
        </w:p>
      </w:tc>
    </w:tr>
    <w:tr w:rsidR="00442D4C" w:rsidRPr="005E5623" w:rsidTr="00FC0114">
      <w:trPr>
        <w:cantSplit/>
        <w:trHeight w:hRule="exact" w:val="281"/>
      </w:trPr>
      <w:tc>
        <w:tcPr>
          <w:tcW w:w="1087" w:type="dxa"/>
          <w:gridSpan w:val="2"/>
          <w:tcBorders>
            <w:top w:val="single" w:sz="6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442D4C" w:rsidRPr="00BD5007" w:rsidRDefault="00442D4C" w:rsidP="000A56F5">
          <w:pPr>
            <w:rPr>
              <w:rFonts w:ascii="Arial Narrow" w:hAnsi="Arial Narrow" w:cs="Arial"/>
              <w:sz w:val="20"/>
              <w:szCs w:val="20"/>
            </w:rPr>
          </w:pPr>
          <w:r w:rsidRPr="00BD5007">
            <w:rPr>
              <w:rFonts w:ascii="Arial Narrow" w:hAnsi="Arial Narrow" w:cs="Arial"/>
              <w:sz w:val="20"/>
              <w:szCs w:val="20"/>
            </w:rPr>
            <w:t>ГИП</w:t>
          </w:r>
        </w:p>
      </w:tc>
      <w:tc>
        <w:tcPr>
          <w:tcW w:w="1110" w:type="dxa"/>
          <w:gridSpan w:val="2"/>
          <w:tcBorders>
            <w:top w:val="single" w:sz="6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442D4C" w:rsidRPr="00BD5007" w:rsidRDefault="00FE5C34" w:rsidP="006A56F0">
          <w:pPr>
            <w:rPr>
              <w:rFonts w:ascii="Arial Narrow" w:hAnsi="Arial Narrow" w:cs="Arial"/>
              <w:sz w:val="20"/>
              <w:szCs w:val="20"/>
            </w:rPr>
          </w:pPr>
          <w:proofErr w:type="spellStart"/>
          <w:r>
            <w:rPr>
              <w:rFonts w:ascii="Arial Narrow" w:hAnsi="Arial Narrow" w:cs="Arial"/>
              <w:sz w:val="20"/>
              <w:szCs w:val="20"/>
            </w:rPr>
            <w:t>Рус</w:t>
          </w:r>
          <w:r w:rsidR="00442D4C">
            <w:rPr>
              <w:rFonts w:ascii="Arial Narrow" w:hAnsi="Arial Narrow" w:cs="Arial"/>
              <w:sz w:val="20"/>
              <w:szCs w:val="20"/>
            </w:rPr>
            <w:t>анов</w:t>
          </w:r>
          <w:proofErr w:type="spellEnd"/>
        </w:p>
      </w:tc>
      <w:tc>
        <w:tcPr>
          <w:tcW w:w="829" w:type="dxa"/>
          <w:tcBorders>
            <w:top w:val="single" w:sz="6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442D4C" w:rsidRPr="00BD5007" w:rsidRDefault="00442D4C" w:rsidP="000A56F5">
          <w:pPr>
            <w:rPr>
              <w:rFonts w:ascii="Arial Narrow" w:hAnsi="Arial Narrow" w:cs="Arial"/>
              <w:sz w:val="20"/>
              <w:szCs w:val="20"/>
            </w:rPr>
          </w:pPr>
        </w:p>
      </w:tc>
      <w:tc>
        <w:tcPr>
          <w:tcW w:w="555" w:type="dxa"/>
          <w:tcBorders>
            <w:top w:val="single" w:sz="6" w:space="0" w:color="auto"/>
          </w:tcBorders>
          <w:noWrap/>
          <w:tcMar>
            <w:left w:w="57" w:type="dxa"/>
            <w:right w:w="57" w:type="dxa"/>
          </w:tcMar>
          <w:vAlign w:val="center"/>
        </w:tcPr>
        <w:p w:rsidR="00442D4C" w:rsidRPr="00BD5007" w:rsidRDefault="00773A3C" w:rsidP="00B31809">
          <w:pPr>
            <w:rPr>
              <w:rFonts w:ascii="Arial Narrow" w:hAnsi="Arial Narrow" w:cs="Arial"/>
              <w:sz w:val="20"/>
              <w:szCs w:val="20"/>
            </w:rPr>
          </w:pPr>
          <w:r>
            <w:rPr>
              <w:rFonts w:ascii="Arial Narrow" w:hAnsi="Arial Narrow" w:cs="Arial"/>
              <w:sz w:val="20"/>
              <w:szCs w:val="20"/>
            </w:rPr>
            <w:t>05.23</w:t>
          </w:r>
        </w:p>
      </w:tc>
      <w:tc>
        <w:tcPr>
          <w:tcW w:w="3880" w:type="dxa"/>
          <w:vMerge/>
          <w:shd w:val="clear" w:color="auto" w:fill="auto"/>
          <w:noWrap/>
          <w:vAlign w:val="center"/>
        </w:tcPr>
        <w:p w:rsidR="00442D4C" w:rsidRPr="005E5623" w:rsidRDefault="00442D4C" w:rsidP="000A56F5">
          <w:pPr>
            <w:jc w:val="center"/>
            <w:rPr>
              <w:rFonts w:ascii="Arial" w:hAnsi="Arial" w:cs="Arial"/>
            </w:rPr>
          </w:pPr>
        </w:p>
      </w:tc>
      <w:tc>
        <w:tcPr>
          <w:tcW w:w="2902" w:type="dxa"/>
          <w:gridSpan w:val="3"/>
          <w:vMerge/>
          <w:noWrap/>
          <w:vAlign w:val="center"/>
        </w:tcPr>
        <w:p w:rsidR="00442D4C" w:rsidRPr="005E5623" w:rsidRDefault="00442D4C" w:rsidP="000A56F5">
          <w:pPr>
            <w:jc w:val="center"/>
            <w:rPr>
              <w:rFonts w:ascii="Arial" w:hAnsi="Arial" w:cs="Arial"/>
            </w:rPr>
          </w:pPr>
        </w:p>
      </w:tc>
    </w:tr>
  </w:tbl>
  <w:p w:rsidR="00442D4C" w:rsidRDefault="00442D4C" w:rsidP="00487821">
    <w:pPr>
      <w:pStyle w:val="a8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page" w:tblpX="375" w:tblpY="11727"/>
      <w:tblW w:w="79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1E0"/>
    </w:tblPr>
    <w:tblGrid>
      <w:gridCol w:w="340"/>
      <w:gridCol w:w="454"/>
    </w:tblGrid>
    <w:tr w:rsidR="00442D4C" w:rsidTr="00C313AF">
      <w:trPr>
        <w:cantSplit/>
        <w:trHeight w:hRule="exact" w:val="1418"/>
      </w:trPr>
      <w:tc>
        <w:tcPr>
          <w:tcW w:w="340" w:type="dxa"/>
          <w:textDirection w:val="btLr"/>
          <w:vAlign w:val="center"/>
        </w:tcPr>
        <w:p w:rsidR="00442D4C" w:rsidRPr="00C313AF" w:rsidRDefault="00442D4C" w:rsidP="00C313AF">
          <w:pPr>
            <w:jc w:val="center"/>
            <w:rPr>
              <w:rFonts w:ascii="Arial" w:hAnsi="Arial" w:cs="Arial"/>
              <w:sz w:val="18"/>
              <w:szCs w:val="18"/>
            </w:rPr>
          </w:pPr>
          <w:proofErr w:type="spellStart"/>
          <w:r w:rsidRPr="00C313AF">
            <w:rPr>
              <w:rFonts w:ascii="Arial" w:hAnsi="Arial" w:cs="Arial"/>
              <w:sz w:val="18"/>
              <w:szCs w:val="18"/>
            </w:rPr>
            <w:t>Взам</w:t>
          </w:r>
          <w:proofErr w:type="spellEnd"/>
          <w:r w:rsidRPr="00C313AF">
            <w:rPr>
              <w:rFonts w:ascii="Arial" w:hAnsi="Arial" w:cs="Arial"/>
              <w:sz w:val="18"/>
              <w:szCs w:val="18"/>
            </w:rPr>
            <w:t>. инв. №</w:t>
          </w:r>
        </w:p>
      </w:tc>
      <w:tc>
        <w:tcPr>
          <w:tcW w:w="454" w:type="dxa"/>
          <w:noWrap/>
          <w:tcMar>
            <w:left w:w="0" w:type="dxa"/>
            <w:right w:w="0" w:type="dxa"/>
          </w:tcMar>
          <w:textDirection w:val="btLr"/>
          <w:vAlign w:val="center"/>
        </w:tcPr>
        <w:p w:rsidR="00442D4C" w:rsidRPr="00545AE8" w:rsidRDefault="00442D4C" w:rsidP="00C313AF">
          <w:pPr>
            <w:ind w:left="113" w:right="113"/>
            <w:jc w:val="center"/>
            <w:rPr>
              <w:rFonts w:ascii="GOST type B" w:hAnsi="GOST type B"/>
              <w:sz w:val="18"/>
              <w:szCs w:val="18"/>
            </w:rPr>
          </w:pPr>
        </w:p>
      </w:tc>
    </w:tr>
    <w:tr w:rsidR="00442D4C" w:rsidTr="00C313AF">
      <w:trPr>
        <w:cantSplit/>
        <w:trHeight w:hRule="exact" w:val="1701"/>
      </w:trPr>
      <w:tc>
        <w:tcPr>
          <w:tcW w:w="340" w:type="dxa"/>
          <w:textDirection w:val="btLr"/>
          <w:vAlign w:val="center"/>
        </w:tcPr>
        <w:p w:rsidR="00442D4C" w:rsidRPr="00C313AF" w:rsidRDefault="00442D4C" w:rsidP="00C313AF">
          <w:pPr>
            <w:jc w:val="center"/>
            <w:rPr>
              <w:rFonts w:ascii="Arial" w:hAnsi="Arial" w:cs="Arial"/>
              <w:sz w:val="18"/>
              <w:szCs w:val="18"/>
            </w:rPr>
          </w:pPr>
          <w:proofErr w:type="spellStart"/>
          <w:r>
            <w:rPr>
              <w:rFonts w:ascii="Arial" w:hAnsi="Arial" w:cs="Arial"/>
              <w:sz w:val="18"/>
              <w:szCs w:val="18"/>
            </w:rPr>
            <w:t>Подп</w:t>
          </w:r>
          <w:proofErr w:type="spellEnd"/>
          <w:r>
            <w:rPr>
              <w:rFonts w:ascii="Arial" w:hAnsi="Arial" w:cs="Arial"/>
              <w:sz w:val="18"/>
              <w:szCs w:val="18"/>
            </w:rPr>
            <w:t xml:space="preserve">. </w:t>
          </w:r>
          <w:r w:rsidRPr="00C313AF">
            <w:rPr>
              <w:rFonts w:ascii="Arial" w:hAnsi="Arial" w:cs="Arial"/>
              <w:sz w:val="18"/>
              <w:szCs w:val="18"/>
            </w:rPr>
            <w:t>и дата</w:t>
          </w:r>
        </w:p>
      </w:tc>
      <w:tc>
        <w:tcPr>
          <w:tcW w:w="454" w:type="dxa"/>
          <w:noWrap/>
          <w:tcMar>
            <w:left w:w="0" w:type="dxa"/>
            <w:right w:w="0" w:type="dxa"/>
          </w:tcMar>
          <w:textDirection w:val="btLr"/>
          <w:vAlign w:val="center"/>
        </w:tcPr>
        <w:p w:rsidR="00442D4C" w:rsidRPr="00545AE8" w:rsidRDefault="00442D4C" w:rsidP="00C313AF">
          <w:pPr>
            <w:ind w:left="113" w:right="113"/>
            <w:jc w:val="center"/>
            <w:rPr>
              <w:rFonts w:ascii="GOST type B" w:hAnsi="GOST type B"/>
              <w:sz w:val="18"/>
              <w:szCs w:val="18"/>
            </w:rPr>
          </w:pPr>
        </w:p>
      </w:tc>
    </w:tr>
    <w:tr w:rsidR="00442D4C" w:rsidTr="00C313AF">
      <w:trPr>
        <w:cantSplit/>
        <w:trHeight w:hRule="exact" w:val="1418"/>
      </w:trPr>
      <w:tc>
        <w:tcPr>
          <w:tcW w:w="340" w:type="dxa"/>
          <w:textDirection w:val="btLr"/>
          <w:vAlign w:val="center"/>
        </w:tcPr>
        <w:p w:rsidR="00442D4C" w:rsidRPr="00C313AF" w:rsidRDefault="00442D4C" w:rsidP="00C313AF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C313AF">
            <w:rPr>
              <w:rFonts w:ascii="Arial" w:hAnsi="Arial" w:cs="Arial"/>
              <w:sz w:val="18"/>
              <w:szCs w:val="18"/>
            </w:rPr>
            <w:t>Инв. № подл.</w:t>
          </w:r>
        </w:p>
      </w:tc>
      <w:tc>
        <w:tcPr>
          <w:tcW w:w="454" w:type="dxa"/>
          <w:noWrap/>
          <w:tcMar>
            <w:left w:w="0" w:type="dxa"/>
            <w:right w:w="0" w:type="dxa"/>
          </w:tcMar>
          <w:textDirection w:val="btLr"/>
          <w:vAlign w:val="center"/>
        </w:tcPr>
        <w:p w:rsidR="00442D4C" w:rsidRPr="00545AE8" w:rsidRDefault="00442D4C" w:rsidP="00C313AF">
          <w:pPr>
            <w:ind w:left="113" w:right="113"/>
            <w:jc w:val="center"/>
            <w:rPr>
              <w:rFonts w:ascii="GOST type B" w:hAnsi="GOST type B"/>
              <w:sz w:val="18"/>
              <w:szCs w:val="18"/>
            </w:rPr>
          </w:pPr>
        </w:p>
      </w:tc>
    </w:tr>
  </w:tbl>
  <w:p w:rsidR="00442D4C" w:rsidRPr="00151C09" w:rsidRDefault="00442D4C" w:rsidP="00151C09">
    <w:pPr>
      <w:rPr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</w:p>
  <w:tbl>
    <w:tblPr>
      <w:tblpPr w:vertAnchor="page" w:horzAnchor="page" w:tblpX="1163" w:tblpY="15423"/>
      <w:tblW w:w="10342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1E0"/>
    </w:tblPr>
    <w:tblGrid>
      <w:gridCol w:w="561"/>
      <w:gridCol w:w="560"/>
      <w:gridCol w:w="559"/>
      <w:gridCol w:w="559"/>
      <w:gridCol w:w="839"/>
      <w:gridCol w:w="526"/>
      <w:gridCol w:w="6179"/>
      <w:gridCol w:w="559"/>
    </w:tblGrid>
    <w:tr w:rsidR="00442D4C" w:rsidRPr="005E0585" w:rsidTr="00AF1E80">
      <w:trPr>
        <w:cantSplit/>
        <w:trHeight w:hRule="exact" w:val="284"/>
      </w:trPr>
      <w:tc>
        <w:tcPr>
          <w:tcW w:w="561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  <w:vAlign w:val="center"/>
        </w:tcPr>
        <w:p w:rsidR="00442D4C" w:rsidRPr="00545AE8" w:rsidRDefault="00442D4C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60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42D4C" w:rsidRPr="00545AE8" w:rsidRDefault="00442D4C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42D4C" w:rsidRPr="00545AE8" w:rsidRDefault="00442D4C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42D4C" w:rsidRPr="00545AE8" w:rsidRDefault="00442D4C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83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42D4C" w:rsidRPr="00545AE8" w:rsidRDefault="00442D4C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2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42D4C" w:rsidRPr="00545AE8" w:rsidRDefault="00442D4C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6179" w:type="dxa"/>
          <w:vMerge w:val="restart"/>
          <w:tcBorders>
            <w:left w:val="single" w:sz="12" w:space="0" w:color="auto"/>
          </w:tcBorders>
          <w:vAlign w:val="center"/>
        </w:tcPr>
        <w:p w:rsidR="00442D4C" w:rsidRPr="007E7CB4" w:rsidRDefault="00773A3C" w:rsidP="00C85717">
          <w:pPr>
            <w:jc w:val="center"/>
            <w:rPr>
              <w:rFonts w:ascii="GOST type B" w:hAnsi="GOST type B"/>
              <w:caps/>
            </w:rPr>
          </w:pPr>
          <w:r w:rsidRPr="00E00423">
            <w:rPr>
              <w:rFonts w:ascii="Arial" w:hAnsi="Arial" w:cs="Arial"/>
              <w:b/>
              <w:color w:val="000000"/>
              <w:sz w:val="32"/>
              <w:szCs w:val="32"/>
            </w:rPr>
            <w:t>2023 - 90/10 - ППТ</w:t>
          </w:r>
          <w:r>
            <w:rPr>
              <w:rFonts w:ascii="Arial" w:hAnsi="Arial"/>
              <w:b/>
              <w:sz w:val="32"/>
              <w:szCs w:val="32"/>
            </w:rPr>
            <w:t xml:space="preserve"> </w:t>
          </w:r>
          <w:r w:rsidR="00442D4C">
            <w:rPr>
              <w:rFonts w:ascii="Arial" w:hAnsi="Arial"/>
              <w:b/>
              <w:sz w:val="32"/>
              <w:szCs w:val="32"/>
            </w:rPr>
            <w:t>.</w:t>
          </w:r>
          <w:r w:rsidR="00442D4C" w:rsidRPr="00F05635">
            <w:rPr>
              <w:rFonts w:ascii="Arial" w:hAnsi="Arial"/>
              <w:b/>
              <w:sz w:val="32"/>
              <w:szCs w:val="32"/>
            </w:rPr>
            <w:t>ПЗ</w:t>
          </w:r>
        </w:p>
      </w:tc>
      <w:tc>
        <w:tcPr>
          <w:tcW w:w="559" w:type="dxa"/>
          <w:vMerge w:val="restart"/>
          <w:vAlign w:val="center"/>
        </w:tcPr>
        <w:p w:rsidR="00442D4C" w:rsidRPr="004F68A5" w:rsidRDefault="00442D4C" w:rsidP="00AF1E80">
          <w:pPr>
            <w:jc w:val="center"/>
            <w:rPr>
              <w:rFonts w:ascii="GOST type B" w:hAnsi="GOST type B"/>
              <w:sz w:val="20"/>
              <w:szCs w:val="20"/>
            </w:rPr>
          </w:pPr>
          <w:r>
            <w:rPr>
              <w:rFonts w:ascii="Arial" w:hAnsi="Arial" w:cs="Arial"/>
              <w:sz w:val="16"/>
              <w:szCs w:val="16"/>
            </w:rPr>
            <w:t>Лист</w:t>
          </w:r>
        </w:p>
      </w:tc>
    </w:tr>
    <w:tr w:rsidR="00442D4C" w:rsidRPr="005E0585" w:rsidTr="00AF1E80">
      <w:trPr>
        <w:cantSplit/>
        <w:trHeight w:hRule="exact" w:val="101"/>
      </w:trPr>
      <w:tc>
        <w:tcPr>
          <w:tcW w:w="561" w:type="dxa"/>
          <w:vMerge w:val="restart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42D4C" w:rsidRPr="00545AE8" w:rsidRDefault="00442D4C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60" w:type="dxa"/>
          <w:vMerge w:val="restart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42D4C" w:rsidRPr="00545AE8" w:rsidRDefault="00442D4C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59" w:type="dxa"/>
          <w:vMerge w:val="restart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42D4C" w:rsidRPr="00545AE8" w:rsidRDefault="00442D4C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59" w:type="dxa"/>
          <w:vMerge w:val="restart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42D4C" w:rsidRPr="00545AE8" w:rsidRDefault="00442D4C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839" w:type="dxa"/>
          <w:vMerge w:val="restart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42D4C" w:rsidRPr="00545AE8" w:rsidRDefault="00442D4C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26" w:type="dxa"/>
          <w:vMerge w:val="restart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42D4C" w:rsidRPr="00545AE8" w:rsidRDefault="00442D4C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6179" w:type="dxa"/>
          <w:vMerge/>
          <w:tcBorders>
            <w:left w:val="single" w:sz="12" w:space="0" w:color="auto"/>
          </w:tcBorders>
        </w:tcPr>
        <w:p w:rsidR="00442D4C" w:rsidRPr="00545AE8" w:rsidRDefault="00442D4C" w:rsidP="00AF1E80">
          <w:pPr>
            <w:rPr>
              <w:rFonts w:ascii="GOST type B" w:hAnsi="GOST type B"/>
            </w:rPr>
          </w:pPr>
        </w:p>
      </w:tc>
      <w:tc>
        <w:tcPr>
          <w:tcW w:w="559" w:type="dxa"/>
          <w:vMerge/>
          <w:tcBorders>
            <w:bottom w:val="single" w:sz="12" w:space="0" w:color="auto"/>
          </w:tcBorders>
        </w:tcPr>
        <w:p w:rsidR="00442D4C" w:rsidRPr="004F68A5" w:rsidRDefault="00442D4C" w:rsidP="00AF1E80">
          <w:pPr>
            <w:rPr>
              <w:rFonts w:ascii="GOST type B" w:hAnsi="GOST type B"/>
              <w:sz w:val="20"/>
              <w:szCs w:val="20"/>
            </w:rPr>
          </w:pPr>
        </w:p>
      </w:tc>
    </w:tr>
    <w:tr w:rsidR="00442D4C" w:rsidRPr="005E0585" w:rsidTr="00AF1E80">
      <w:trPr>
        <w:cantSplit/>
        <w:trHeight w:hRule="exact" w:val="182"/>
      </w:trPr>
      <w:tc>
        <w:tcPr>
          <w:tcW w:w="561" w:type="dxa"/>
          <w:vMerge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42D4C" w:rsidRPr="00545AE8" w:rsidRDefault="00442D4C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60" w:type="dxa"/>
          <w:vMerge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42D4C" w:rsidRPr="00545AE8" w:rsidRDefault="00442D4C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59" w:type="dxa"/>
          <w:vMerge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42D4C" w:rsidRPr="00545AE8" w:rsidRDefault="00442D4C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59" w:type="dxa"/>
          <w:vMerge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42D4C" w:rsidRPr="00545AE8" w:rsidRDefault="00442D4C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839" w:type="dxa"/>
          <w:vMerge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42D4C" w:rsidRPr="00545AE8" w:rsidRDefault="00442D4C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26" w:type="dxa"/>
          <w:vMerge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42D4C" w:rsidRPr="00545AE8" w:rsidRDefault="00442D4C" w:rsidP="00AF1E80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6179" w:type="dxa"/>
          <w:vMerge/>
          <w:tcBorders>
            <w:left w:val="single" w:sz="12" w:space="0" w:color="auto"/>
            <w:bottom w:val="single" w:sz="12" w:space="0" w:color="auto"/>
          </w:tcBorders>
        </w:tcPr>
        <w:p w:rsidR="00442D4C" w:rsidRPr="00545AE8" w:rsidRDefault="00442D4C" w:rsidP="00AF1E80">
          <w:pPr>
            <w:rPr>
              <w:rFonts w:ascii="GOST type B" w:hAnsi="GOST type B"/>
            </w:rPr>
          </w:pPr>
        </w:p>
      </w:tc>
      <w:tc>
        <w:tcPr>
          <w:tcW w:w="559" w:type="dxa"/>
          <w:vMerge w:val="restart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442D4C" w:rsidRPr="0045653B" w:rsidRDefault="005D1FC5" w:rsidP="00AF1E80">
          <w:pPr>
            <w:jc w:val="center"/>
            <w:rPr>
              <w:rFonts w:ascii="Arial" w:hAnsi="Arial" w:cs="Arial"/>
              <w:sz w:val="20"/>
              <w:szCs w:val="20"/>
            </w:rPr>
          </w:pPr>
          <w:r w:rsidRPr="002F6DE5">
            <w:rPr>
              <w:rFonts w:ascii="Arial" w:hAnsi="Arial" w:cs="Arial"/>
              <w:sz w:val="20"/>
              <w:szCs w:val="20"/>
            </w:rPr>
            <w:fldChar w:fldCharType="begin"/>
          </w:r>
          <w:r w:rsidR="00442D4C" w:rsidRPr="002F6DE5">
            <w:rPr>
              <w:rFonts w:ascii="Arial" w:hAnsi="Arial" w:cs="Arial"/>
              <w:sz w:val="20"/>
              <w:szCs w:val="20"/>
            </w:rPr>
            <w:instrText xml:space="preserve"> =</w:instrText>
          </w:r>
          <w:r w:rsidRPr="002F6DE5">
            <w:rPr>
              <w:rStyle w:val="aa"/>
              <w:rFonts w:ascii="Arial" w:hAnsi="Arial" w:cs="Arial"/>
            </w:rPr>
            <w:fldChar w:fldCharType="begin"/>
          </w:r>
          <w:r w:rsidR="00442D4C" w:rsidRPr="002F6DE5">
            <w:rPr>
              <w:rStyle w:val="aa"/>
              <w:rFonts w:ascii="Arial" w:hAnsi="Arial" w:cs="Arial"/>
            </w:rPr>
            <w:instrText xml:space="preserve"> PAGE </w:instrText>
          </w:r>
          <w:r w:rsidRPr="002F6DE5">
            <w:rPr>
              <w:rStyle w:val="aa"/>
              <w:rFonts w:ascii="Arial" w:hAnsi="Arial" w:cs="Arial"/>
            </w:rPr>
            <w:fldChar w:fldCharType="separate"/>
          </w:r>
          <w:r w:rsidR="00773A3C">
            <w:rPr>
              <w:rStyle w:val="aa"/>
              <w:rFonts w:ascii="Arial" w:hAnsi="Arial" w:cs="Arial"/>
              <w:noProof/>
            </w:rPr>
            <w:instrText>6</w:instrText>
          </w:r>
          <w:r w:rsidRPr="002F6DE5">
            <w:rPr>
              <w:rStyle w:val="aa"/>
              <w:rFonts w:ascii="Arial" w:hAnsi="Arial" w:cs="Arial"/>
            </w:rPr>
            <w:fldChar w:fldCharType="end"/>
          </w:r>
          <w:r w:rsidR="00442D4C" w:rsidRPr="002F6DE5">
            <w:rPr>
              <w:rStyle w:val="aa"/>
              <w:rFonts w:ascii="Arial" w:hAnsi="Arial" w:cs="Arial"/>
            </w:rPr>
            <w:instrText>-</w:instrText>
          </w:r>
          <w:fldSimple w:instr=" PAGEREF  Раздел4  \* MERGEFORMAT ">
            <w:r w:rsidR="00773A3C" w:rsidRPr="00773A3C">
              <w:rPr>
                <w:rStyle w:val="aa"/>
                <w:noProof/>
              </w:rPr>
              <w:instrText>5</w:instrText>
            </w:r>
          </w:fldSimple>
          <w:r w:rsidR="00442D4C" w:rsidRPr="002F6DE5">
            <w:rPr>
              <w:rStyle w:val="aa"/>
              <w:rFonts w:ascii="Arial" w:hAnsi="Arial" w:cs="Arial"/>
            </w:rPr>
            <w:instrText>+1</w:instrText>
          </w:r>
          <w:r w:rsidRPr="002F6DE5">
            <w:rPr>
              <w:rFonts w:ascii="Arial" w:hAnsi="Arial" w:cs="Arial"/>
              <w:sz w:val="20"/>
              <w:szCs w:val="20"/>
            </w:rPr>
            <w:fldChar w:fldCharType="separate"/>
          </w:r>
          <w:r w:rsidR="00773A3C">
            <w:rPr>
              <w:rFonts w:ascii="Arial" w:hAnsi="Arial" w:cs="Arial"/>
              <w:noProof/>
              <w:sz w:val="20"/>
              <w:szCs w:val="20"/>
            </w:rPr>
            <w:t>2</w:t>
          </w:r>
          <w:r w:rsidRPr="002F6DE5">
            <w:rPr>
              <w:rFonts w:ascii="Arial" w:hAnsi="Arial" w:cs="Arial"/>
              <w:sz w:val="20"/>
              <w:szCs w:val="20"/>
            </w:rPr>
            <w:fldChar w:fldCharType="end"/>
          </w:r>
        </w:p>
      </w:tc>
    </w:tr>
    <w:tr w:rsidR="00442D4C" w:rsidRPr="005E0585" w:rsidTr="00AF1E80">
      <w:trPr>
        <w:cantSplit/>
        <w:trHeight w:hRule="exact" w:val="284"/>
      </w:trPr>
      <w:tc>
        <w:tcPr>
          <w:tcW w:w="561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42D4C" w:rsidRPr="004A3A78" w:rsidRDefault="00442D4C" w:rsidP="00AF1E80">
          <w:pPr>
            <w:jc w:val="center"/>
            <w:rPr>
              <w:rFonts w:ascii="Arial" w:hAnsi="Arial" w:cs="Arial"/>
              <w:sz w:val="16"/>
              <w:szCs w:val="16"/>
            </w:rPr>
          </w:pPr>
          <w:proofErr w:type="spellStart"/>
          <w:r>
            <w:rPr>
              <w:rFonts w:ascii="Arial" w:hAnsi="Arial" w:cs="Arial"/>
              <w:sz w:val="16"/>
              <w:szCs w:val="16"/>
            </w:rPr>
            <w:t>Изм</w:t>
          </w:r>
          <w:proofErr w:type="spellEnd"/>
          <w:r>
            <w:rPr>
              <w:rFonts w:ascii="Arial" w:hAnsi="Arial" w:cs="Arial"/>
              <w:sz w:val="16"/>
              <w:szCs w:val="16"/>
            </w:rPr>
            <w:t>.</w:t>
          </w:r>
          <w:r w:rsidRPr="004A3A78">
            <w:rPr>
              <w:rFonts w:ascii="Arial" w:hAnsi="Arial" w:cs="Arial"/>
              <w:sz w:val="16"/>
              <w:szCs w:val="16"/>
            </w:rPr>
            <w:t></w:t>
          </w:r>
        </w:p>
      </w:tc>
      <w:tc>
        <w:tcPr>
          <w:tcW w:w="560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42D4C" w:rsidRPr="004A3A78" w:rsidRDefault="00442D4C" w:rsidP="00AF1E80">
          <w:pPr>
            <w:jc w:val="center"/>
            <w:rPr>
              <w:rFonts w:ascii="Arial" w:hAnsi="Arial" w:cs="Arial"/>
              <w:sz w:val="16"/>
              <w:szCs w:val="16"/>
            </w:rPr>
          </w:pPr>
          <w:proofErr w:type="spellStart"/>
          <w:r>
            <w:rPr>
              <w:rFonts w:ascii="Arial" w:hAnsi="Arial" w:cs="Arial"/>
              <w:sz w:val="16"/>
              <w:szCs w:val="16"/>
            </w:rPr>
            <w:t>Кол.уч</w:t>
          </w:r>
          <w:proofErr w:type="spellEnd"/>
          <w:r>
            <w:rPr>
              <w:rFonts w:ascii="Arial" w:hAnsi="Arial" w:cs="Arial"/>
              <w:sz w:val="16"/>
              <w:szCs w:val="16"/>
            </w:rPr>
            <w:t>.</w:t>
          </w:r>
        </w:p>
      </w:tc>
      <w:tc>
        <w:tcPr>
          <w:tcW w:w="559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42D4C" w:rsidRPr="004A3A78" w:rsidRDefault="00442D4C" w:rsidP="00AF1E80">
          <w:pPr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Лист</w:t>
          </w:r>
        </w:p>
      </w:tc>
      <w:tc>
        <w:tcPr>
          <w:tcW w:w="559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42D4C" w:rsidRPr="004A3A78" w:rsidRDefault="00442D4C" w:rsidP="00AF1E80">
          <w:pPr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№ док</w:t>
          </w:r>
        </w:p>
      </w:tc>
      <w:tc>
        <w:tcPr>
          <w:tcW w:w="839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42D4C" w:rsidRPr="004A3A78" w:rsidRDefault="00442D4C" w:rsidP="00AF1E80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4A3A78">
            <w:rPr>
              <w:rFonts w:ascii="Arial" w:hAnsi="Arial" w:cs="Arial"/>
              <w:sz w:val="16"/>
              <w:szCs w:val="16"/>
            </w:rPr>
            <w:t>Подпись</w:t>
          </w:r>
        </w:p>
      </w:tc>
      <w:tc>
        <w:tcPr>
          <w:tcW w:w="52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42D4C" w:rsidRPr="004A3A78" w:rsidRDefault="00442D4C" w:rsidP="00AF1E80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4A3A78">
            <w:rPr>
              <w:rFonts w:ascii="Arial" w:hAnsi="Arial" w:cs="Arial"/>
              <w:sz w:val="16"/>
              <w:szCs w:val="16"/>
            </w:rPr>
            <w:t>Да</w:t>
          </w:r>
          <w:r>
            <w:rPr>
              <w:rFonts w:ascii="Arial" w:hAnsi="Arial" w:cs="Arial"/>
              <w:sz w:val="16"/>
              <w:szCs w:val="16"/>
            </w:rPr>
            <w:t>та</w:t>
          </w:r>
        </w:p>
      </w:tc>
      <w:tc>
        <w:tcPr>
          <w:tcW w:w="6179" w:type="dxa"/>
          <w:vMerge/>
          <w:tcBorders>
            <w:left w:val="single" w:sz="12" w:space="0" w:color="auto"/>
          </w:tcBorders>
        </w:tcPr>
        <w:p w:rsidR="00442D4C" w:rsidRDefault="00442D4C" w:rsidP="00AF1E80"/>
      </w:tc>
      <w:tc>
        <w:tcPr>
          <w:tcW w:w="559" w:type="dxa"/>
          <w:vMerge/>
        </w:tcPr>
        <w:p w:rsidR="00442D4C" w:rsidRPr="005E0585" w:rsidRDefault="00442D4C" w:rsidP="00AF1E80">
          <w:pPr>
            <w:rPr>
              <w:sz w:val="18"/>
              <w:szCs w:val="18"/>
            </w:rPr>
          </w:pPr>
        </w:p>
      </w:tc>
    </w:tr>
  </w:tbl>
  <w:p w:rsidR="00442D4C" w:rsidRDefault="00442D4C" w:rsidP="004F68A5">
    <w:pPr>
      <w:pStyle w:val="a8"/>
      <w:ind w:right="360"/>
    </w:pPr>
  </w:p>
  <w:p w:rsidR="00442D4C" w:rsidRDefault="00442D4C" w:rsidP="004F68A5">
    <w:pPr>
      <w:pStyle w:val="a8"/>
      <w:ind w:right="360"/>
    </w:pPr>
  </w:p>
  <w:p w:rsidR="00442D4C" w:rsidRDefault="00442D4C"/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page" w:tblpX="370" w:tblpY="11727"/>
      <w:tblW w:w="79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1E0"/>
    </w:tblPr>
    <w:tblGrid>
      <w:gridCol w:w="340"/>
      <w:gridCol w:w="454"/>
    </w:tblGrid>
    <w:tr w:rsidR="00442D4C" w:rsidTr="00C313AF">
      <w:trPr>
        <w:cantSplit/>
        <w:trHeight w:hRule="exact" w:val="1418"/>
      </w:trPr>
      <w:tc>
        <w:tcPr>
          <w:tcW w:w="340" w:type="dxa"/>
          <w:textDirection w:val="btLr"/>
          <w:vAlign w:val="center"/>
        </w:tcPr>
        <w:p w:rsidR="00442D4C" w:rsidRPr="00C313AF" w:rsidRDefault="00442D4C" w:rsidP="00C313AF">
          <w:pPr>
            <w:jc w:val="center"/>
            <w:rPr>
              <w:rFonts w:ascii="Arial" w:hAnsi="Arial" w:cs="Arial"/>
              <w:sz w:val="18"/>
              <w:szCs w:val="18"/>
            </w:rPr>
          </w:pPr>
          <w:proofErr w:type="spellStart"/>
          <w:r w:rsidRPr="00C313AF">
            <w:rPr>
              <w:rFonts w:ascii="Arial" w:hAnsi="Arial" w:cs="Arial"/>
              <w:sz w:val="18"/>
              <w:szCs w:val="18"/>
            </w:rPr>
            <w:t>Взам</w:t>
          </w:r>
          <w:proofErr w:type="spellEnd"/>
          <w:r w:rsidRPr="00C313AF">
            <w:rPr>
              <w:rFonts w:ascii="Arial" w:hAnsi="Arial" w:cs="Arial"/>
              <w:sz w:val="18"/>
              <w:szCs w:val="18"/>
            </w:rPr>
            <w:t>. инв. №</w:t>
          </w:r>
        </w:p>
      </w:tc>
      <w:tc>
        <w:tcPr>
          <w:tcW w:w="454" w:type="dxa"/>
          <w:noWrap/>
          <w:tcMar>
            <w:left w:w="0" w:type="dxa"/>
            <w:right w:w="0" w:type="dxa"/>
          </w:tcMar>
          <w:textDirection w:val="btLr"/>
          <w:vAlign w:val="center"/>
        </w:tcPr>
        <w:p w:rsidR="00442D4C" w:rsidRPr="00545AE8" w:rsidRDefault="00442D4C" w:rsidP="00C313AF">
          <w:pPr>
            <w:ind w:left="113" w:right="113"/>
            <w:jc w:val="center"/>
            <w:rPr>
              <w:rFonts w:ascii="GOST type B" w:hAnsi="GOST type B"/>
              <w:sz w:val="18"/>
              <w:szCs w:val="18"/>
            </w:rPr>
          </w:pPr>
        </w:p>
      </w:tc>
    </w:tr>
    <w:tr w:rsidR="00442D4C" w:rsidTr="00C313AF">
      <w:trPr>
        <w:cantSplit/>
        <w:trHeight w:hRule="exact" w:val="1701"/>
      </w:trPr>
      <w:tc>
        <w:tcPr>
          <w:tcW w:w="340" w:type="dxa"/>
          <w:textDirection w:val="btLr"/>
          <w:vAlign w:val="center"/>
        </w:tcPr>
        <w:p w:rsidR="00442D4C" w:rsidRPr="00C313AF" w:rsidRDefault="00442D4C" w:rsidP="00C313AF">
          <w:pPr>
            <w:jc w:val="center"/>
            <w:rPr>
              <w:rFonts w:ascii="Arial" w:hAnsi="Arial" w:cs="Arial"/>
              <w:sz w:val="18"/>
              <w:szCs w:val="18"/>
            </w:rPr>
          </w:pPr>
          <w:proofErr w:type="spellStart"/>
          <w:r w:rsidRPr="00C313AF">
            <w:rPr>
              <w:rFonts w:ascii="Arial" w:hAnsi="Arial" w:cs="Arial"/>
              <w:sz w:val="18"/>
              <w:szCs w:val="18"/>
            </w:rPr>
            <w:t>Подп</w:t>
          </w:r>
          <w:proofErr w:type="spellEnd"/>
          <w:r w:rsidRPr="00C313AF">
            <w:rPr>
              <w:rFonts w:ascii="Arial" w:hAnsi="Arial" w:cs="Arial"/>
              <w:sz w:val="18"/>
              <w:szCs w:val="18"/>
            </w:rPr>
            <w:t>.  и дата</w:t>
          </w:r>
        </w:p>
      </w:tc>
      <w:tc>
        <w:tcPr>
          <w:tcW w:w="454" w:type="dxa"/>
          <w:noWrap/>
          <w:tcMar>
            <w:left w:w="0" w:type="dxa"/>
            <w:right w:w="0" w:type="dxa"/>
          </w:tcMar>
          <w:textDirection w:val="btLr"/>
          <w:vAlign w:val="center"/>
        </w:tcPr>
        <w:p w:rsidR="00442D4C" w:rsidRPr="00545AE8" w:rsidRDefault="00442D4C" w:rsidP="00C313AF">
          <w:pPr>
            <w:ind w:left="113" w:right="113"/>
            <w:jc w:val="center"/>
            <w:rPr>
              <w:rFonts w:ascii="GOST type B" w:hAnsi="GOST type B"/>
              <w:sz w:val="18"/>
              <w:szCs w:val="18"/>
            </w:rPr>
          </w:pPr>
        </w:p>
      </w:tc>
    </w:tr>
    <w:tr w:rsidR="00442D4C" w:rsidTr="00F80ADB">
      <w:trPr>
        <w:cantSplit/>
        <w:trHeight w:hRule="exact" w:val="1591"/>
      </w:trPr>
      <w:tc>
        <w:tcPr>
          <w:tcW w:w="340" w:type="dxa"/>
          <w:textDirection w:val="btLr"/>
          <w:vAlign w:val="center"/>
        </w:tcPr>
        <w:p w:rsidR="00442D4C" w:rsidRPr="00C313AF" w:rsidRDefault="00442D4C" w:rsidP="00C313AF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C313AF">
            <w:rPr>
              <w:rFonts w:ascii="Arial" w:hAnsi="Arial" w:cs="Arial"/>
              <w:sz w:val="18"/>
              <w:szCs w:val="18"/>
            </w:rPr>
            <w:t>Инв. № подл.</w:t>
          </w:r>
        </w:p>
      </w:tc>
      <w:tc>
        <w:tcPr>
          <w:tcW w:w="454" w:type="dxa"/>
          <w:noWrap/>
          <w:tcMar>
            <w:left w:w="0" w:type="dxa"/>
            <w:right w:w="0" w:type="dxa"/>
          </w:tcMar>
          <w:textDirection w:val="btLr"/>
          <w:vAlign w:val="center"/>
        </w:tcPr>
        <w:p w:rsidR="00442D4C" w:rsidRPr="00545AE8" w:rsidRDefault="00442D4C" w:rsidP="00C313AF">
          <w:pPr>
            <w:ind w:left="113" w:right="113"/>
            <w:jc w:val="center"/>
            <w:rPr>
              <w:rFonts w:ascii="GOST type B" w:hAnsi="GOST type B"/>
              <w:sz w:val="18"/>
              <w:szCs w:val="18"/>
            </w:rPr>
          </w:pPr>
        </w:p>
      </w:tc>
    </w:tr>
  </w:tbl>
  <w:p w:rsidR="00442D4C" w:rsidRPr="00151C09" w:rsidRDefault="00442D4C" w:rsidP="00151C09">
    <w:pPr>
      <w:rPr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</w:p>
  <w:tbl>
    <w:tblPr>
      <w:tblpPr w:vertAnchor="page" w:horzAnchor="page" w:tblpX="1169" w:tblpY="13995"/>
      <w:tblW w:w="10363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12" w:space="0" w:color="000000"/>
        <w:insideV w:val="single" w:sz="12" w:space="0" w:color="000000"/>
      </w:tblBorders>
      <w:tblLayout w:type="fixed"/>
      <w:tblCellMar>
        <w:left w:w="0" w:type="dxa"/>
        <w:right w:w="0" w:type="dxa"/>
      </w:tblCellMar>
      <w:tblLook w:val="01E0"/>
    </w:tblPr>
    <w:tblGrid>
      <w:gridCol w:w="552"/>
      <w:gridCol w:w="552"/>
      <w:gridCol w:w="562"/>
      <w:gridCol w:w="563"/>
      <w:gridCol w:w="841"/>
      <w:gridCol w:w="563"/>
      <w:gridCol w:w="3936"/>
      <w:gridCol w:w="841"/>
      <w:gridCol w:w="842"/>
      <w:gridCol w:w="1111"/>
    </w:tblGrid>
    <w:tr w:rsidR="00442D4C" w:rsidRPr="00B0611C" w:rsidTr="004B259D">
      <w:trPr>
        <w:cantSplit/>
        <w:trHeight w:hRule="exact" w:val="298"/>
      </w:trPr>
      <w:tc>
        <w:tcPr>
          <w:tcW w:w="552" w:type="dxa"/>
          <w:tcBorders>
            <w:bottom w:val="single" w:sz="8" w:space="0" w:color="000000"/>
          </w:tcBorders>
          <w:noWrap/>
          <w:vAlign w:val="center"/>
        </w:tcPr>
        <w:p w:rsidR="00442D4C" w:rsidRPr="00B0611C" w:rsidRDefault="00442D4C" w:rsidP="008702F4">
          <w:pPr>
            <w:spacing w:before="100" w:beforeAutospacing="1" w:after="100" w:afterAutospacing="1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52" w:type="dxa"/>
          <w:tcBorders>
            <w:bottom w:val="single" w:sz="8" w:space="0" w:color="000000"/>
          </w:tcBorders>
          <w:noWrap/>
          <w:vAlign w:val="center"/>
        </w:tcPr>
        <w:p w:rsidR="00442D4C" w:rsidRPr="00B0611C" w:rsidRDefault="00442D4C" w:rsidP="008702F4">
          <w:pPr>
            <w:spacing w:before="100" w:beforeAutospacing="1" w:after="100" w:afterAutospacing="1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62" w:type="dxa"/>
          <w:tcBorders>
            <w:bottom w:val="single" w:sz="8" w:space="0" w:color="000000"/>
          </w:tcBorders>
          <w:noWrap/>
          <w:vAlign w:val="center"/>
        </w:tcPr>
        <w:p w:rsidR="00442D4C" w:rsidRPr="00B0611C" w:rsidRDefault="00442D4C" w:rsidP="008702F4">
          <w:pPr>
            <w:spacing w:before="100" w:beforeAutospacing="1" w:after="100" w:afterAutospacing="1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63" w:type="dxa"/>
          <w:tcBorders>
            <w:bottom w:val="single" w:sz="8" w:space="0" w:color="000000"/>
          </w:tcBorders>
          <w:noWrap/>
          <w:vAlign w:val="center"/>
        </w:tcPr>
        <w:p w:rsidR="00442D4C" w:rsidRPr="00B0611C" w:rsidRDefault="00442D4C" w:rsidP="008702F4">
          <w:pPr>
            <w:spacing w:before="100" w:beforeAutospacing="1" w:after="100" w:afterAutospacing="1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841" w:type="dxa"/>
          <w:tcBorders>
            <w:bottom w:val="single" w:sz="8" w:space="0" w:color="000000"/>
          </w:tcBorders>
          <w:noWrap/>
          <w:vAlign w:val="center"/>
        </w:tcPr>
        <w:p w:rsidR="00442D4C" w:rsidRPr="00B0611C" w:rsidRDefault="00442D4C" w:rsidP="008702F4">
          <w:pPr>
            <w:spacing w:before="100" w:beforeAutospacing="1" w:after="100" w:afterAutospacing="1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63" w:type="dxa"/>
          <w:tcBorders>
            <w:bottom w:val="single" w:sz="8" w:space="0" w:color="000000"/>
          </w:tcBorders>
          <w:noWrap/>
          <w:vAlign w:val="center"/>
        </w:tcPr>
        <w:p w:rsidR="00442D4C" w:rsidRPr="00B0611C" w:rsidRDefault="00442D4C" w:rsidP="008702F4">
          <w:pPr>
            <w:spacing w:before="100" w:beforeAutospacing="1" w:after="100" w:afterAutospacing="1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6730" w:type="dxa"/>
          <w:gridSpan w:val="4"/>
          <w:vMerge w:val="restart"/>
          <w:shd w:val="clear" w:color="auto" w:fill="auto"/>
          <w:noWrap/>
          <w:vAlign w:val="center"/>
        </w:tcPr>
        <w:p w:rsidR="00442D4C" w:rsidRPr="00F50BA2" w:rsidRDefault="00773A3C" w:rsidP="00C85717">
          <w:pPr>
            <w:spacing w:before="100" w:beforeAutospacing="1" w:after="100" w:afterAutospacing="1"/>
            <w:jc w:val="center"/>
            <w:rPr>
              <w:rFonts w:ascii="Arial" w:hAnsi="Arial" w:cs="Arial"/>
            </w:rPr>
          </w:pPr>
          <w:r w:rsidRPr="00E00423">
            <w:rPr>
              <w:rFonts w:ascii="Arial" w:hAnsi="Arial" w:cs="Arial"/>
              <w:b/>
              <w:color w:val="000000"/>
              <w:sz w:val="32"/>
              <w:szCs w:val="32"/>
            </w:rPr>
            <w:t>2023 - 90/10 - ППТ</w:t>
          </w:r>
          <w:r>
            <w:rPr>
              <w:rFonts w:ascii="Arial" w:hAnsi="Arial"/>
              <w:b/>
              <w:sz w:val="32"/>
              <w:szCs w:val="32"/>
            </w:rPr>
            <w:t xml:space="preserve"> </w:t>
          </w:r>
          <w:r w:rsidR="008702F4">
            <w:rPr>
              <w:rFonts w:ascii="Arial" w:hAnsi="Arial" w:cs="Arial"/>
              <w:b/>
              <w:sz w:val="32"/>
              <w:szCs w:val="32"/>
            </w:rPr>
            <w:t>.ПЗ</w:t>
          </w:r>
        </w:p>
      </w:tc>
    </w:tr>
    <w:tr w:rsidR="00442D4C" w:rsidRPr="00B0611C" w:rsidTr="004B259D">
      <w:trPr>
        <w:cantSplit/>
        <w:trHeight w:hRule="exact" w:val="298"/>
      </w:trPr>
      <w:tc>
        <w:tcPr>
          <w:tcW w:w="552" w:type="dxa"/>
          <w:tcBorders>
            <w:top w:val="single" w:sz="8" w:space="0" w:color="000000"/>
            <w:bottom w:val="single" w:sz="8" w:space="0" w:color="000000"/>
          </w:tcBorders>
          <w:noWrap/>
          <w:vAlign w:val="center"/>
        </w:tcPr>
        <w:p w:rsidR="00442D4C" w:rsidRPr="00B0611C" w:rsidRDefault="00442D4C" w:rsidP="008702F4">
          <w:pPr>
            <w:spacing w:before="100" w:beforeAutospacing="1" w:after="100" w:afterAutospacing="1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52" w:type="dxa"/>
          <w:tcBorders>
            <w:top w:val="single" w:sz="8" w:space="0" w:color="000000"/>
            <w:bottom w:val="single" w:sz="8" w:space="0" w:color="000000"/>
          </w:tcBorders>
          <w:noWrap/>
          <w:vAlign w:val="center"/>
        </w:tcPr>
        <w:p w:rsidR="00442D4C" w:rsidRPr="00B0611C" w:rsidRDefault="00442D4C" w:rsidP="008702F4">
          <w:pPr>
            <w:spacing w:before="100" w:beforeAutospacing="1" w:after="100" w:afterAutospacing="1"/>
            <w:jc w:val="center"/>
            <w:rPr>
              <w:rFonts w:ascii="Arial" w:hAnsi="Arial" w:cs="Arial"/>
              <w:sz w:val="18"/>
              <w:szCs w:val="18"/>
            </w:rPr>
          </w:pPr>
          <w:r>
            <w:rPr>
              <w:rFonts w:ascii="Arial" w:hAnsi="Arial" w:cs="Arial"/>
              <w:sz w:val="18"/>
              <w:szCs w:val="18"/>
            </w:rPr>
            <w:t>-</w:t>
          </w:r>
        </w:p>
      </w:tc>
      <w:tc>
        <w:tcPr>
          <w:tcW w:w="562" w:type="dxa"/>
          <w:tcBorders>
            <w:top w:val="single" w:sz="8" w:space="0" w:color="000000"/>
            <w:bottom w:val="single" w:sz="8" w:space="0" w:color="000000"/>
          </w:tcBorders>
          <w:noWrap/>
          <w:vAlign w:val="center"/>
        </w:tcPr>
        <w:p w:rsidR="00442D4C" w:rsidRPr="00B0611C" w:rsidRDefault="00442D4C" w:rsidP="008702F4">
          <w:pPr>
            <w:spacing w:before="100" w:beforeAutospacing="1" w:after="100" w:afterAutospacing="1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63" w:type="dxa"/>
          <w:tcBorders>
            <w:top w:val="single" w:sz="8" w:space="0" w:color="000000"/>
            <w:bottom w:val="single" w:sz="8" w:space="0" w:color="000000"/>
          </w:tcBorders>
          <w:noWrap/>
          <w:vAlign w:val="center"/>
        </w:tcPr>
        <w:p w:rsidR="00442D4C" w:rsidRPr="00B0611C" w:rsidRDefault="00442D4C" w:rsidP="008702F4">
          <w:pPr>
            <w:spacing w:before="100" w:beforeAutospacing="1" w:after="100" w:afterAutospacing="1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841" w:type="dxa"/>
          <w:tcBorders>
            <w:top w:val="single" w:sz="8" w:space="0" w:color="000000"/>
            <w:bottom w:val="single" w:sz="8" w:space="0" w:color="000000"/>
          </w:tcBorders>
          <w:noWrap/>
          <w:vAlign w:val="center"/>
        </w:tcPr>
        <w:p w:rsidR="00442D4C" w:rsidRPr="00B0611C" w:rsidRDefault="00442D4C" w:rsidP="008702F4">
          <w:pPr>
            <w:spacing w:before="100" w:beforeAutospacing="1" w:after="100" w:afterAutospacing="1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563" w:type="dxa"/>
          <w:tcBorders>
            <w:top w:val="single" w:sz="8" w:space="0" w:color="000000"/>
            <w:bottom w:val="single" w:sz="8" w:space="0" w:color="000000"/>
          </w:tcBorders>
          <w:noWrap/>
          <w:vAlign w:val="center"/>
        </w:tcPr>
        <w:p w:rsidR="00442D4C" w:rsidRPr="00B0611C" w:rsidRDefault="00442D4C" w:rsidP="008702F4">
          <w:pPr>
            <w:spacing w:before="100" w:beforeAutospacing="1" w:after="100" w:afterAutospacing="1"/>
            <w:jc w:val="center"/>
            <w:rPr>
              <w:rFonts w:ascii="Arial" w:hAnsi="Arial" w:cs="Arial"/>
              <w:sz w:val="18"/>
              <w:szCs w:val="18"/>
            </w:rPr>
          </w:pPr>
        </w:p>
      </w:tc>
      <w:tc>
        <w:tcPr>
          <w:tcW w:w="6730" w:type="dxa"/>
          <w:gridSpan w:val="4"/>
          <w:vMerge/>
          <w:shd w:val="clear" w:color="auto" w:fill="auto"/>
          <w:noWrap/>
          <w:vAlign w:val="center"/>
        </w:tcPr>
        <w:p w:rsidR="00442D4C" w:rsidRPr="00B0611C" w:rsidRDefault="00442D4C" w:rsidP="008702F4">
          <w:pPr>
            <w:spacing w:before="100" w:beforeAutospacing="1" w:after="100" w:afterAutospacing="1"/>
            <w:jc w:val="center"/>
            <w:rPr>
              <w:rFonts w:ascii="Arial" w:hAnsi="Arial" w:cs="Arial"/>
            </w:rPr>
          </w:pPr>
        </w:p>
      </w:tc>
    </w:tr>
    <w:tr w:rsidR="00442D4C" w:rsidRPr="00B0611C" w:rsidTr="004B259D">
      <w:trPr>
        <w:cantSplit/>
        <w:trHeight w:hRule="exact" w:val="298"/>
      </w:trPr>
      <w:tc>
        <w:tcPr>
          <w:tcW w:w="552" w:type="dxa"/>
          <w:tcBorders>
            <w:top w:val="single" w:sz="8" w:space="0" w:color="000000"/>
            <w:bottom w:val="single" w:sz="12" w:space="0" w:color="000000"/>
          </w:tcBorders>
          <w:noWrap/>
          <w:vAlign w:val="center"/>
        </w:tcPr>
        <w:p w:rsidR="00442D4C" w:rsidRPr="00B0611C" w:rsidRDefault="00442D4C" w:rsidP="008702F4">
          <w:pPr>
            <w:spacing w:before="100" w:beforeAutospacing="1" w:after="100" w:afterAutospacing="1"/>
            <w:jc w:val="center"/>
            <w:rPr>
              <w:rFonts w:ascii="Arial" w:hAnsi="Arial" w:cs="Arial"/>
              <w:sz w:val="18"/>
              <w:szCs w:val="18"/>
            </w:rPr>
          </w:pPr>
          <w:proofErr w:type="spellStart"/>
          <w:r w:rsidRPr="00B0611C">
            <w:rPr>
              <w:rFonts w:ascii="Arial" w:hAnsi="Arial" w:cs="Arial"/>
              <w:sz w:val="18"/>
              <w:szCs w:val="18"/>
            </w:rPr>
            <w:t>Изм</w:t>
          </w:r>
          <w:proofErr w:type="spellEnd"/>
          <w:r w:rsidRPr="00B0611C">
            <w:rPr>
              <w:rFonts w:ascii="Arial" w:hAnsi="Arial" w:cs="Arial"/>
              <w:sz w:val="18"/>
              <w:szCs w:val="18"/>
            </w:rPr>
            <w:t>.</w:t>
          </w:r>
        </w:p>
      </w:tc>
      <w:tc>
        <w:tcPr>
          <w:tcW w:w="552" w:type="dxa"/>
          <w:tcBorders>
            <w:top w:val="single" w:sz="8" w:space="0" w:color="000000"/>
            <w:bottom w:val="single" w:sz="12" w:space="0" w:color="000000"/>
          </w:tcBorders>
          <w:noWrap/>
          <w:vAlign w:val="center"/>
        </w:tcPr>
        <w:p w:rsidR="00442D4C" w:rsidRPr="00B0611C" w:rsidRDefault="00442D4C" w:rsidP="008702F4">
          <w:pPr>
            <w:spacing w:before="100" w:beforeAutospacing="1" w:after="100" w:afterAutospacing="1"/>
            <w:jc w:val="center"/>
            <w:rPr>
              <w:rFonts w:ascii="Arial" w:hAnsi="Arial" w:cs="Arial"/>
              <w:sz w:val="18"/>
              <w:szCs w:val="18"/>
            </w:rPr>
          </w:pPr>
          <w:proofErr w:type="spellStart"/>
          <w:r w:rsidRPr="00557137">
            <w:rPr>
              <w:rFonts w:ascii="Arial" w:hAnsi="Arial" w:cs="Arial"/>
              <w:sz w:val="16"/>
              <w:szCs w:val="16"/>
            </w:rPr>
            <w:t>Кол.уч</w:t>
          </w:r>
          <w:proofErr w:type="spellEnd"/>
        </w:p>
      </w:tc>
      <w:tc>
        <w:tcPr>
          <w:tcW w:w="562" w:type="dxa"/>
          <w:tcBorders>
            <w:top w:val="single" w:sz="8" w:space="0" w:color="000000"/>
            <w:bottom w:val="single" w:sz="12" w:space="0" w:color="000000"/>
          </w:tcBorders>
          <w:noWrap/>
          <w:vAlign w:val="center"/>
        </w:tcPr>
        <w:p w:rsidR="00442D4C" w:rsidRPr="00B0611C" w:rsidRDefault="00442D4C" w:rsidP="008702F4">
          <w:pPr>
            <w:spacing w:before="100" w:beforeAutospacing="1" w:after="100" w:afterAutospacing="1"/>
            <w:jc w:val="center"/>
            <w:rPr>
              <w:rFonts w:ascii="Arial" w:hAnsi="Arial" w:cs="Arial"/>
              <w:sz w:val="18"/>
              <w:szCs w:val="18"/>
            </w:rPr>
          </w:pPr>
          <w:r w:rsidRPr="00B0611C">
            <w:rPr>
              <w:rFonts w:ascii="Arial" w:hAnsi="Arial" w:cs="Arial"/>
              <w:sz w:val="18"/>
              <w:szCs w:val="18"/>
            </w:rPr>
            <w:t>Лист</w:t>
          </w:r>
        </w:p>
      </w:tc>
      <w:tc>
        <w:tcPr>
          <w:tcW w:w="563" w:type="dxa"/>
          <w:tcBorders>
            <w:top w:val="single" w:sz="8" w:space="0" w:color="000000"/>
            <w:bottom w:val="single" w:sz="12" w:space="0" w:color="000000"/>
          </w:tcBorders>
          <w:noWrap/>
          <w:vAlign w:val="center"/>
        </w:tcPr>
        <w:p w:rsidR="00442D4C" w:rsidRPr="00B0611C" w:rsidRDefault="00442D4C" w:rsidP="008702F4">
          <w:pPr>
            <w:spacing w:before="100" w:beforeAutospacing="1" w:after="100" w:afterAutospacing="1"/>
            <w:jc w:val="center"/>
            <w:rPr>
              <w:rFonts w:ascii="Arial" w:hAnsi="Arial" w:cs="Arial"/>
              <w:sz w:val="18"/>
              <w:szCs w:val="18"/>
            </w:rPr>
          </w:pPr>
          <w:r w:rsidRPr="00B0611C">
            <w:rPr>
              <w:rFonts w:ascii="Arial" w:hAnsi="Arial" w:cs="Arial"/>
              <w:sz w:val="18"/>
              <w:szCs w:val="18"/>
            </w:rPr>
            <w:t>№док.</w:t>
          </w:r>
        </w:p>
      </w:tc>
      <w:tc>
        <w:tcPr>
          <w:tcW w:w="841" w:type="dxa"/>
          <w:tcBorders>
            <w:top w:val="single" w:sz="8" w:space="0" w:color="000000"/>
            <w:bottom w:val="single" w:sz="12" w:space="0" w:color="000000"/>
          </w:tcBorders>
          <w:noWrap/>
          <w:vAlign w:val="center"/>
        </w:tcPr>
        <w:p w:rsidR="00442D4C" w:rsidRPr="00B0611C" w:rsidRDefault="00442D4C" w:rsidP="008702F4">
          <w:pPr>
            <w:spacing w:before="100" w:beforeAutospacing="1" w:after="100" w:afterAutospacing="1"/>
            <w:jc w:val="center"/>
            <w:rPr>
              <w:rFonts w:ascii="Arial" w:hAnsi="Arial" w:cs="Arial"/>
              <w:sz w:val="18"/>
              <w:szCs w:val="18"/>
            </w:rPr>
          </w:pPr>
          <w:proofErr w:type="spellStart"/>
          <w:r w:rsidRPr="00B0611C">
            <w:rPr>
              <w:rFonts w:ascii="Arial" w:hAnsi="Arial" w:cs="Arial"/>
              <w:sz w:val="18"/>
              <w:szCs w:val="18"/>
            </w:rPr>
            <w:t>Подп</w:t>
          </w:r>
          <w:proofErr w:type="spellEnd"/>
          <w:r w:rsidRPr="00B0611C">
            <w:rPr>
              <w:rFonts w:ascii="Arial" w:hAnsi="Arial" w:cs="Arial"/>
              <w:sz w:val="18"/>
              <w:szCs w:val="18"/>
            </w:rPr>
            <w:t>.</w:t>
          </w:r>
        </w:p>
      </w:tc>
      <w:tc>
        <w:tcPr>
          <w:tcW w:w="563" w:type="dxa"/>
          <w:tcBorders>
            <w:top w:val="single" w:sz="8" w:space="0" w:color="000000"/>
            <w:bottom w:val="single" w:sz="12" w:space="0" w:color="000000"/>
          </w:tcBorders>
          <w:noWrap/>
          <w:vAlign w:val="center"/>
        </w:tcPr>
        <w:p w:rsidR="00442D4C" w:rsidRPr="00B0611C" w:rsidRDefault="00442D4C" w:rsidP="008702F4">
          <w:pPr>
            <w:spacing w:before="100" w:beforeAutospacing="1" w:after="100" w:afterAutospacing="1"/>
            <w:jc w:val="center"/>
            <w:rPr>
              <w:rFonts w:ascii="Arial" w:hAnsi="Arial" w:cs="Arial"/>
              <w:sz w:val="18"/>
              <w:szCs w:val="18"/>
            </w:rPr>
          </w:pPr>
          <w:r w:rsidRPr="00B0611C">
            <w:rPr>
              <w:rFonts w:ascii="Arial" w:hAnsi="Arial" w:cs="Arial"/>
              <w:sz w:val="18"/>
              <w:szCs w:val="18"/>
            </w:rPr>
            <w:t>Дата</w:t>
          </w:r>
        </w:p>
      </w:tc>
      <w:tc>
        <w:tcPr>
          <w:tcW w:w="6730" w:type="dxa"/>
          <w:gridSpan w:val="4"/>
          <w:vMerge/>
          <w:shd w:val="clear" w:color="auto" w:fill="auto"/>
          <w:noWrap/>
          <w:vAlign w:val="center"/>
        </w:tcPr>
        <w:p w:rsidR="00442D4C" w:rsidRPr="00B0611C" w:rsidRDefault="00442D4C" w:rsidP="008702F4">
          <w:pPr>
            <w:spacing w:before="100" w:beforeAutospacing="1" w:after="100" w:afterAutospacing="1"/>
            <w:jc w:val="center"/>
            <w:rPr>
              <w:rFonts w:ascii="Arial" w:hAnsi="Arial" w:cs="Arial"/>
            </w:rPr>
          </w:pPr>
        </w:p>
      </w:tc>
    </w:tr>
    <w:tr w:rsidR="00442D4C" w:rsidRPr="00B0611C" w:rsidTr="004B259D">
      <w:trPr>
        <w:cantSplit/>
        <w:trHeight w:hRule="exact" w:val="298"/>
      </w:trPr>
      <w:tc>
        <w:tcPr>
          <w:tcW w:w="1104" w:type="dxa"/>
          <w:gridSpan w:val="2"/>
          <w:tcBorders>
            <w:top w:val="single" w:sz="12" w:space="0" w:color="000000"/>
            <w:left w:val="single" w:sz="12" w:space="0" w:color="000000"/>
            <w:bottom w:val="single" w:sz="8" w:space="0" w:color="000000"/>
            <w:right w:val="single" w:sz="12" w:space="0" w:color="000000"/>
          </w:tcBorders>
          <w:noWrap/>
          <w:vAlign w:val="center"/>
        </w:tcPr>
        <w:p w:rsidR="00442D4C" w:rsidRPr="00BD5007" w:rsidRDefault="00442D4C" w:rsidP="008702F4">
          <w:pPr>
            <w:spacing w:before="100" w:beforeAutospacing="1" w:after="100" w:afterAutospacing="1"/>
            <w:rPr>
              <w:rFonts w:ascii="Arial Narrow" w:hAnsi="Arial Narrow" w:cs="Arial"/>
              <w:sz w:val="20"/>
              <w:szCs w:val="20"/>
            </w:rPr>
          </w:pPr>
          <w:r w:rsidRPr="00BD5007">
            <w:rPr>
              <w:rFonts w:ascii="Arial Narrow" w:hAnsi="Arial Narrow" w:cs="Arial"/>
              <w:sz w:val="20"/>
              <w:szCs w:val="20"/>
            </w:rPr>
            <w:t xml:space="preserve"> Разработал</w:t>
          </w:r>
        </w:p>
      </w:tc>
      <w:tc>
        <w:tcPr>
          <w:tcW w:w="1125" w:type="dxa"/>
          <w:gridSpan w:val="2"/>
          <w:tcBorders>
            <w:top w:val="single" w:sz="12" w:space="0" w:color="000000"/>
            <w:left w:val="single" w:sz="12" w:space="0" w:color="000000"/>
            <w:bottom w:val="single" w:sz="8" w:space="0" w:color="000000"/>
            <w:right w:val="single" w:sz="12" w:space="0" w:color="000000"/>
          </w:tcBorders>
          <w:noWrap/>
          <w:vAlign w:val="center"/>
        </w:tcPr>
        <w:p w:rsidR="00442D4C" w:rsidRPr="00BD5007" w:rsidRDefault="008702F4" w:rsidP="00C85717">
          <w:pPr>
            <w:spacing w:before="100" w:beforeAutospacing="1" w:after="100" w:afterAutospacing="1"/>
            <w:rPr>
              <w:rFonts w:ascii="Arial Narrow" w:hAnsi="Arial Narrow" w:cs="Arial"/>
              <w:sz w:val="20"/>
              <w:szCs w:val="20"/>
            </w:rPr>
          </w:pPr>
          <w:proofErr w:type="spellStart"/>
          <w:r>
            <w:rPr>
              <w:rFonts w:ascii="Arial Narrow" w:hAnsi="Arial Narrow" w:cs="Arial"/>
              <w:sz w:val="20"/>
              <w:szCs w:val="20"/>
            </w:rPr>
            <w:t>К</w:t>
          </w:r>
          <w:r w:rsidR="00C85717">
            <w:rPr>
              <w:rFonts w:ascii="Arial Narrow" w:hAnsi="Arial Narrow" w:cs="Arial"/>
              <w:sz w:val="20"/>
              <w:szCs w:val="20"/>
            </w:rPr>
            <w:t>Смирнов</w:t>
          </w:r>
          <w:proofErr w:type="spellEnd"/>
        </w:p>
      </w:tc>
      <w:tc>
        <w:tcPr>
          <w:tcW w:w="841" w:type="dxa"/>
          <w:tcBorders>
            <w:top w:val="single" w:sz="12" w:space="0" w:color="000000"/>
            <w:left w:val="single" w:sz="12" w:space="0" w:color="000000"/>
            <w:bottom w:val="single" w:sz="8" w:space="0" w:color="000000"/>
            <w:right w:val="single" w:sz="12" w:space="0" w:color="000000"/>
          </w:tcBorders>
          <w:noWrap/>
          <w:vAlign w:val="center"/>
        </w:tcPr>
        <w:p w:rsidR="00442D4C" w:rsidRPr="00BD5007" w:rsidRDefault="00442D4C" w:rsidP="008702F4">
          <w:pPr>
            <w:spacing w:before="100" w:beforeAutospacing="1" w:after="100" w:afterAutospacing="1"/>
            <w:rPr>
              <w:rFonts w:ascii="Arial Narrow" w:hAnsi="Arial Narrow" w:cs="Arial"/>
              <w:sz w:val="20"/>
              <w:szCs w:val="20"/>
              <w:highlight w:val="yellow"/>
            </w:rPr>
          </w:pPr>
        </w:p>
      </w:tc>
      <w:tc>
        <w:tcPr>
          <w:tcW w:w="563" w:type="dxa"/>
          <w:tcBorders>
            <w:top w:val="single" w:sz="12" w:space="0" w:color="000000"/>
            <w:left w:val="single" w:sz="12" w:space="0" w:color="000000"/>
            <w:bottom w:val="single" w:sz="8" w:space="0" w:color="000000"/>
            <w:right w:val="single" w:sz="12" w:space="0" w:color="000000"/>
          </w:tcBorders>
          <w:noWrap/>
          <w:vAlign w:val="center"/>
        </w:tcPr>
        <w:p w:rsidR="00442D4C" w:rsidRPr="00BD5007" w:rsidRDefault="00773A3C" w:rsidP="00C85717">
          <w:pPr>
            <w:spacing w:before="100" w:beforeAutospacing="1" w:after="100" w:afterAutospacing="1"/>
            <w:rPr>
              <w:rFonts w:ascii="Arial Narrow" w:hAnsi="Arial Narrow" w:cs="Arial"/>
              <w:sz w:val="20"/>
              <w:szCs w:val="20"/>
            </w:rPr>
          </w:pPr>
          <w:r>
            <w:rPr>
              <w:rFonts w:ascii="Arial Narrow" w:hAnsi="Arial Narrow" w:cs="Arial"/>
              <w:sz w:val="20"/>
              <w:szCs w:val="20"/>
            </w:rPr>
            <w:t>05.23</w:t>
          </w:r>
        </w:p>
      </w:tc>
      <w:tc>
        <w:tcPr>
          <w:tcW w:w="3936" w:type="dxa"/>
          <w:vMerge w:val="restart"/>
          <w:tcBorders>
            <w:left w:val="single" w:sz="12" w:space="0" w:color="000000"/>
          </w:tcBorders>
          <w:shd w:val="clear" w:color="auto" w:fill="auto"/>
          <w:noWrap/>
          <w:vAlign w:val="center"/>
        </w:tcPr>
        <w:p w:rsidR="00442D4C" w:rsidRPr="00B0611C" w:rsidRDefault="008702F4" w:rsidP="008702F4">
          <w:pPr>
            <w:spacing w:before="100" w:beforeAutospacing="1" w:after="100" w:afterAutospacing="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Пояснительная записка</w:t>
          </w:r>
        </w:p>
      </w:tc>
      <w:tc>
        <w:tcPr>
          <w:tcW w:w="841" w:type="dxa"/>
          <w:noWrap/>
          <w:vAlign w:val="center"/>
        </w:tcPr>
        <w:p w:rsidR="00442D4C" w:rsidRPr="00B0611C" w:rsidRDefault="00442D4C" w:rsidP="008702F4">
          <w:pPr>
            <w:spacing w:before="100" w:beforeAutospacing="1" w:after="100" w:afterAutospacing="1"/>
            <w:jc w:val="center"/>
            <w:rPr>
              <w:rFonts w:ascii="Arial Narrow" w:hAnsi="Arial Narrow" w:cs="Arial"/>
            </w:rPr>
          </w:pPr>
          <w:r w:rsidRPr="00B0611C">
            <w:rPr>
              <w:rFonts w:ascii="Arial Narrow" w:hAnsi="Arial Narrow" w:cs="Arial"/>
            </w:rPr>
            <w:t>Стадия</w:t>
          </w:r>
        </w:p>
      </w:tc>
      <w:tc>
        <w:tcPr>
          <w:tcW w:w="842" w:type="dxa"/>
          <w:noWrap/>
          <w:vAlign w:val="center"/>
        </w:tcPr>
        <w:p w:rsidR="00442D4C" w:rsidRPr="00B0611C" w:rsidRDefault="00442D4C" w:rsidP="008702F4">
          <w:pPr>
            <w:spacing w:before="100" w:beforeAutospacing="1" w:after="100" w:afterAutospacing="1"/>
            <w:jc w:val="center"/>
            <w:rPr>
              <w:rFonts w:ascii="Arial Narrow" w:hAnsi="Arial Narrow" w:cs="Arial"/>
            </w:rPr>
          </w:pPr>
          <w:r w:rsidRPr="00B0611C">
            <w:rPr>
              <w:rFonts w:ascii="Arial Narrow" w:hAnsi="Arial Narrow" w:cs="Arial"/>
            </w:rPr>
            <w:t>Лист</w:t>
          </w:r>
        </w:p>
      </w:tc>
      <w:tc>
        <w:tcPr>
          <w:tcW w:w="1111" w:type="dxa"/>
          <w:noWrap/>
          <w:vAlign w:val="center"/>
        </w:tcPr>
        <w:p w:rsidR="00442D4C" w:rsidRPr="00B0611C" w:rsidRDefault="00442D4C" w:rsidP="008702F4">
          <w:pPr>
            <w:spacing w:before="100" w:beforeAutospacing="1" w:after="100" w:afterAutospacing="1"/>
            <w:jc w:val="center"/>
            <w:rPr>
              <w:rFonts w:ascii="Arial Narrow" w:hAnsi="Arial Narrow" w:cs="Arial"/>
            </w:rPr>
          </w:pPr>
          <w:r w:rsidRPr="00B0611C">
            <w:rPr>
              <w:rFonts w:ascii="Arial Narrow" w:hAnsi="Arial Narrow" w:cs="Arial"/>
            </w:rPr>
            <w:t>Листов</w:t>
          </w:r>
        </w:p>
      </w:tc>
    </w:tr>
    <w:tr w:rsidR="00442D4C" w:rsidRPr="00B0611C" w:rsidTr="004B259D">
      <w:trPr>
        <w:cantSplit/>
        <w:trHeight w:hRule="exact" w:val="298"/>
      </w:trPr>
      <w:tc>
        <w:tcPr>
          <w:tcW w:w="1104" w:type="dxa"/>
          <w:gridSpan w:val="2"/>
          <w:tcBorders>
            <w:top w:val="single" w:sz="8" w:space="0" w:color="000000"/>
            <w:left w:val="single" w:sz="12" w:space="0" w:color="000000"/>
            <w:bottom w:val="single" w:sz="8" w:space="0" w:color="000000"/>
            <w:right w:val="single" w:sz="12" w:space="0" w:color="000000"/>
          </w:tcBorders>
          <w:noWrap/>
          <w:tcMar>
            <w:left w:w="57" w:type="dxa"/>
            <w:right w:w="28" w:type="dxa"/>
          </w:tcMar>
          <w:vAlign w:val="center"/>
        </w:tcPr>
        <w:p w:rsidR="00442D4C" w:rsidRPr="005E5623" w:rsidRDefault="00442D4C" w:rsidP="008702F4">
          <w:pPr>
            <w:spacing w:before="100" w:beforeAutospacing="1" w:after="100" w:afterAutospacing="1"/>
            <w:rPr>
              <w:rFonts w:ascii="Arial Narrow" w:hAnsi="Arial Narrow" w:cs="Arial"/>
              <w:sz w:val="18"/>
              <w:szCs w:val="18"/>
            </w:rPr>
          </w:pPr>
          <w:r>
            <w:rPr>
              <w:rFonts w:ascii="Arial Narrow" w:hAnsi="Arial Narrow" w:cs="Arial"/>
              <w:sz w:val="18"/>
              <w:szCs w:val="18"/>
            </w:rPr>
            <w:t>Проверил</w:t>
          </w:r>
        </w:p>
      </w:tc>
      <w:tc>
        <w:tcPr>
          <w:tcW w:w="1125" w:type="dxa"/>
          <w:gridSpan w:val="2"/>
          <w:tcBorders>
            <w:top w:val="single" w:sz="8" w:space="0" w:color="000000"/>
            <w:left w:val="single" w:sz="12" w:space="0" w:color="000000"/>
            <w:bottom w:val="single" w:sz="8" w:space="0" w:color="000000"/>
            <w:right w:val="single" w:sz="12" w:space="0" w:color="000000"/>
          </w:tcBorders>
          <w:noWrap/>
          <w:vAlign w:val="center"/>
        </w:tcPr>
        <w:p w:rsidR="00442D4C" w:rsidRPr="005B0A2E" w:rsidRDefault="00FE5C34" w:rsidP="008702F4">
          <w:pPr>
            <w:spacing w:before="100" w:beforeAutospacing="1" w:after="100" w:afterAutospacing="1"/>
            <w:rPr>
              <w:rFonts w:ascii="Arial Narrow" w:hAnsi="Arial Narrow" w:cs="Arial"/>
              <w:sz w:val="18"/>
              <w:szCs w:val="18"/>
            </w:rPr>
          </w:pPr>
          <w:proofErr w:type="spellStart"/>
          <w:r>
            <w:rPr>
              <w:rFonts w:ascii="Arial Narrow" w:hAnsi="Arial Narrow" w:cs="Arial"/>
              <w:sz w:val="18"/>
              <w:szCs w:val="18"/>
            </w:rPr>
            <w:t>Рус</w:t>
          </w:r>
          <w:r w:rsidR="00442D4C">
            <w:rPr>
              <w:rFonts w:ascii="Arial Narrow" w:hAnsi="Arial Narrow" w:cs="Arial"/>
              <w:sz w:val="18"/>
              <w:szCs w:val="18"/>
            </w:rPr>
            <w:t>анов</w:t>
          </w:r>
          <w:proofErr w:type="spellEnd"/>
        </w:p>
      </w:tc>
      <w:tc>
        <w:tcPr>
          <w:tcW w:w="841" w:type="dxa"/>
          <w:tcBorders>
            <w:top w:val="single" w:sz="8" w:space="0" w:color="000000"/>
            <w:left w:val="single" w:sz="12" w:space="0" w:color="000000"/>
            <w:bottom w:val="single" w:sz="8" w:space="0" w:color="000000"/>
            <w:right w:val="single" w:sz="12" w:space="0" w:color="000000"/>
          </w:tcBorders>
          <w:noWrap/>
          <w:vAlign w:val="center"/>
        </w:tcPr>
        <w:p w:rsidR="00442D4C" w:rsidRPr="00121ABF" w:rsidRDefault="00442D4C" w:rsidP="008702F4">
          <w:pPr>
            <w:spacing w:before="100" w:beforeAutospacing="1" w:after="100" w:afterAutospacing="1"/>
            <w:rPr>
              <w:rFonts w:ascii="Arial Narrow" w:hAnsi="Arial Narrow" w:cs="Arial"/>
              <w:sz w:val="18"/>
              <w:szCs w:val="18"/>
              <w:highlight w:val="yellow"/>
            </w:rPr>
          </w:pPr>
        </w:p>
      </w:tc>
      <w:tc>
        <w:tcPr>
          <w:tcW w:w="563" w:type="dxa"/>
          <w:tcBorders>
            <w:top w:val="single" w:sz="8" w:space="0" w:color="000000"/>
            <w:left w:val="single" w:sz="12" w:space="0" w:color="000000"/>
            <w:bottom w:val="single" w:sz="8" w:space="0" w:color="000000"/>
            <w:right w:val="single" w:sz="12" w:space="0" w:color="000000"/>
          </w:tcBorders>
          <w:noWrap/>
          <w:vAlign w:val="center"/>
        </w:tcPr>
        <w:p w:rsidR="00442D4C" w:rsidRPr="005B0A2E" w:rsidRDefault="00773A3C" w:rsidP="00C85717">
          <w:pPr>
            <w:spacing w:before="100" w:beforeAutospacing="1" w:after="100" w:afterAutospacing="1"/>
            <w:rPr>
              <w:rFonts w:ascii="Arial Narrow" w:hAnsi="Arial Narrow" w:cs="Arial"/>
              <w:sz w:val="18"/>
              <w:szCs w:val="18"/>
            </w:rPr>
          </w:pPr>
          <w:r>
            <w:rPr>
              <w:rFonts w:ascii="Arial Narrow" w:hAnsi="Arial Narrow" w:cs="Arial"/>
              <w:sz w:val="18"/>
              <w:szCs w:val="18"/>
            </w:rPr>
            <w:t>05.23</w:t>
          </w:r>
        </w:p>
      </w:tc>
      <w:tc>
        <w:tcPr>
          <w:tcW w:w="3936" w:type="dxa"/>
          <w:vMerge/>
          <w:tcBorders>
            <w:left w:val="single" w:sz="12" w:space="0" w:color="000000"/>
          </w:tcBorders>
          <w:shd w:val="clear" w:color="auto" w:fill="auto"/>
          <w:noWrap/>
          <w:vAlign w:val="center"/>
        </w:tcPr>
        <w:p w:rsidR="00442D4C" w:rsidRPr="00B0611C" w:rsidRDefault="00442D4C" w:rsidP="008702F4">
          <w:pPr>
            <w:spacing w:before="100" w:beforeAutospacing="1" w:after="100" w:afterAutospacing="1"/>
            <w:jc w:val="center"/>
            <w:rPr>
              <w:rFonts w:ascii="Arial" w:hAnsi="Arial" w:cs="Arial"/>
            </w:rPr>
          </w:pPr>
        </w:p>
      </w:tc>
      <w:tc>
        <w:tcPr>
          <w:tcW w:w="841" w:type="dxa"/>
          <w:shd w:val="clear" w:color="auto" w:fill="auto"/>
          <w:noWrap/>
          <w:vAlign w:val="center"/>
        </w:tcPr>
        <w:p w:rsidR="00442D4C" w:rsidRPr="00B0611C" w:rsidRDefault="00442D4C" w:rsidP="008702F4">
          <w:pPr>
            <w:spacing w:before="100" w:beforeAutospacing="1" w:after="100" w:afterAutospacing="1"/>
            <w:jc w:val="center"/>
            <w:rPr>
              <w:rFonts w:ascii="Arial" w:hAnsi="Arial" w:cs="Arial"/>
              <w:caps/>
            </w:rPr>
          </w:pPr>
          <w:r w:rsidRPr="00B0611C">
            <w:rPr>
              <w:rFonts w:ascii="Arial" w:hAnsi="Arial" w:cs="Arial"/>
              <w:caps/>
            </w:rPr>
            <w:t>П</w:t>
          </w:r>
        </w:p>
      </w:tc>
      <w:tc>
        <w:tcPr>
          <w:tcW w:w="842" w:type="dxa"/>
          <w:shd w:val="clear" w:color="auto" w:fill="auto"/>
          <w:vAlign w:val="center"/>
        </w:tcPr>
        <w:p w:rsidR="00442D4C" w:rsidRPr="00B0611C" w:rsidRDefault="00442D4C" w:rsidP="008702F4">
          <w:pPr>
            <w:spacing w:before="100" w:beforeAutospacing="1" w:after="100" w:afterAutospacing="1"/>
            <w:jc w:val="center"/>
            <w:rPr>
              <w:rFonts w:ascii="Arial" w:hAnsi="Arial" w:cs="Arial"/>
            </w:rPr>
          </w:pPr>
          <w:r w:rsidRPr="00B0611C">
            <w:rPr>
              <w:rFonts w:ascii="Arial" w:hAnsi="Arial" w:cs="Arial"/>
            </w:rPr>
            <w:t>1</w:t>
          </w:r>
        </w:p>
      </w:tc>
      <w:tc>
        <w:tcPr>
          <w:tcW w:w="1111" w:type="dxa"/>
          <w:shd w:val="clear" w:color="auto" w:fill="auto"/>
          <w:vAlign w:val="center"/>
        </w:tcPr>
        <w:p w:rsidR="00442D4C" w:rsidRPr="00B0611C" w:rsidRDefault="00EC5FE2" w:rsidP="008702F4">
          <w:pPr>
            <w:spacing w:before="100" w:beforeAutospacing="1" w:after="100" w:afterAutospacing="1"/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2</w:t>
          </w:r>
        </w:p>
      </w:tc>
    </w:tr>
    <w:tr w:rsidR="00442D4C" w:rsidRPr="00B0611C" w:rsidTr="004B259D">
      <w:trPr>
        <w:cantSplit/>
        <w:trHeight w:hRule="exact" w:val="298"/>
      </w:trPr>
      <w:tc>
        <w:tcPr>
          <w:tcW w:w="1104" w:type="dxa"/>
          <w:gridSpan w:val="2"/>
          <w:tcBorders>
            <w:top w:val="single" w:sz="8" w:space="0" w:color="000000"/>
            <w:left w:val="single" w:sz="12" w:space="0" w:color="000000"/>
            <w:bottom w:val="single" w:sz="8" w:space="0" w:color="000000"/>
            <w:right w:val="single" w:sz="12" w:space="0" w:color="000000"/>
          </w:tcBorders>
          <w:noWrap/>
          <w:tcMar>
            <w:left w:w="57" w:type="dxa"/>
          </w:tcMar>
          <w:vAlign w:val="center"/>
        </w:tcPr>
        <w:p w:rsidR="00442D4C" w:rsidRPr="00016452" w:rsidRDefault="00442D4C" w:rsidP="008702F4">
          <w:pPr>
            <w:spacing w:before="100" w:beforeAutospacing="1" w:after="100" w:afterAutospacing="1"/>
            <w:rPr>
              <w:rFonts w:ascii="Arial Narrow" w:hAnsi="Arial Narrow" w:cs="Arial"/>
              <w:sz w:val="16"/>
              <w:szCs w:val="16"/>
            </w:rPr>
          </w:pPr>
          <w:r>
            <w:rPr>
              <w:rFonts w:ascii="Arial Narrow" w:hAnsi="Arial Narrow" w:cs="Arial"/>
              <w:sz w:val="16"/>
              <w:szCs w:val="16"/>
            </w:rPr>
            <w:t>ГИП</w:t>
          </w:r>
        </w:p>
      </w:tc>
      <w:tc>
        <w:tcPr>
          <w:tcW w:w="1125" w:type="dxa"/>
          <w:gridSpan w:val="2"/>
          <w:tcBorders>
            <w:top w:val="single" w:sz="8" w:space="0" w:color="000000"/>
            <w:left w:val="single" w:sz="12" w:space="0" w:color="000000"/>
            <w:bottom w:val="single" w:sz="8" w:space="0" w:color="000000"/>
            <w:right w:val="single" w:sz="12" w:space="0" w:color="000000"/>
          </w:tcBorders>
          <w:noWrap/>
          <w:vAlign w:val="center"/>
        </w:tcPr>
        <w:p w:rsidR="00442D4C" w:rsidRPr="005B0A2E" w:rsidRDefault="00FE5C34" w:rsidP="008702F4">
          <w:pPr>
            <w:spacing w:before="100" w:beforeAutospacing="1" w:after="100" w:afterAutospacing="1"/>
            <w:rPr>
              <w:rFonts w:ascii="Arial Narrow" w:hAnsi="Arial Narrow" w:cs="Arial"/>
              <w:sz w:val="18"/>
              <w:szCs w:val="18"/>
            </w:rPr>
          </w:pPr>
          <w:proofErr w:type="spellStart"/>
          <w:r>
            <w:rPr>
              <w:rFonts w:ascii="Arial Narrow" w:hAnsi="Arial Narrow" w:cs="Arial"/>
              <w:sz w:val="18"/>
              <w:szCs w:val="18"/>
            </w:rPr>
            <w:t>Рус</w:t>
          </w:r>
          <w:r w:rsidR="00442D4C">
            <w:rPr>
              <w:rFonts w:ascii="Arial Narrow" w:hAnsi="Arial Narrow" w:cs="Arial"/>
              <w:sz w:val="18"/>
              <w:szCs w:val="18"/>
            </w:rPr>
            <w:t>анов</w:t>
          </w:r>
          <w:proofErr w:type="spellEnd"/>
        </w:p>
      </w:tc>
      <w:tc>
        <w:tcPr>
          <w:tcW w:w="841" w:type="dxa"/>
          <w:tcBorders>
            <w:top w:val="single" w:sz="8" w:space="0" w:color="000000"/>
            <w:left w:val="single" w:sz="12" w:space="0" w:color="000000"/>
            <w:bottom w:val="single" w:sz="8" w:space="0" w:color="000000"/>
            <w:right w:val="single" w:sz="12" w:space="0" w:color="000000"/>
          </w:tcBorders>
          <w:noWrap/>
          <w:vAlign w:val="center"/>
        </w:tcPr>
        <w:p w:rsidR="00442D4C" w:rsidRPr="000C293E" w:rsidRDefault="00442D4C" w:rsidP="008702F4">
          <w:pPr>
            <w:spacing w:before="100" w:beforeAutospacing="1" w:after="100" w:afterAutospacing="1"/>
            <w:rPr>
              <w:rFonts w:ascii="Arial Narrow" w:hAnsi="Arial Narrow" w:cs="Arial"/>
              <w:sz w:val="18"/>
              <w:szCs w:val="18"/>
            </w:rPr>
          </w:pPr>
        </w:p>
      </w:tc>
      <w:tc>
        <w:tcPr>
          <w:tcW w:w="563" w:type="dxa"/>
          <w:tcBorders>
            <w:top w:val="single" w:sz="8" w:space="0" w:color="000000"/>
            <w:left w:val="single" w:sz="12" w:space="0" w:color="000000"/>
            <w:bottom w:val="single" w:sz="8" w:space="0" w:color="000000"/>
            <w:right w:val="single" w:sz="12" w:space="0" w:color="000000"/>
          </w:tcBorders>
          <w:noWrap/>
          <w:vAlign w:val="center"/>
        </w:tcPr>
        <w:p w:rsidR="00442D4C" w:rsidRPr="005B0A2E" w:rsidRDefault="00773A3C" w:rsidP="00C85717">
          <w:pPr>
            <w:spacing w:before="100" w:beforeAutospacing="1" w:after="100" w:afterAutospacing="1"/>
            <w:rPr>
              <w:rFonts w:ascii="Arial Narrow" w:hAnsi="Arial Narrow" w:cs="Arial"/>
              <w:sz w:val="18"/>
              <w:szCs w:val="18"/>
            </w:rPr>
          </w:pPr>
          <w:r>
            <w:rPr>
              <w:rFonts w:ascii="Arial Narrow" w:hAnsi="Arial Narrow" w:cs="Arial"/>
              <w:sz w:val="18"/>
              <w:szCs w:val="18"/>
            </w:rPr>
            <w:t>05.23</w:t>
          </w:r>
        </w:p>
      </w:tc>
      <w:tc>
        <w:tcPr>
          <w:tcW w:w="3936" w:type="dxa"/>
          <w:vMerge/>
          <w:tcBorders>
            <w:left w:val="single" w:sz="12" w:space="0" w:color="000000"/>
          </w:tcBorders>
          <w:shd w:val="clear" w:color="auto" w:fill="auto"/>
          <w:noWrap/>
          <w:vAlign w:val="center"/>
        </w:tcPr>
        <w:p w:rsidR="00442D4C" w:rsidRPr="00B0611C" w:rsidRDefault="00442D4C" w:rsidP="008702F4">
          <w:pPr>
            <w:spacing w:before="100" w:beforeAutospacing="1" w:after="100" w:afterAutospacing="1"/>
            <w:jc w:val="center"/>
            <w:rPr>
              <w:rFonts w:ascii="Arial" w:hAnsi="Arial" w:cs="Arial"/>
            </w:rPr>
          </w:pPr>
        </w:p>
      </w:tc>
      <w:tc>
        <w:tcPr>
          <w:tcW w:w="2794" w:type="dxa"/>
          <w:gridSpan w:val="3"/>
          <w:vMerge w:val="restart"/>
          <w:noWrap/>
          <w:vAlign w:val="center"/>
        </w:tcPr>
        <w:p w:rsidR="00442D4C" w:rsidRPr="00C42486" w:rsidRDefault="00442D4C" w:rsidP="00FE5C34">
          <w:pPr>
            <w:spacing w:before="100" w:beforeAutospacing="1" w:after="100" w:afterAutospacing="1"/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</w:rPr>
            <w:t xml:space="preserve">  ОО</w:t>
          </w:r>
          <w:r w:rsidRPr="00B0611C">
            <w:rPr>
              <w:rFonts w:ascii="Arial" w:hAnsi="Arial" w:cs="Arial"/>
            </w:rPr>
            <w:t>О «</w:t>
          </w:r>
          <w:proofErr w:type="spellStart"/>
          <w:r w:rsidR="00FE5C34">
            <w:rPr>
              <w:rFonts w:ascii="Arial" w:hAnsi="Arial" w:cs="Arial"/>
            </w:rPr>
            <w:t>ГорПроект</w:t>
          </w:r>
          <w:proofErr w:type="spellEnd"/>
          <w:r w:rsidRPr="00B0611C">
            <w:rPr>
              <w:rFonts w:ascii="Arial" w:hAnsi="Arial" w:cs="Arial"/>
              <w:sz w:val="20"/>
            </w:rPr>
            <w:t>»</w:t>
          </w:r>
        </w:p>
      </w:tc>
    </w:tr>
    <w:tr w:rsidR="00442D4C" w:rsidRPr="00B0611C" w:rsidTr="004B259D">
      <w:trPr>
        <w:cantSplit/>
        <w:trHeight w:hRule="exact" w:val="298"/>
      </w:trPr>
      <w:tc>
        <w:tcPr>
          <w:tcW w:w="1104" w:type="dxa"/>
          <w:gridSpan w:val="2"/>
          <w:tcBorders>
            <w:top w:val="single" w:sz="8" w:space="0" w:color="000000"/>
            <w:left w:val="single" w:sz="12" w:space="0" w:color="000000"/>
            <w:bottom w:val="single" w:sz="8" w:space="0" w:color="000000"/>
            <w:right w:val="single" w:sz="12" w:space="0" w:color="000000"/>
          </w:tcBorders>
          <w:noWrap/>
          <w:tcMar>
            <w:left w:w="57" w:type="dxa"/>
          </w:tcMar>
          <w:vAlign w:val="center"/>
        </w:tcPr>
        <w:p w:rsidR="00442D4C" w:rsidRPr="00BD5007" w:rsidRDefault="00442D4C" w:rsidP="000A56F5">
          <w:pPr>
            <w:rPr>
              <w:rFonts w:ascii="Arial Narrow" w:hAnsi="Arial Narrow" w:cs="Arial"/>
              <w:sz w:val="20"/>
              <w:szCs w:val="20"/>
            </w:rPr>
          </w:pPr>
          <w:r w:rsidRPr="00BD5007">
            <w:rPr>
              <w:rFonts w:ascii="Arial Narrow" w:hAnsi="Arial Narrow" w:cs="Arial"/>
              <w:sz w:val="20"/>
              <w:szCs w:val="20"/>
            </w:rPr>
            <w:t>Н.контроль</w:t>
          </w:r>
        </w:p>
      </w:tc>
      <w:tc>
        <w:tcPr>
          <w:tcW w:w="1125" w:type="dxa"/>
          <w:gridSpan w:val="2"/>
          <w:tcBorders>
            <w:top w:val="single" w:sz="8" w:space="0" w:color="000000"/>
            <w:left w:val="single" w:sz="12" w:space="0" w:color="000000"/>
            <w:bottom w:val="single" w:sz="8" w:space="0" w:color="000000"/>
            <w:right w:val="single" w:sz="12" w:space="0" w:color="000000"/>
          </w:tcBorders>
          <w:noWrap/>
          <w:vAlign w:val="center"/>
        </w:tcPr>
        <w:p w:rsidR="00442D4C" w:rsidRPr="00BD5007" w:rsidRDefault="00442D4C" w:rsidP="000A56F5">
          <w:pPr>
            <w:rPr>
              <w:rFonts w:ascii="Arial Narrow" w:hAnsi="Arial Narrow" w:cs="Arial"/>
              <w:sz w:val="20"/>
              <w:szCs w:val="20"/>
            </w:rPr>
          </w:pPr>
        </w:p>
      </w:tc>
      <w:tc>
        <w:tcPr>
          <w:tcW w:w="841" w:type="dxa"/>
          <w:tcBorders>
            <w:top w:val="single" w:sz="8" w:space="0" w:color="000000"/>
            <w:left w:val="single" w:sz="12" w:space="0" w:color="000000"/>
            <w:bottom w:val="single" w:sz="8" w:space="0" w:color="000000"/>
            <w:right w:val="single" w:sz="12" w:space="0" w:color="000000"/>
          </w:tcBorders>
          <w:noWrap/>
          <w:vAlign w:val="center"/>
        </w:tcPr>
        <w:p w:rsidR="00442D4C" w:rsidRPr="00BD5007" w:rsidRDefault="00442D4C" w:rsidP="000A56F5">
          <w:pPr>
            <w:rPr>
              <w:rFonts w:ascii="Arial Narrow" w:hAnsi="Arial Narrow" w:cs="Arial"/>
              <w:sz w:val="20"/>
              <w:szCs w:val="20"/>
            </w:rPr>
          </w:pPr>
        </w:p>
      </w:tc>
      <w:tc>
        <w:tcPr>
          <w:tcW w:w="563" w:type="dxa"/>
          <w:tcBorders>
            <w:top w:val="single" w:sz="8" w:space="0" w:color="000000"/>
            <w:left w:val="single" w:sz="12" w:space="0" w:color="000000"/>
            <w:bottom w:val="single" w:sz="8" w:space="0" w:color="000000"/>
            <w:right w:val="single" w:sz="12" w:space="0" w:color="000000"/>
          </w:tcBorders>
          <w:noWrap/>
          <w:vAlign w:val="center"/>
        </w:tcPr>
        <w:p w:rsidR="00442D4C" w:rsidRPr="00BD5007" w:rsidRDefault="00773A3C" w:rsidP="00C85717">
          <w:pPr>
            <w:rPr>
              <w:rFonts w:ascii="Arial Narrow" w:hAnsi="Arial Narrow" w:cs="Arial"/>
              <w:sz w:val="20"/>
              <w:szCs w:val="20"/>
            </w:rPr>
          </w:pPr>
          <w:r>
            <w:rPr>
              <w:rFonts w:ascii="Arial Narrow" w:hAnsi="Arial Narrow" w:cs="Arial"/>
              <w:sz w:val="20"/>
              <w:szCs w:val="20"/>
            </w:rPr>
            <w:t>05.23</w:t>
          </w:r>
        </w:p>
      </w:tc>
      <w:tc>
        <w:tcPr>
          <w:tcW w:w="3936" w:type="dxa"/>
          <w:vMerge/>
          <w:tcBorders>
            <w:left w:val="single" w:sz="12" w:space="0" w:color="000000"/>
          </w:tcBorders>
          <w:shd w:val="clear" w:color="auto" w:fill="auto"/>
          <w:noWrap/>
          <w:vAlign w:val="center"/>
        </w:tcPr>
        <w:p w:rsidR="00442D4C" w:rsidRPr="00B0611C" w:rsidRDefault="00442D4C" w:rsidP="000A56F5">
          <w:pPr>
            <w:jc w:val="center"/>
            <w:rPr>
              <w:rFonts w:ascii="Arial" w:hAnsi="Arial" w:cs="Arial"/>
            </w:rPr>
          </w:pPr>
        </w:p>
      </w:tc>
      <w:tc>
        <w:tcPr>
          <w:tcW w:w="2794" w:type="dxa"/>
          <w:gridSpan w:val="3"/>
          <w:vMerge/>
          <w:noWrap/>
          <w:vAlign w:val="center"/>
        </w:tcPr>
        <w:p w:rsidR="00442D4C" w:rsidRPr="00B0611C" w:rsidRDefault="00442D4C" w:rsidP="000A56F5">
          <w:pPr>
            <w:jc w:val="center"/>
            <w:rPr>
              <w:rFonts w:ascii="Arial" w:hAnsi="Arial" w:cs="Arial"/>
            </w:rPr>
          </w:pPr>
        </w:p>
      </w:tc>
    </w:tr>
    <w:tr w:rsidR="00442D4C" w:rsidRPr="00B0611C" w:rsidTr="004B259D">
      <w:trPr>
        <w:cantSplit/>
        <w:trHeight w:hRule="exact" w:val="348"/>
      </w:trPr>
      <w:tc>
        <w:tcPr>
          <w:tcW w:w="1104" w:type="dxa"/>
          <w:gridSpan w:val="2"/>
          <w:tcBorders>
            <w:top w:val="single" w:sz="8" w:space="0" w:color="000000"/>
            <w:left w:val="single" w:sz="12" w:space="0" w:color="000000"/>
            <w:bottom w:val="single" w:sz="12" w:space="0" w:color="000000"/>
            <w:right w:val="single" w:sz="12" w:space="0" w:color="000000"/>
          </w:tcBorders>
          <w:noWrap/>
          <w:tcMar>
            <w:left w:w="57" w:type="dxa"/>
          </w:tcMar>
          <w:vAlign w:val="center"/>
        </w:tcPr>
        <w:p w:rsidR="00442D4C" w:rsidRPr="00BD5007" w:rsidRDefault="00442D4C" w:rsidP="008702F4">
          <w:pPr>
            <w:spacing w:before="100" w:beforeAutospacing="1" w:after="100" w:afterAutospacing="1"/>
            <w:rPr>
              <w:rFonts w:ascii="Arial Narrow" w:hAnsi="Arial Narrow" w:cs="Arial"/>
              <w:sz w:val="20"/>
              <w:szCs w:val="20"/>
            </w:rPr>
          </w:pPr>
        </w:p>
      </w:tc>
      <w:tc>
        <w:tcPr>
          <w:tcW w:w="1125" w:type="dxa"/>
          <w:gridSpan w:val="2"/>
          <w:tcBorders>
            <w:top w:val="single" w:sz="8" w:space="0" w:color="000000"/>
            <w:left w:val="single" w:sz="12" w:space="0" w:color="000000"/>
            <w:bottom w:val="single" w:sz="12" w:space="0" w:color="000000"/>
            <w:right w:val="single" w:sz="12" w:space="0" w:color="000000"/>
          </w:tcBorders>
          <w:noWrap/>
          <w:vAlign w:val="center"/>
        </w:tcPr>
        <w:p w:rsidR="00442D4C" w:rsidRPr="00BD5007" w:rsidRDefault="00442D4C" w:rsidP="008702F4">
          <w:pPr>
            <w:spacing w:before="100" w:beforeAutospacing="1" w:after="100" w:afterAutospacing="1"/>
            <w:rPr>
              <w:rFonts w:ascii="Arial Narrow" w:hAnsi="Arial Narrow" w:cs="Arial"/>
              <w:sz w:val="20"/>
              <w:szCs w:val="20"/>
            </w:rPr>
          </w:pPr>
        </w:p>
      </w:tc>
      <w:tc>
        <w:tcPr>
          <w:tcW w:w="841" w:type="dxa"/>
          <w:tcBorders>
            <w:top w:val="single" w:sz="8" w:space="0" w:color="000000"/>
            <w:left w:val="single" w:sz="12" w:space="0" w:color="000000"/>
            <w:bottom w:val="single" w:sz="12" w:space="0" w:color="000000"/>
            <w:right w:val="single" w:sz="12" w:space="0" w:color="000000"/>
          </w:tcBorders>
          <w:noWrap/>
          <w:vAlign w:val="center"/>
        </w:tcPr>
        <w:p w:rsidR="00442D4C" w:rsidRPr="00BD5007" w:rsidRDefault="00442D4C" w:rsidP="008702F4">
          <w:pPr>
            <w:spacing w:before="100" w:beforeAutospacing="1" w:after="100" w:afterAutospacing="1"/>
            <w:rPr>
              <w:rFonts w:ascii="Arial Narrow" w:hAnsi="Arial Narrow" w:cs="Arial"/>
              <w:sz w:val="20"/>
              <w:szCs w:val="20"/>
            </w:rPr>
          </w:pPr>
        </w:p>
      </w:tc>
      <w:tc>
        <w:tcPr>
          <w:tcW w:w="563" w:type="dxa"/>
          <w:tcBorders>
            <w:top w:val="single" w:sz="8" w:space="0" w:color="000000"/>
            <w:left w:val="single" w:sz="12" w:space="0" w:color="000000"/>
            <w:bottom w:val="single" w:sz="12" w:space="0" w:color="000000"/>
            <w:right w:val="single" w:sz="12" w:space="0" w:color="000000"/>
          </w:tcBorders>
          <w:noWrap/>
          <w:vAlign w:val="center"/>
        </w:tcPr>
        <w:p w:rsidR="00442D4C" w:rsidRPr="00BD5007" w:rsidRDefault="00442D4C" w:rsidP="008702F4">
          <w:pPr>
            <w:spacing w:before="100" w:beforeAutospacing="1" w:after="100" w:afterAutospacing="1"/>
            <w:rPr>
              <w:rFonts w:ascii="Arial Narrow" w:hAnsi="Arial Narrow" w:cs="Arial"/>
              <w:sz w:val="20"/>
              <w:szCs w:val="20"/>
            </w:rPr>
          </w:pPr>
        </w:p>
      </w:tc>
      <w:tc>
        <w:tcPr>
          <w:tcW w:w="3936" w:type="dxa"/>
          <w:vMerge/>
          <w:tcBorders>
            <w:left w:val="single" w:sz="12" w:space="0" w:color="000000"/>
          </w:tcBorders>
          <w:shd w:val="clear" w:color="auto" w:fill="auto"/>
          <w:noWrap/>
          <w:vAlign w:val="center"/>
        </w:tcPr>
        <w:p w:rsidR="00442D4C" w:rsidRPr="00B0611C" w:rsidRDefault="00442D4C" w:rsidP="000A56F5">
          <w:pPr>
            <w:jc w:val="center"/>
            <w:rPr>
              <w:rFonts w:ascii="Arial" w:hAnsi="Arial" w:cs="Arial"/>
            </w:rPr>
          </w:pPr>
        </w:p>
      </w:tc>
      <w:tc>
        <w:tcPr>
          <w:tcW w:w="2794" w:type="dxa"/>
          <w:gridSpan w:val="3"/>
          <w:vMerge/>
          <w:noWrap/>
          <w:vAlign w:val="center"/>
        </w:tcPr>
        <w:p w:rsidR="00442D4C" w:rsidRPr="00B0611C" w:rsidRDefault="00442D4C" w:rsidP="000A56F5">
          <w:pPr>
            <w:jc w:val="center"/>
            <w:rPr>
              <w:rFonts w:ascii="Arial" w:hAnsi="Arial" w:cs="Arial"/>
            </w:rPr>
          </w:pPr>
        </w:p>
      </w:tc>
    </w:tr>
  </w:tbl>
  <w:p w:rsidR="00442D4C" w:rsidRPr="00B0611C" w:rsidRDefault="00442D4C" w:rsidP="00487821">
    <w:pPr>
      <w:pStyle w:val="a8"/>
      <w:rPr>
        <w:rFonts w:ascii="Arial" w:hAnsi="Arial" w:cs="Arial"/>
      </w:rPr>
    </w:pPr>
  </w:p>
  <w:p w:rsidR="00442D4C" w:rsidRPr="00B0611C" w:rsidRDefault="00442D4C">
    <w:pPr>
      <w:rPr>
        <w:rFonts w:ascii="Arial" w:hAnsi="Arial" w:cs="Arial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27CB" w:rsidRDefault="00D727CB">
      <w:r>
        <w:separator/>
      </w:r>
    </w:p>
  </w:footnote>
  <w:footnote w:type="continuationSeparator" w:id="1">
    <w:p w:rsidR="00D727CB" w:rsidRDefault="00D727C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page" w:tblpX="10957" w:tblpY="364"/>
      <w:tblW w:w="537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1E0"/>
    </w:tblPr>
    <w:tblGrid>
      <w:gridCol w:w="537"/>
    </w:tblGrid>
    <w:tr w:rsidR="00442D4C" w:rsidTr="005D566D">
      <w:trPr>
        <w:trHeight w:hRule="exact" w:val="284"/>
      </w:trPr>
      <w:tc>
        <w:tcPr>
          <w:tcW w:w="537" w:type="dxa"/>
          <w:noWrap/>
          <w:tcMar>
            <w:left w:w="0" w:type="dxa"/>
            <w:right w:w="0" w:type="dxa"/>
          </w:tcMar>
          <w:vAlign w:val="center"/>
        </w:tcPr>
        <w:p w:rsidR="00442D4C" w:rsidRDefault="005D1FC5" w:rsidP="005D566D">
          <w:pPr>
            <w:pStyle w:val="a6"/>
            <w:jc w:val="center"/>
            <w:rPr>
              <w:rStyle w:val="aa"/>
            </w:rPr>
          </w:pPr>
          <w:r>
            <w:rPr>
              <w:rStyle w:val="aa"/>
            </w:rPr>
            <w:fldChar w:fldCharType="begin"/>
          </w:r>
          <w:r w:rsidR="00442D4C">
            <w:rPr>
              <w:rStyle w:val="aa"/>
            </w:rPr>
            <w:instrText xml:space="preserve"> PAGE </w:instrText>
          </w:r>
          <w:r>
            <w:rPr>
              <w:rStyle w:val="aa"/>
            </w:rPr>
            <w:fldChar w:fldCharType="separate"/>
          </w:r>
          <w:r w:rsidR="001567F0">
            <w:rPr>
              <w:rStyle w:val="aa"/>
              <w:noProof/>
            </w:rPr>
            <w:t>3</w:t>
          </w:r>
          <w:r>
            <w:rPr>
              <w:rStyle w:val="aa"/>
            </w:rPr>
            <w:fldChar w:fldCharType="end"/>
          </w:r>
        </w:p>
        <w:p w:rsidR="00442D4C" w:rsidRPr="00783FB1" w:rsidRDefault="00442D4C" w:rsidP="005D566D">
          <w:pPr>
            <w:pStyle w:val="a6"/>
            <w:jc w:val="center"/>
          </w:pPr>
        </w:p>
      </w:tc>
    </w:tr>
  </w:tbl>
  <w:p w:rsidR="00442D4C" w:rsidRPr="00151C09" w:rsidRDefault="00442D4C" w:rsidP="00151C09">
    <w:pPr>
      <w:rPr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</w:p>
  <w:tbl>
    <w:tblPr>
      <w:tblpPr w:vertAnchor="page" w:horzAnchor="page" w:tblpX="1163" w:tblpY="15423"/>
      <w:tblW w:w="10336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1E0"/>
    </w:tblPr>
    <w:tblGrid>
      <w:gridCol w:w="560"/>
      <w:gridCol w:w="560"/>
      <w:gridCol w:w="559"/>
      <w:gridCol w:w="559"/>
      <w:gridCol w:w="839"/>
      <w:gridCol w:w="526"/>
      <w:gridCol w:w="6051"/>
      <w:gridCol w:w="682"/>
    </w:tblGrid>
    <w:tr w:rsidR="00442D4C" w:rsidRPr="005E0585" w:rsidTr="00667BC0">
      <w:trPr>
        <w:cantSplit/>
        <w:trHeight w:hRule="exact" w:val="284"/>
      </w:trPr>
      <w:tc>
        <w:tcPr>
          <w:tcW w:w="560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noWrap/>
          <w:tcMar>
            <w:left w:w="0" w:type="dxa"/>
            <w:right w:w="0" w:type="dxa"/>
          </w:tcMar>
          <w:vAlign w:val="center"/>
        </w:tcPr>
        <w:p w:rsidR="00442D4C" w:rsidRPr="00545AE8" w:rsidRDefault="00442D4C" w:rsidP="00D118FE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60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42D4C" w:rsidRPr="00545AE8" w:rsidRDefault="00442D4C" w:rsidP="00D118FE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42D4C" w:rsidRPr="00545AE8" w:rsidRDefault="00442D4C" w:rsidP="00D118FE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5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42D4C" w:rsidRPr="00545AE8" w:rsidRDefault="00442D4C" w:rsidP="00D118FE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839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42D4C" w:rsidRPr="00545AE8" w:rsidRDefault="00442D4C" w:rsidP="00D118FE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26" w:type="dxa"/>
          <w:tcBorders>
            <w:top w:val="single" w:sz="12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42D4C" w:rsidRPr="00545AE8" w:rsidRDefault="00442D4C" w:rsidP="00D118FE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6051" w:type="dxa"/>
          <w:vMerge w:val="restart"/>
          <w:tcBorders>
            <w:left w:val="single" w:sz="12" w:space="0" w:color="auto"/>
          </w:tcBorders>
          <w:vAlign w:val="center"/>
        </w:tcPr>
        <w:p w:rsidR="00442D4C" w:rsidRPr="00E7599C" w:rsidRDefault="00442D4C" w:rsidP="00F00598">
          <w:pPr>
            <w:jc w:val="center"/>
            <w:rPr>
              <w:rFonts w:ascii="Arial" w:hAnsi="Arial" w:cs="Arial"/>
              <w:caps/>
            </w:rPr>
          </w:pPr>
          <w:r>
            <w:rPr>
              <w:rFonts w:ascii="Arial" w:hAnsi="Arial"/>
              <w:b/>
              <w:sz w:val="32"/>
              <w:szCs w:val="32"/>
            </w:rPr>
            <w:t>11.07.2016-1-ПОС.С</w:t>
          </w:r>
        </w:p>
      </w:tc>
      <w:tc>
        <w:tcPr>
          <w:tcW w:w="682" w:type="dxa"/>
          <w:vMerge w:val="restart"/>
          <w:vAlign w:val="center"/>
        </w:tcPr>
        <w:p w:rsidR="00442D4C" w:rsidRPr="00C313AF" w:rsidRDefault="00442D4C" w:rsidP="00D118FE">
          <w:pPr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Лист</w:t>
          </w:r>
        </w:p>
      </w:tc>
    </w:tr>
    <w:tr w:rsidR="00442D4C" w:rsidRPr="005E0585" w:rsidTr="00667BC0">
      <w:trPr>
        <w:cantSplit/>
        <w:trHeight w:hRule="exact" w:val="101"/>
      </w:trPr>
      <w:tc>
        <w:tcPr>
          <w:tcW w:w="560" w:type="dxa"/>
          <w:vMerge w:val="restart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42D4C" w:rsidRPr="00545AE8" w:rsidRDefault="00442D4C" w:rsidP="00D118FE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60" w:type="dxa"/>
          <w:vMerge w:val="restart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42D4C" w:rsidRPr="00545AE8" w:rsidRDefault="00442D4C" w:rsidP="00D118FE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59" w:type="dxa"/>
          <w:vMerge w:val="restart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42D4C" w:rsidRPr="00545AE8" w:rsidRDefault="00442D4C" w:rsidP="00D118FE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59" w:type="dxa"/>
          <w:vMerge w:val="restart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42D4C" w:rsidRPr="00545AE8" w:rsidRDefault="00442D4C" w:rsidP="00D118FE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839" w:type="dxa"/>
          <w:vMerge w:val="restart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42D4C" w:rsidRPr="00545AE8" w:rsidRDefault="00442D4C" w:rsidP="00D118FE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26" w:type="dxa"/>
          <w:vMerge w:val="restart"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42D4C" w:rsidRPr="00545AE8" w:rsidRDefault="00442D4C" w:rsidP="00D118FE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6051" w:type="dxa"/>
          <w:vMerge/>
          <w:tcBorders>
            <w:left w:val="single" w:sz="12" w:space="0" w:color="auto"/>
          </w:tcBorders>
        </w:tcPr>
        <w:p w:rsidR="00442D4C" w:rsidRPr="00545AE8" w:rsidRDefault="00442D4C" w:rsidP="00D118FE">
          <w:pPr>
            <w:rPr>
              <w:rFonts w:ascii="GOST type B" w:hAnsi="GOST type B"/>
            </w:rPr>
          </w:pPr>
        </w:p>
      </w:tc>
      <w:tc>
        <w:tcPr>
          <w:tcW w:w="682" w:type="dxa"/>
          <w:vMerge/>
          <w:tcBorders>
            <w:bottom w:val="single" w:sz="12" w:space="0" w:color="auto"/>
          </w:tcBorders>
        </w:tcPr>
        <w:p w:rsidR="00442D4C" w:rsidRPr="004F68A5" w:rsidRDefault="00442D4C" w:rsidP="00D118FE">
          <w:pPr>
            <w:rPr>
              <w:rFonts w:ascii="GOST type B" w:hAnsi="GOST type B"/>
              <w:sz w:val="20"/>
              <w:szCs w:val="20"/>
            </w:rPr>
          </w:pPr>
        </w:p>
      </w:tc>
    </w:tr>
    <w:tr w:rsidR="00442D4C" w:rsidRPr="005E0585" w:rsidTr="00667BC0">
      <w:trPr>
        <w:cantSplit/>
        <w:trHeight w:hRule="exact" w:val="182"/>
      </w:trPr>
      <w:tc>
        <w:tcPr>
          <w:tcW w:w="560" w:type="dxa"/>
          <w:vMerge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42D4C" w:rsidRPr="00545AE8" w:rsidRDefault="00442D4C" w:rsidP="00D118FE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60" w:type="dxa"/>
          <w:vMerge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42D4C" w:rsidRPr="00545AE8" w:rsidRDefault="00442D4C" w:rsidP="00D118FE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59" w:type="dxa"/>
          <w:vMerge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42D4C" w:rsidRPr="00545AE8" w:rsidRDefault="00442D4C" w:rsidP="00D118FE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59" w:type="dxa"/>
          <w:vMerge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42D4C" w:rsidRPr="00545AE8" w:rsidRDefault="00442D4C" w:rsidP="00D118FE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839" w:type="dxa"/>
          <w:vMerge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42D4C" w:rsidRPr="00545AE8" w:rsidRDefault="00442D4C" w:rsidP="00D118FE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526" w:type="dxa"/>
          <w:vMerge/>
          <w:tcBorders>
            <w:top w:val="single" w:sz="6" w:space="0" w:color="auto"/>
            <w:left w:val="single" w:sz="12" w:space="0" w:color="auto"/>
            <w:bottom w:val="single" w:sz="6" w:space="0" w:color="auto"/>
            <w:right w:val="single" w:sz="12" w:space="0" w:color="auto"/>
          </w:tcBorders>
          <w:vAlign w:val="center"/>
        </w:tcPr>
        <w:p w:rsidR="00442D4C" w:rsidRPr="00545AE8" w:rsidRDefault="00442D4C" w:rsidP="00D118FE">
          <w:pPr>
            <w:jc w:val="center"/>
            <w:rPr>
              <w:rFonts w:ascii="GOST type B" w:hAnsi="GOST type B"/>
              <w:sz w:val="18"/>
              <w:szCs w:val="18"/>
            </w:rPr>
          </w:pPr>
        </w:p>
      </w:tc>
      <w:tc>
        <w:tcPr>
          <w:tcW w:w="6051" w:type="dxa"/>
          <w:vMerge/>
          <w:tcBorders>
            <w:left w:val="single" w:sz="12" w:space="0" w:color="auto"/>
            <w:bottom w:val="single" w:sz="12" w:space="0" w:color="auto"/>
          </w:tcBorders>
        </w:tcPr>
        <w:p w:rsidR="00442D4C" w:rsidRPr="00545AE8" w:rsidRDefault="00442D4C" w:rsidP="00D118FE">
          <w:pPr>
            <w:rPr>
              <w:rFonts w:ascii="GOST type B" w:hAnsi="GOST type B"/>
            </w:rPr>
          </w:pPr>
        </w:p>
      </w:tc>
      <w:tc>
        <w:tcPr>
          <w:tcW w:w="682" w:type="dxa"/>
          <w:vMerge w:val="restart"/>
          <w:tcBorders>
            <w:top w:val="single" w:sz="12" w:space="0" w:color="auto"/>
            <w:bottom w:val="single" w:sz="12" w:space="0" w:color="auto"/>
          </w:tcBorders>
          <w:vAlign w:val="center"/>
        </w:tcPr>
        <w:p w:rsidR="00442D4C" w:rsidRPr="00667BC0" w:rsidRDefault="00442D4C" w:rsidP="00667BC0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  <w:sz w:val="20"/>
              <w:szCs w:val="20"/>
            </w:rPr>
            <w:t>2</w:t>
          </w:r>
        </w:p>
      </w:tc>
    </w:tr>
    <w:tr w:rsidR="00442D4C" w:rsidRPr="005E0585" w:rsidTr="00667BC0">
      <w:trPr>
        <w:cantSplit/>
        <w:trHeight w:hRule="exact" w:val="284"/>
      </w:trPr>
      <w:tc>
        <w:tcPr>
          <w:tcW w:w="560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42D4C" w:rsidRPr="004A3A78" w:rsidRDefault="00442D4C" w:rsidP="00D118FE">
          <w:pPr>
            <w:jc w:val="center"/>
            <w:rPr>
              <w:rFonts w:ascii="Arial" w:hAnsi="Arial" w:cs="Arial"/>
              <w:sz w:val="16"/>
              <w:szCs w:val="16"/>
            </w:rPr>
          </w:pPr>
          <w:proofErr w:type="spellStart"/>
          <w:r>
            <w:rPr>
              <w:rFonts w:ascii="Arial" w:hAnsi="Arial" w:cs="Arial"/>
              <w:sz w:val="16"/>
              <w:szCs w:val="16"/>
            </w:rPr>
            <w:t>Изм</w:t>
          </w:r>
          <w:proofErr w:type="spellEnd"/>
          <w:r>
            <w:rPr>
              <w:rFonts w:ascii="Arial" w:hAnsi="Arial" w:cs="Arial"/>
              <w:sz w:val="16"/>
              <w:szCs w:val="16"/>
            </w:rPr>
            <w:t>.</w:t>
          </w:r>
          <w:r w:rsidRPr="004A3A78">
            <w:rPr>
              <w:rFonts w:ascii="Arial" w:hAnsi="Arial" w:cs="Arial"/>
              <w:sz w:val="16"/>
              <w:szCs w:val="16"/>
            </w:rPr>
            <w:t></w:t>
          </w:r>
        </w:p>
      </w:tc>
      <w:tc>
        <w:tcPr>
          <w:tcW w:w="560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42D4C" w:rsidRPr="004A3A78" w:rsidRDefault="00442D4C" w:rsidP="00D118FE">
          <w:pPr>
            <w:jc w:val="center"/>
            <w:rPr>
              <w:rFonts w:ascii="Arial" w:hAnsi="Arial" w:cs="Arial"/>
              <w:sz w:val="16"/>
              <w:szCs w:val="16"/>
            </w:rPr>
          </w:pPr>
          <w:proofErr w:type="spellStart"/>
          <w:r>
            <w:rPr>
              <w:rFonts w:ascii="Arial" w:hAnsi="Arial" w:cs="Arial"/>
              <w:sz w:val="16"/>
              <w:szCs w:val="16"/>
            </w:rPr>
            <w:t>Кол.уч</w:t>
          </w:r>
          <w:proofErr w:type="spellEnd"/>
          <w:r>
            <w:rPr>
              <w:rFonts w:ascii="Arial" w:hAnsi="Arial" w:cs="Arial"/>
              <w:sz w:val="16"/>
              <w:szCs w:val="16"/>
            </w:rPr>
            <w:t>.</w:t>
          </w:r>
        </w:p>
      </w:tc>
      <w:tc>
        <w:tcPr>
          <w:tcW w:w="559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42D4C" w:rsidRPr="004A3A78" w:rsidRDefault="00442D4C" w:rsidP="00D118FE">
          <w:pPr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Лист</w:t>
          </w:r>
        </w:p>
      </w:tc>
      <w:tc>
        <w:tcPr>
          <w:tcW w:w="559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42D4C" w:rsidRPr="004A3A78" w:rsidRDefault="00442D4C" w:rsidP="00D118FE">
          <w:pPr>
            <w:jc w:val="center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№ док</w:t>
          </w:r>
        </w:p>
      </w:tc>
      <w:tc>
        <w:tcPr>
          <w:tcW w:w="839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42D4C" w:rsidRPr="004A3A78" w:rsidRDefault="00442D4C" w:rsidP="00D118FE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4A3A78">
            <w:rPr>
              <w:rFonts w:ascii="Arial" w:hAnsi="Arial" w:cs="Arial"/>
              <w:sz w:val="16"/>
              <w:szCs w:val="16"/>
            </w:rPr>
            <w:t>Подпись</w:t>
          </w:r>
        </w:p>
      </w:tc>
      <w:tc>
        <w:tcPr>
          <w:tcW w:w="526" w:type="dxa"/>
          <w:tcBorders>
            <w:top w:val="single" w:sz="6" w:space="0" w:color="auto"/>
            <w:left w:val="single" w:sz="12" w:space="0" w:color="auto"/>
            <w:bottom w:val="single" w:sz="12" w:space="0" w:color="auto"/>
            <w:right w:val="single" w:sz="12" w:space="0" w:color="auto"/>
          </w:tcBorders>
          <w:vAlign w:val="center"/>
        </w:tcPr>
        <w:p w:rsidR="00442D4C" w:rsidRPr="004A3A78" w:rsidRDefault="00442D4C" w:rsidP="00D118FE">
          <w:pPr>
            <w:jc w:val="center"/>
            <w:rPr>
              <w:rFonts w:ascii="Arial" w:hAnsi="Arial" w:cs="Arial"/>
              <w:sz w:val="16"/>
              <w:szCs w:val="16"/>
            </w:rPr>
          </w:pPr>
          <w:r w:rsidRPr="004A3A78">
            <w:rPr>
              <w:rFonts w:ascii="Arial" w:hAnsi="Arial" w:cs="Arial"/>
              <w:sz w:val="16"/>
              <w:szCs w:val="16"/>
            </w:rPr>
            <w:t>Да</w:t>
          </w:r>
          <w:r>
            <w:rPr>
              <w:rFonts w:ascii="Arial" w:hAnsi="Arial" w:cs="Arial"/>
              <w:sz w:val="16"/>
              <w:szCs w:val="16"/>
            </w:rPr>
            <w:t>та</w:t>
          </w:r>
        </w:p>
      </w:tc>
      <w:tc>
        <w:tcPr>
          <w:tcW w:w="6051" w:type="dxa"/>
          <w:vMerge/>
          <w:tcBorders>
            <w:left w:val="single" w:sz="12" w:space="0" w:color="auto"/>
          </w:tcBorders>
        </w:tcPr>
        <w:p w:rsidR="00442D4C" w:rsidRDefault="00442D4C" w:rsidP="00D118FE"/>
      </w:tc>
      <w:tc>
        <w:tcPr>
          <w:tcW w:w="682" w:type="dxa"/>
          <w:vMerge/>
        </w:tcPr>
        <w:p w:rsidR="00442D4C" w:rsidRPr="005E0585" w:rsidRDefault="00442D4C" w:rsidP="00D118FE">
          <w:pPr>
            <w:rPr>
              <w:sz w:val="18"/>
              <w:szCs w:val="18"/>
            </w:rPr>
          </w:pPr>
        </w:p>
      </w:tc>
    </w:tr>
  </w:tbl>
  <w:p w:rsidR="00442D4C" w:rsidRPr="00151C09" w:rsidRDefault="00442D4C" w:rsidP="00151C09">
    <w:pPr>
      <w:rPr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</w:p>
  <w:tbl>
    <w:tblPr>
      <w:tblpPr w:vertAnchor="page" w:horzAnchor="page" w:tblpX="370" w:tblpY="11454"/>
      <w:tblW w:w="79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CellMar>
        <w:left w:w="0" w:type="dxa"/>
        <w:right w:w="0" w:type="dxa"/>
      </w:tblCellMar>
      <w:tblLook w:val="01E0"/>
    </w:tblPr>
    <w:tblGrid>
      <w:gridCol w:w="340"/>
      <w:gridCol w:w="454"/>
    </w:tblGrid>
    <w:tr w:rsidR="00442D4C" w:rsidTr="00D118FE">
      <w:trPr>
        <w:cantSplit/>
        <w:trHeight w:hRule="exact" w:val="1418"/>
      </w:trPr>
      <w:tc>
        <w:tcPr>
          <w:tcW w:w="340" w:type="dxa"/>
          <w:textDirection w:val="btLr"/>
          <w:vAlign w:val="center"/>
        </w:tcPr>
        <w:p w:rsidR="00442D4C" w:rsidRPr="00C313AF" w:rsidRDefault="00442D4C" w:rsidP="00D118FE">
          <w:pPr>
            <w:jc w:val="center"/>
            <w:rPr>
              <w:rFonts w:ascii="Arial" w:hAnsi="Arial" w:cs="Arial"/>
              <w:sz w:val="18"/>
              <w:szCs w:val="18"/>
            </w:rPr>
          </w:pPr>
          <w:proofErr w:type="spellStart"/>
          <w:r w:rsidRPr="00C313AF">
            <w:rPr>
              <w:rFonts w:ascii="Arial" w:hAnsi="Arial" w:cs="Arial"/>
              <w:sz w:val="18"/>
              <w:szCs w:val="18"/>
            </w:rPr>
            <w:t>Взам</w:t>
          </w:r>
          <w:proofErr w:type="spellEnd"/>
          <w:r w:rsidRPr="00C313AF">
            <w:rPr>
              <w:rFonts w:ascii="Arial" w:hAnsi="Arial" w:cs="Arial"/>
              <w:sz w:val="18"/>
              <w:szCs w:val="18"/>
            </w:rPr>
            <w:t>. инв. №</w:t>
          </w:r>
        </w:p>
      </w:tc>
      <w:tc>
        <w:tcPr>
          <w:tcW w:w="454" w:type="dxa"/>
          <w:noWrap/>
          <w:tcMar>
            <w:left w:w="0" w:type="dxa"/>
            <w:right w:w="0" w:type="dxa"/>
          </w:tcMar>
          <w:textDirection w:val="btLr"/>
          <w:vAlign w:val="center"/>
        </w:tcPr>
        <w:p w:rsidR="00442D4C" w:rsidRPr="00545AE8" w:rsidRDefault="00442D4C" w:rsidP="00D118FE">
          <w:pPr>
            <w:ind w:left="113" w:right="113"/>
            <w:jc w:val="center"/>
            <w:rPr>
              <w:rFonts w:ascii="GOST type B" w:hAnsi="GOST type B"/>
              <w:sz w:val="18"/>
              <w:szCs w:val="18"/>
            </w:rPr>
          </w:pPr>
        </w:p>
      </w:tc>
    </w:tr>
    <w:tr w:rsidR="00442D4C" w:rsidTr="00D118FE">
      <w:trPr>
        <w:cantSplit/>
        <w:trHeight w:hRule="exact" w:val="1985"/>
      </w:trPr>
      <w:tc>
        <w:tcPr>
          <w:tcW w:w="340" w:type="dxa"/>
          <w:textDirection w:val="btLr"/>
          <w:vAlign w:val="center"/>
        </w:tcPr>
        <w:p w:rsidR="00442D4C" w:rsidRPr="00C313AF" w:rsidRDefault="00442D4C" w:rsidP="00D118FE">
          <w:pPr>
            <w:jc w:val="center"/>
            <w:rPr>
              <w:rFonts w:ascii="Arial" w:hAnsi="Arial" w:cs="Arial"/>
              <w:sz w:val="18"/>
              <w:szCs w:val="18"/>
            </w:rPr>
          </w:pPr>
          <w:proofErr w:type="spellStart"/>
          <w:r w:rsidRPr="00C313AF">
            <w:rPr>
              <w:rFonts w:ascii="Arial" w:hAnsi="Arial" w:cs="Arial"/>
              <w:sz w:val="18"/>
              <w:szCs w:val="18"/>
            </w:rPr>
            <w:t>Подп</w:t>
          </w:r>
          <w:proofErr w:type="spellEnd"/>
          <w:r w:rsidRPr="00C313AF">
            <w:rPr>
              <w:rFonts w:ascii="Arial" w:hAnsi="Arial" w:cs="Arial"/>
              <w:sz w:val="18"/>
              <w:szCs w:val="18"/>
            </w:rPr>
            <w:t>.  и дата</w:t>
          </w:r>
        </w:p>
      </w:tc>
      <w:tc>
        <w:tcPr>
          <w:tcW w:w="454" w:type="dxa"/>
          <w:noWrap/>
          <w:tcMar>
            <w:left w:w="0" w:type="dxa"/>
            <w:right w:w="0" w:type="dxa"/>
          </w:tcMar>
          <w:textDirection w:val="btLr"/>
          <w:vAlign w:val="center"/>
        </w:tcPr>
        <w:p w:rsidR="00442D4C" w:rsidRPr="00545AE8" w:rsidRDefault="00442D4C" w:rsidP="00D118FE">
          <w:pPr>
            <w:ind w:left="113" w:right="113"/>
            <w:jc w:val="center"/>
            <w:rPr>
              <w:rFonts w:ascii="GOST type B" w:hAnsi="GOST type B"/>
              <w:sz w:val="18"/>
              <w:szCs w:val="18"/>
            </w:rPr>
          </w:pPr>
        </w:p>
      </w:tc>
    </w:tr>
    <w:tr w:rsidR="00442D4C" w:rsidTr="00D118FE">
      <w:trPr>
        <w:cantSplit/>
        <w:trHeight w:hRule="exact" w:val="1418"/>
      </w:trPr>
      <w:tc>
        <w:tcPr>
          <w:tcW w:w="340" w:type="dxa"/>
          <w:textDirection w:val="btLr"/>
          <w:vAlign w:val="center"/>
        </w:tcPr>
        <w:p w:rsidR="00442D4C" w:rsidRPr="00C313AF" w:rsidRDefault="00442D4C" w:rsidP="00D118FE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C313AF">
            <w:rPr>
              <w:rFonts w:ascii="Arial" w:hAnsi="Arial" w:cs="Arial"/>
              <w:sz w:val="18"/>
              <w:szCs w:val="18"/>
            </w:rPr>
            <w:t>Инв. № подл.</w:t>
          </w:r>
        </w:p>
      </w:tc>
      <w:tc>
        <w:tcPr>
          <w:tcW w:w="454" w:type="dxa"/>
          <w:noWrap/>
          <w:tcMar>
            <w:left w:w="0" w:type="dxa"/>
            <w:right w:w="0" w:type="dxa"/>
          </w:tcMar>
          <w:textDirection w:val="btLr"/>
          <w:vAlign w:val="center"/>
        </w:tcPr>
        <w:p w:rsidR="00442D4C" w:rsidRPr="00545AE8" w:rsidRDefault="00442D4C" w:rsidP="00D118FE">
          <w:pPr>
            <w:ind w:left="113" w:right="113"/>
            <w:jc w:val="center"/>
            <w:rPr>
              <w:rFonts w:ascii="GOST type B" w:hAnsi="GOST type B"/>
              <w:sz w:val="18"/>
              <w:szCs w:val="18"/>
            </w:rPr>
          </w:pPr>
        </w:p>
      </w:tc>
    </w:tr>
  </w:tbl>
  <w:p w:rsidR="00442D4C" w:rsidRDefault="005D1FC5" w:rsidP="00A26827">
    <w:pPr>
      <w:pStyle w:val="a6"/>
      <w:tabs>
        <w:tab w:val="clear" w:pos="4677"/>
        <w:tab w:val="clear" w:pos="9355"/>
        <w:tab w:val="left" w:pos="5858"/>
      </w:tabs>
      <w:ind w:right="360"/>
    </w:pPr>
    <w:r>
      <w:rPr>
        <w:noProof/>
      </w:rPr>
      <w:pict>
        <v:group id="_x0000_s2084" style="position:absolute;margin-left:-8.55pt;margin-top:-6.7pt;width:517.7pt;height:794.85pt;z-index:251664384;mso-position-horizontal-relative:text;mso-position-vertical-relative:text" coordorigin="1134,374" coordsize="10354,16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">
          <v:line id="Line 28" o:spid="_x0000_s2085" style="position:absolute;flip:y;visibility:visible" from="1151,374" to="1151,16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K97MAAAADbAAAADwAAAGRycy9kb3ducmV2LnhtbERPS4vCMBC+C/sfwizsTdMVFKlGEUFQ&#10;9OALvA7NtCk2k5JkbfffG2Fhb/PxPWex6m0jnuRD7VjB9ygDQVw4XXOl4HbdDmcgQkTW2DgmBb8U&#10;YLX8GCww167jMz0vsRIphEOOCkyMbS5lKAxZDCPXEieudN5iTNBXUnvsUrht5DjLptJizanBYEsb&#10;Q8Xj8mMVyP2hO/nt+FZW5a519705Trteqa/Pfj0HEamP/+I/906n+RN4/5IOkMs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JSvezAAAAA2wAAAA8AAAAAAAAAAAAAAAAA&#10;oQIAAGRycy9kb3ducmV2LnhtbFBLBQYAAAAABAAEAPkAAACOAwAAAAA=&#10;" strokeweight="1.5pt"/>
          <v:line id="Line 29" o:spid="_x0000_s2086" style="position:absolute;flip:y;visibility:visible" from="11488,374" to="11488,16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Ajm78AAADbAAAADwAAAGRycy9kb3ducmV2LnhtbERPS4vCMBC+C/sfwizsTdP1UKRrFBEE&#10;xT34Aq9DM23KNpOSZG3990YQvM3H95z5crCtuJEPjWMF35MMBHHpdMO1gst5M56BCBFZY+uYFNwp&#10;wHLxMZpjoV3PR7qdYi1SCIcCFZgYu0LKUBqyGCauI05c5bzFmKCvpfbYp3DbymmW5dJiw6nBYEdr&#10;Q+Xf6d8qkLt9f/Cb6aWqq23nrjvzm/eDUl+fw+oHRKQhvsUv91an+Tk8f0kHyMU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oAjm78AAADbAAAADwAAAAAAAAAAAAAAAACh&#10;AgAAZHJzL2Rvd25yZXYueG1sUEsFBgAAAAAEAAQA+QAAAI0DAAAAAA==&#10;" strokeweight="1.5pt"/>
          <v:line id="Line 30" o:spid="_x0000_s2087" style="position:absolute;visibility:visible" from="1134,386" to="11480,3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yMGsIAAADbAAAADwAAAGRycy9kb3ducmV2LnhtbERPS2vCQBC+F/oflin0VjdasCW6CVLw&#10;gTfTIvQ2ZMckJjub7m40/nu3UOhtPr7nLPPRdOJCzjeWFUwnCQji0uqGKwVfn+uXdxA+IGvsLJOC&#10;G3nIs8eHJabaXvlAlyJUIoawT1FBHUKfSunLmgz6ie2JI3eyzmCI0FVSO7zGcNPJWZLMpcGGY0ON&#10;PX3UVLbFYBQch4K/z+3adThsttvT8af1r3ulnp/G1QJEoDH8i//cOx3nv8HvL/EAmd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cyMGsIAAADbAAAADwAAAAAAAAAAAAAA&#10;AAChAgAAZHJzL2Rvd25yZXYueG1sUEsFBgAAAAAEAAQA+QAAAJADAAAAAA==&#10;" strokeweight="1.5pt"/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page" w:tblpX="10927" w:tblpY="364"/>
      <w:tblW w:w="567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1E0"/>
    </w:tblPr>
    <w:tblGrid>
      <w:gridCol w:w="567"/>
    </w:tblGrid>
    <w:tr w:rsidR="00442D4C">
      <w:trPr>
        <w:trHeight w:hRule="exact" w:val="284"/>
      </w:trPr>
      <w:tc>
        <w:tcPr>
          <w:tcW w:w="567" w:type="dxa"/>
          <w:noWrap/>
          <w:tcMar>
            <w:left w:w="0" w:type="dxa"/>
            <w:right w:w="0" w:type="dxa"/>
          </w:tcMar>
          <w:vAlign w:val="center"/>
        </w:tcPr>
        <w:p w:rsidR="00442D4C" w:rsidRDefault="00442D4C" w:rsidP="00785245">
          <w:pPr>
            <w:pStyle w:val="a6"/>
            <w:jc w:val="center"/>
          </w:pPr>
          <w:r>
            <w:rPr>
              <w:rStyle w:val="aa"/>
            </w:rPr>
            <w:t>2</w:t>
          </w:r>
        </w:p>
      </w:tc>
    </w:tr>
  </w:tbl>
  <w:p w:rsidR="00442D4C" w:rsidRPr="00151C09" w:rsidRDefault="00442D4C" w:rsidP="00151C09">
    <w:pPr>
      <w:rPr>
        <w:snapToGrid w:val="0"/>
        <w:vanish/>
        <w:color w:val="000000"/>
        <w:w w:val="0"/>
        <w:sz w:val="0"/>
        <w:szCs w:val="0"/>
        <w:u w:color="000000"/>
        <w:bdr w:val="none" w:sz="0" w:space="0" w:color="000000"/>
        <w:shd w:val="clear" w:color="000000" w:fill="000000"/>
      </w:rPr>
    </w:pPr>
  </w:p>
  <w:tbl>
    <w:tblPr>
      <w:tblpPr w:vertAnchor="page" w:horzAnchor="page" w:tblpX="375" w:tblpY="11727"/>
      <w:tblW w:w="794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6" w:space="0" w:color="auto"/>
      </w:tblBorders>
      <w:tblLayout w:type="fixed"/>
      <w:tblCellMar>
        <w:left w:w="0" w:type="dxa"/>
        <w:right w:w="0" w:type="dxa"/>
      </w:tblCellMar>
      <w:tblLook w:val="01E0"/>
    </w:tblPr>
    <w:tblGrid>
      <w:gridCol w:w="454"/>
      <w:gridCol w:w="340"/>
    </w:tblGrid>
    <w:tr w:rsidR="00442D4C" w:rsidTr="0036430E">
      <w:trPr>
        <w:cantSplit/>
        <w:trHeight w:hRule="exact" w:val="1457"/>
      </w:trPr>
      <w:tc>
        <w:tcPr>
          <w:tcW w:w="454" w:type="dxa"/>
          <w:noWrap/>
          <w:tcMar>
            <w:left w:w="0" w:type="dxa"/>
            <w:right w:w="0" w:type="dxa"/>
          </w:tcMar>
          <w:textDirection w:val="btLr"/>
          <w:vAlign w:val="center"/>
        </w:tcPr>
        <w:p w:rsidR="00442D4C" w:rsidRPr="00C313AF" w:rsidRDefault="00442D4C" w:rsidP="00D118FE">
          <w:pPr>
            <w:jc w:val="center"/>
            <w:rPr>
              <w:rFonts w:ascii="Arial" w:hAnsi="Arial" w:cs="Arial"/>
              <w:sz w:val="18"/>
              <w:szCs w:val="18"/>
            </w:rPr>
          </w:pPr>
          <w:proofErr w:type="spellStart"/>
          <w:r w:rsidRPr="00C313AF">
            <w:rPr>
              <w:rFonts w:ascii="Arial" w:hAnsi="Arial" w:cs="Arial"/>
              <w:sz w:val="18"/>
              <w:szCs w:val="18"/>
            </w:rPr>
            <w:t>Взам</w:t>
          </w:r>
          <w:proofErr w:type="spellEnd"/>
          <w:r w:rsidRPr="00C313AF">
            <w:rPr>
              <w:rFonts w:ascii="Arial" w:hAnsi="Arial" w:cs="Arial"/>
              <w:sz w:val="18"/>
              <w:szCs w:val="18"/>
            </w:rPr>
            <w:t>. инв. №</w:t>
          </w:r>
        </w:p>
      </w:tc>
      <w:tc>
        <w:tcPr>
          <w:tcW w:w="340" w:type="dxa"/>
          <w:noWrap/>
          <w:tcMar>
            <w:left w:w="0" w:type="dxa"/>
            <w:right w:w="0" w:type="dxa"/>
          </w:tcMar>
          <w:textDirection w:val="btLr"/>
          <w:vAlign w:val="center"/>
        </w:tcPr>
        <w:p w:rsidR="00442D4C" w:rsidRPr="00545AE8" w:rsidRDefault="00442D4C" w:rsidP="00D118FE">
          <w:pPr>
            <w:ind w:left="113" w:right="113"/>
            <w:jc w:val="center"/>
            <w:rPr>
              <w:rFonts w:ascii="GOST type B" w:hAnsi="GOST type B"/>
              <w:sz w:val="18"/>
              <w:szCs w:val="18"/>
            </w:rPr>
          </w:pPr>
        </w:p>
      </w:tc>
    </w:tr>
    <w:tr w:rsidR="00442D4C" w:rsidTr="0036430E">
      <w:trPr>
        <w:cantSplit/>
        <w:trHeight w:hRule="exact" w:val="1748"/>
      </w:trPr>
      <w:tc>
        <w:tcPr>
          <w:tcW w:w="454" w:type="dxa"/>
          <w:noWrap/>
          <w:tcMar>
            <w:left w:w="0" w:type="dxa"/>
            <w:right w:w="0" w:type="dxa"/>
          </w:tcMar>
          <w:textDirection w:val="btLr"/>
          <w:vAlign w:val="center"/>
        </w:tcPr>
        <w:p w:rsidR="00442D4C" w:rsidRPr="00C313AF" w:rsidRDefault="00442D4C" w:rsidP="00D118FE">
          <w:pPr>
            <w:jc w:val="center"/>
            <w:rPr>
              <w:rFonts w:ascii="Arial" w:hAnsi="Arial" w:cs="Arial"/>
              <w:sz w:val="18"/>
              <w:szCs w:val="18"/>
            </w:rPr>
          </w:pPr>
          <w:proofErr w:type="spellStart"/>
          <w:r w:rsidRPr="00C313AF">
            <w:rPr>
              <w:rFonts w:ascii="Arial" w:hAnsi="Arial" w:cs="Arial"/>
              <w:sz w:val="18"/>
              <w:szCs w:val="18"/>
            </w:rPr>
            <w:t>Подп</w:t>
          </w:r>
          <w:proofErr w:type="spellEnd"/>
          <w:r w:rsidRPr="00C313AF">
            <w:rPr>
              <w:rFonts w:ascii="Arial" w:hAnsi="Arial" w:cs="Arial"/>
              <w:sz w:val="18"/>
              <w:szCs w:val="18"/>
            </w:rPr>
            <w:t>.  и дата</w:t>
          </w:r>
        </w:p>
      </w:tc>
      <w:tc>
        <w:tcPr>
          <w:tcW w:w="340" w:type="dxa"/>
          <w:noWrap/>
          <w:tcMar>
            <w:left w:w="0" w:type="dxa"/>
            <w:right w:w="0" w:type="dxa"/>
          </w:tcMar>
          <w:textDirection w:val="btLr"/>
          <w:vAlign w:val="center"/>
        </w:tcPr>
        <w:p w:rsidR="00442D4C" w:rsidRPr="00545AE8" w:rsidRDefault="00442D4C" w:rsidP="00D118FE">
          <w:pPr>
            <w:ind w:left="113" w:right="113"/>
            <w:jc w:val="center"/>
            <w:rPr>
              <w:rFonts w:ascii="GOST type B" w:hAnsi="GOST type B"/>
              <w:sz w:val="18"/>
              <w:szCs w:val="18"/>
            </w:rPr>
          </w:pPr>
        </w:p>
      </w:tc>
    </w:tr>
    <w:tr w:rsidR="00442D4C" w:rsidTr="0036430E">
      <w:trPr>
        <w:cantSplit/>
        <w:trHeight w:hRule="exact" w:val="1457"/>
      </w:trPr>
      <w:tc>
        <w:tcPr>
          <w:tcW w:w="454" w:type="dxa"/>
          <w:noWrap/>
          <w:tcMar>
            <w:left w:w="0" w:type="dxa"/>
            <w:right w:w="0" w:type="dxa"/>
          </w:tcMar>
          <w:textDirection w:val="btLr"/>
          <w:vAlign w:val="center"/>
        </w:tcPr>
        <w:p w:rsidR="00442D4C" w:rsidRPr="00C313AF" w:rsidRDefault="00442D4C" w:rsidP="00D118FE">
          <w:pPr>
            <w:jc w:val="center"/>
            <w:rPr>
              <w:rFonts w:ascii="Arial" w:hAnsi="Arial" w:cs="Arial"/>
              <w:sz w:val="18"/>
              <w:szCs w:val="18"/>
            </w:rPr>
          </w:pPr>
          <w:r w:rsidRPr="00C313AF">
            <w:rPr>
              <w:rFonts w:ascii="Arial" w:hAnsi="Arial" w:cs="Arial"/>
              <w:sz w:val="18"/>
              <w:szCs w:val="18"/>
            </w:rPr>
            <w:t>Инв. № подл.</w:t>
          </w:r>
        </w:p>
      </w:tc>
      <w:tc>
        <w:tcPr>
          <w:tcW w:w="340" w:type="dxa"/>
          <w:noWrap/>
          <w:tcMar>
            <w:left w:w="0" w:type="dxa"/>
            <w:right w:w="0" w:type="dxa"/>
          </w:tcMar>
          <w:textDirection w:val="btLr"/>
          <w:vAlign w:val="center"/>
        </w:tcPr>
        <w:p w:rsidR="00442D4C" w:rsidRPr="00545AE8" w:rsidRDefault="00442D4C" w:rsidP="00D118FE">
          <w:pPr>
            <w:ind w:left="113" w:right="113"/>
            <w:jc w:val="center"/>
            <w:rPr>
              <w:rFonts w:ascii="GOST type B" w:hAnsi="GOST type B"/>
              <w:sz w:val="18"/>
              <w:szCs w:val="18"/>
            </w:rPr>
          </w:pPr>
        </w:p>
      </w:tc>
    </w:tr>
  </w:tbl>
  <w:p w:rsidR="00442D4C" w:rsidRDefault="005D1FC5">
    <w:pPr>
      <w:pStyle w:val="a6"/>
    </w:pPr>
    <w:r>
      <w:rPr>
        <w:noProof/>
      </w:rPr>
      <w:pict>
        <v:line id="Line 60" o:spid="_x0000_s2063" style="position:absolute;flip:y;z-index:251662336;visibility:visible;mso-position-horizontal-relative:page;mso-position-vertical-relative:page" from="574.55pt,18.7pt" to="574.55pt,8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" strokeweight="1.5pt">
          <w10:wrap anchorx="page" anchory="page"/>
        </v:line>
      </w:pict>
    </w:r>
    <w:r>
      <w:rPr>
        <w:noProof/>
      </w:rPr>
      <w:pict>
        <v:line id="Line 61" o:spid="_x0000_s2064" style="position:absolute;z-index:251663360;visibility:visible;mso-position-horizontal-relative:page;mso-position-vertical-relative:page" from="57.25pt,18.7pt" to="574.55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" strokeweight="1.5pt">
          <w10:wrap anchorx="page" anchory="page"/>
        </v:line>
      </w:pict>
    </w:r>
    <w:r>
      <w:rPr>
        <w:noProof/>
      </w:rPr>
      <w:pict>
        <v:line id="Line 59" o:spid="_x0000_s2062" style="position:absolute;flip:y;z-index:251661312;visibility:visible;mso-position-horizontal-relative:page;mso-position-vertical-relative:page" from="57.55pt,6.2pt" to="57.55pt,801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" strokeweight="1.5pt">
          <w10:wrap anchorx="page" anchory="page"/>
          <w10:anchorlock/>
        </v:lin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page" w:tblpX="10927" w:tblpY="364"/>
      <w:tblW w:w="567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ayout w:type="fixed"/>
      <w:tblLook w:val="01E0"/>
    </w:tblPr>
    <w:tblGrid>
      <w:gridCol w:w="567"/>
    </w:tblGrid>
    <w:tr w:rsidR="00442D4C" w:rsidTr="00191594">
      <w:trPr>
        <w:trHeight w:hRule="exact" w:val="284"/>
      </w:trPr>
      <w:tc>
        <w:tcPr>
          <w:tcW w:w="567" w:type="dxa"/>
          <w:noWrap/>
          <w:tcMar>
            <w:left w:w="0" w:type="dxa"/>
            <w:right w:w="0" w:type="dxa"/>
          </w:tcMar>
          <w:vAlign w:val="center"/>
        </w:tcPr>
        <w:p w:rsidR="00442D4C" w:rsidRPr="00191594" w:rsidRDefault="005D1FC5" w:rsidP="00191594">
          <w:pPr>
            <w:pStyle w:val="a6"/>
            <w:jc w:val="center"/>
            <w:rPr>
              <w:lang w:val="en-US"/>
            </w:rPr>
          </w:pPr>
          <w:r>
            <w:rPr>
              <w:rStyle w:val="aa"/>
            </w:rPr>
            <w:fldChar w:fldCharType="begin"/>
          </w:r>
          <w:r w:rsidR="00442D4C">
            <w:rPr>
              <w:rStyle w:val="aa"/>
            </w:rPr>
            <w:instrText xml:space="preserve"> PAGE </w:instrText>
          </w:r>
          <w:r>
            <w:rPr>
              <w:rStyle w:val="aa"/>
            </w:rPr>
            <w:fldChar w:fldCharType="separate"/>
          </w:r>
          <w:r w:rsidR="00442D4C">
            <w:rPr>
              <w:rStyle w:val="aa"/>
              <w:noProof/>
            </w:rPr>
            <w:t>5</w:t>
          </w:r>
          <w:r>
            <w:rPr>
              <w:rStyle w:val="aa"/>
            </w:rPr>
            <w:fldChar w:fldCharType="end"/>
          </w:r>
        </w:p>
      </w:tc>
    </w:tr>
  </w:tbl>
  <w:p w:rsidR="00442D4C" w:rsidRDefault="005D1FC5" w:rsidP="00A26827">
    <w:pPr>
      <w:pStyle w:val="a6"/>
      <w:tabs>
        <w:tab w:val="clear" w:pos="4677"/>
        <w:tab w:val="clear" w:pos="9355"/>
        <w:tab w:val="left" w:pos="5858"/>
      </w:tabs>
      <w:ind w:right="360"/>
    </w:pPr>
    <w:r>
      <w:rPr>
        <w:noProof/>
      </w:rPr>
      <w:pict>
        <v:group id="Group 58" o:spid="_x0000_s2058" style="position:absolute;margin-left:-8.5pt;margin-top:-4pt;width:517.7pt;height:794.85pt;z-index:251654144;mso-position-horizontal-relative:text;mso-position-vertical-relative:text" coordorigin="1134,374" coordsize="10354,161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">
          <v:line id="Line 28" o:spid="_x0000_s2061" style="position:absolute;flip:y;visibility:visible" from="1151,374" to="1151,1647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K97MAAAADbAAAADwAAAGRycy9kb3ducmV2LnhtbERPS4vCMBC+C/sfwizsTdMVFKlGEUFQ&#10;9OALvA7NtCk2k5JkbfffG2Fhb/PxPWex6m0jnuRD7VjB9ygDQVw4XXOl4HbdDmcgQkTW2DgmBb8U&#10;YLX8GCww167jMz0vsRIphEOOCkyMbS5lKAxZDCPXEieudN5iTNBXUnvsUrht5DjLptJizanBYEsb&#10;Q8Xj8mMVyP2hO/nt+FZW5a519705Trteqa/Pfj0HEamP/+I/906n+RN4/5IOkMsX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JSvezAAAAA2wAAAA8AAAAAAAAAAAAAAAAA&#10;oQIAAGRycy9kb3ducmV2LnhtbFBLBQYAAAAABAAEAPkAAACOAwAAAAA=&#10;" strokeweight="1.5pt"/>
          <v:line id="Line 29" o:spid="_x0000_s2060" style="position:absolute;flip:y;visibility:visible" from="11488,374" to="11488,164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Ajm78AAADbAAAADwAAAGRycy9kb3ducmV2LnhtbERPS4vCMBC+C/sfwizsTdP1UKRrFBEE&#10;xT34Aq9DM23KNpOSZG3990YQvM3H95z5crCtuJEPjWMF35MMBHHpdMO1gst5M56BCBFZY+uYFNwp&#10;wHLxMZpjoV3PR7qdYi1SCIcCFZgYu0LKUBqyGCauI05c5bzFmKCvpfbYp3DbymmW5dJiw6nBYEdr&#10;Q+Xf6d8qkLt9f/Cb6aWqq23nrjvzm/eDUl+fw+oHRKQhvsUv91an+Tk8f0kHyMUD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woAjm78AAADbAAAADwAAAAAAAAAAAAAAAACh&#10;AgAAZHJzL2Rvd25yZXYueG1sUEsFBgAAAAAEAAQA+QAAAI0DAAAAAA==&#10;" strokeweight="1.5pt"/>
          <v:line id="Line 30" o:spid="_x0000_s2059" style="position:absolute;visibility:visible" from="1134,386" to="11480,3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yMGsIAAADbAAAADwAAAGRycy9kb3ducmV2LnhtbERPS2vCQBC+F/oflin0VjdasCW6CVLw&#10;gTfTIvQ2ZMckJjub7m40/nu3UOhtPr7nLPPRdOJCzjeWFUwnCQji0uqGKwVfn+uXdxA+IGvsLJOC&#10;G3nIs8eHJabaXvlAlyJUIoawT1FBHUKfSunLmgz6ie2JI3eyzmCI0FVSO7zGcNPJWZLMpcGGY0ON&#10;PX3UVLbFYBQch4K/z+3adThsttvT8af1r3ulnp/G1QJEoDH8i//cOx3nv8HvL/EAmd0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cyMGsIAAADbAAAADwAAAAAAAAAAAAAA&#10;AAChAgAAZHJzL2Rvd25yZXYueG1sUEsFBgAAAAAEAAQA+QAAAJADAAAAAA==&#10;" strokeweight="1.5pt"/>
        </v:group>
      </w:pict>
    </w: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page" w:tblpX="10815" w:tblpY="364"/>
      <w:tblW w:w="679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12" w:space="0" w:color="auto"/>
        <w:insideV w:val="single" w:sz="12" w:space="0" w:color="auto"/>
      </w:tblBorders>
      <w:tblLook w:val="01E0"/>
    </w:tblPr>
    <w:tblGrid>
      <w:gridCol w:w="679"/>
    </w:tblGrid>
    <w:tr w:rsidR="00442D4C" w:rsidTr="00667BC0">
      <w:trPr>
        <w:trHeight w:hRule="exact" w:val="284"/>
      </w:trPr>
      <w:tc>
        <w:tcPr>
          <w:tcW w:w="679" w:type="dxa"/>
          <w:noWrap/>
          <w:tcMar>
            <w:left w:w="0" w:type="dxa"/>
            <w:right w:w="0" w:type="dxa"/>
          </w:tcMar>
          <w:vAlign w:val="center"/>
        </w:tcPr>
        <w:p w:rsidR="00442D4C" w:rsidRDefault="001567F0" w:rsidP="00667BC0">
          <w:pPr>
            <w:pStyle w:val="a6"/>
            <w:jc w:val="center"/>
          </w:pPr>
          <w:r>
            <w:rPr>
              <w:rStyle w:val="aa"/>
            </w:rPr>
            <w:t>3</w:t>
          </w:r>
        </w:p>
      </w:tc>
    </w:tr>
  </w:tbl>
  <w:p w:rsidR="00442D4C" w:rsidRDefault="005D1FC5" w:rsidP="00E04D0F">
    <w:pPr>
      <w:pStyle w:val="a6"/>
      <w:tabs>
        <w:tab w:val="clear" w:pos="4677"/>
        <w:tab w:val="clear" w:pos="9355"/>
        <w:tab w:val="left" w:pos="9507"/>
        <w:tab w:val="right" w:pos="9895"/>
      </w:tabs>
    </w:pPr>
    <w:r>
      <w:rPr>
        <w:noProof/>
      </w:rPr>
      <w:pict>
        <v:line id="Line 26" o:spid="_x0000_s2057" style="position:absolute;z-index:251653120;visibility:visible;mso-position-horizontal-relative:page;mso-position-vertical-relative:page" from="57.25pt,18.7pt" to="574.55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" strokeweight="1.5pt">
          <w10:wrap anchorx="page" anchory="page"/>
        </v:line>
      </w:pict>
    </w:r>
    <w:r>
      <w:rPr>
        <w:noProof/>
      </w:rPr>
      <w:pict>
        <v:line id="Line 25" o:spid="_x0000_s2056" style="position:absolute;flip:y;z-index:251652096;visibility:visible;mso-position-horizontal-relative:page;mso-position-vertical-relative:page" from="574.1pt,18.7pt" to="574.1pt,8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" strokeweight="1.5pt">
          <w10:wrap anchorx="page" anchory="page"/>
        </v:line>
      </w:pict>
    </w:r>
    <w:r>
      <w:rPr>
        <w:noProof/>
      </w:rPr>
      <w:pict>
        <v:line id="Line 24" o:spid="_x0000_s2055" style="position:absolute;flip:y;z-index:251651072;visibility:visible;mso-position-horizontal-relative:page;mso-position-vertical-relative:page" from="57.55pt,18.7pt" to="57.55pt,8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" strokeweight="1.5pt">
          <w10:wrap anchorx="page" anchory="page"/>
          <w10:anchorlock/>
        </v:line>
      </w:pict>
    </w:r>
    <w:r w:rsidR="00442D4C">
      <w:tab/>
    </w:r>
    <w:r w:rsidR="00442D4C">
      <w:tab/>
    </w:r>
  </w:p>
</w:hdr>
</file>

<file path=word/header5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2D4C" w:rsidRPr="009646F9" w:rsidRDefault="00442D4C" w:rsidP="009646F9">
    <w:pPr>
      <w:pStyle w:val="a6"/>
    </w:pPr>
  </w:p>
</w:hdr>
</file>

<file path=word/header6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page" w:tblpX="10927" w:tblpY="364"/>
      <w:tblW w:w="567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</w:tblBorders>
      <w:tblLook w:val="01E0"/>
    </w:tblPr>
    <w:tblGrid>
      <w:gridCol w:w="567"/>
    </w:tblGrid>
    <w:tr w:rsidR="00442D4C">
      <w:trPr>
        <w:trHeight w:hRule="exact" w:val="284"/>
      </w:trPr>
      <w:tc>
        <w:tcPr>
          <w:tcW w:w="567" w:type="dxa"/>
          <w:noWrap/>
          <w:tcMar>
            <w:left w:w="0" w:type="dxa"/>
            <w:right w:w="0" w:type="dxa"/>
          </w:tcMar>
          <w:vAlign w:val="center"/>
        </w:tcPr>
        <w:p w:rsidR="00442D4C" w:rsidRDefault="00907DDA" w:rsidP="00E04D0F">
          <w:pPr>
            <w:pStyle w:val="a6"/>
            <w:tabs>
              <w:tab w:val="clear" w:pos="4677"/>
              <w:tab w:val="clear" w:pos="9355"/>
              <w:tab w:val="left" w:pos="5858"/>
            </w:tabs>
            <w:ind w:right="17"/>
            <w:jc w:val="center"/>
          </w:pPr>
          <w:r>
            <w:t>5</w:t>
          </w:r>
        </w:p>
      </w:tc>
    </w:tr>
  </w:tbl>
  <w:p w:rsidR="00442D4C" w:rsidRDefault="005D1FC5" w:rsidP="00A26827">
    <w:pPr>
      <w:pStyle w:val="a6"/>
      <w:tabs>
        <w:tab w:val="clear" w:pos="4677"/>
        <w:tab w:val="clear" w:pos="9355"/>
        <w:tab w:val="left" w:pos="5858"/>
      </w:tabs>
      <w:ind w:right="360"/>
    </w:pPr>
    <w:r>
      <w:rPr>
        <w:noProof/>
      </w:rPr>
      <w:pict>
        <v:line id="Line 48" o:spid="_x0000_s2054" style="position:absolute;z-index:251660288;visibility:visible;mso-position-horizontal-relative:page;mso-position-vertical-relative:page" from="56.75pt,18.7pt" to="574.05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" strokeweight="1.5pt">
          <w10:wrap anchorx="page" anchory="page"/>
        </v:line>
      </w:pict>
    </w:r>
    <w:r>
      <w:rPr>
        <w:noProof/>
      </w:rPr>
      <w:pict>
        <v:line id="Line 47" o:spid="_x0000_s2053" style="position:absolute;flip:y;z-index:251659264;visibility:visible;mso-position-horizontal-relative:page;mso-position-vertical-relative:page" from="574.1pt,18.7pt" to="574.1pt,8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" strokeweight="1.5pt">
          <w10:wrap anchorx="page" anchory="page"/>
        </v:line>
      </w:pict>
    </w:r>
    <w:r>
      <w:rPr>
        <w:noProof/>
      </w:rPr>
      <w:pict>
        <v:line id="Line 46" o:spid="_x0000_s2052" style="position:absolute;flip:y;z-index:251658240;visibility:visible;mso-position-horizontal-relative:page;mso-position-vertical-relative:page" from="57.55pt,18.7pt" to="57.55pt,8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" strokeweight="1.5pt">
          <w10:wrap anchorx="page" anchory="page"/>
        </v:line>
      </w:pict>
    </w:r>
  </w:p>
</w:hdr>
</file>

<file path=word/header7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vertAnchor="page" w:horzAnchor="page" w:tblpX="10927" w:tblpY="364"/>
      <w:tblW w:w="567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12" w:space="0" w:color="000000"/>
        <w:insideV w:val="single" w:sz="12" w:space="0" w:color="000000"/>
      </w:tblBorders>
      <w:tblLook w:val="01E0"/>
    </w:tblPr>
    <w:tblGrid>
      <w:gridCol w:w="567"/>
    </w:tblGrid>
    <w:tr w:rsidR="00442D4C">
      <w:trPr>
        <w:trHeight w:hRule="exact" w:val="284"/>
      </w:trPr>
      <w:tc>
        <w:tcPr>
          <w:tcW w:w="567" w:type="dxa"/>
          <w:noWrap/>
          <w:tcMar>
            <w:left w:w="0" w:type="dxa"/>
            <w:right w:w="0" w:type="dxa"/>
          </w:tcMar>
          <w:vAlign w:val="center"/>
        </w:tcPr>
        <w:p w:rsidR="00442D4C" w:rsidRDefault="001567F0" w:rsidP="00701237">
          <w:pPr>
            <w:pStyle w:val="a6"/>
            <w:jc w:val="center"/>
          </w:pPr>
          <w:r>
            <w:rPr>
              <w:rStyle w:val="aa"/>
            </w:rPr>
            <w:t>4</w:t>
          </w:r>
        </w:p>
      </w:tc>
    </w:tr>
  </w:tbl>
  <w:p w:rsidR="00442D4C" w:rsidRDefault="005D1FC5" w:rsidP="00A26827">
    <w:pPr>
      <w:pStyle w:val="a6"/>
    </w:pPr>
    <w:r>
      <w:rPr>
        <w:noProof/>
      </w:rPr>
      <w:pict>
        <v:line id="Line 44" o:spid="_x0000_s2051" style="position:absolute;z-index:251657216;visibility:visible;mso-position-horizontal-relative:page;mso-position-vertical-relative:page" from="56.7pt,18.7pt" to="574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VyY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" strokeweight="1.5pt">
          <w10:wrap anchorx="page" anchory="page"/>
        </v:line>
      </w:pict>
    </w:r>
    <w:r>
      <w:rPr>
        <w:noProof/>
      </w:rPr>
      <w:pict>
        <v:line id="Line 43" o:spid="_x0000_s2050" style="position:absolute;flip:y;z-index:251656192;visibility:visible;mso-position-horizontal-relative:page;mso-position-vertical-relative:page" from="574.1pt,18.7pt" to="574.1pt,8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" strokeweight="1.5pt">
          <w10:wrap anchorx="page" anchory="page"/>
        </v:line>
      </w:pict>
    </w:r>
    <w:r>
      <w:rPr>
        <w:noProof/>
      </w:rPr>
      <w:pict>
        <v:line id="Line 42" o:spid="_x0000_s2049" style="position:absolute;flip:y;z-index:251655168;visibility:visible;mso-position-horizontal-relative:page;mso-position-vertical-relative:page" from="57.55pt,18.7pt" to="57.55pt,81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" strokeweight="1.5pt">
          <w10:wrap anchorx="page" anchory="page"/>
          <w10:anchorlock/>
        </v:lin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22FEB100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>
    <w:nsid w:val="FFFFFF88"/>
    <w:multiLevelType w:val="singleLevel"/>
    <w:tmpl w:val="CEF2D9E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558396E"/>
    <w:multiLevelType w:val="hybridMultilevel"/>
    <w:tmpl w:val="A6E8B564"/>
    <w:lvl w:ilvl="0" w:tplc="6EA29974">
      <w:start w:val="3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3">
    <w:nsid w:val="05A8272B"/>
    <w:multiLevelType w:val="hybridMultilevel"/>
    <w:tmpl w:val="FD6221DC"/>
    <w:lvl w:ilvl="0" w:tplc="6480DB38">
      <w:start w:val="1"/>
      <w:numFmt w:val="decimal"/>
      <w:lvlText w:val="%1."/>
      <w:lvlJc w:val="left"/>
      <w:pPr>
        <w:tabs>
          <w:tab w:val="num" w:pos="1764"/>
        </w:tabs>
        <w:ind w:left="176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2484"/>
        </w:tabs>
        <w:ind w:left="2484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3204"/>
        </w:tabs>
        <w:ind w:left="320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24"/>
        </w:tabs>
        <w:ind w:left="392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44"/>
        </w:tabs>
        <w:ind w:left="464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64"/>
        </w:tabs>
        <w:ind w:left="536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84"/>
        </w:tabs>
        <w:ind w:left="608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04"/>
        </w:tabs>
        <w:ind w:left="680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24"/>
        </w:tabs>
        <w:ind w:left="7524" w:hanging="180"/>
      </w:pPr>
    </w:lvl>
  </w:abstractNum>
  <w:abstractNum w:abstractNumId="4">
    <w:nsid w:val="05FF46C2"/>
    <w:multiLevelType w:val="hybridMultilevel"/>
    <w:tmpl w:val="95C4E88A"/>
    <w:lvl w:ilvl="0" w:tplc="CBA4FFCA">
      <w:start w:val="1"/>
      <w:numFmt w:val="decimal"/>
      <w:lvlText w:val="%1."/>
      <w:lvlJc w:val="left"/>
      <w:pPr>
        <w:ind w:left="1518" w:hanging="360"/>
      </w:pPr>
      <w:rPr>
        <w:rFonts w:cs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223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95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67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9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11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83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55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278" w:hanging="180"/>
      </w:pPr>
      <w:rPr>
        <w:rFonts w:cs="Times New Roman"/>
      </w:rPr>
    </w:lvl>
  </w:abstractNum>
  <w:abstractNum w:abstractNumId="5">
    <w:nsid w:val="0AEF1877"/>
    <w:multiLevelType w:val="hybridMultilevel"/>
    <w:tmpl w:val="D9648C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B974EBE"/>
    <w:multiLevelType w:val="hybridMultilevel"/>
    <w:tmpl w:val="57E8DB56"/>
    <w:lvl w:ilvl="0" w:tplc="AD78846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0B9B5E7B"/>
    <w:multiLevelType w:val="hybridMultilevel"/>
    <w:tmpl w:val="AD5056E6"/>
    <w:lvl w:ilvl="0" w:tplc="3C18B5B0">
      <w:start w:val="16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0E8772D1"/>
    <w:multiLevelType w:val="hybridMultilevel"/>
    <w:tmpl w:val="162E4DEE"/>
    <w:lvl w:ilvl="0" w:tplc="D2382CD4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11395ED3"/>
    <w:multiLevelType w:val="hybridMultilevel"/>
    <w:tmpl w:val="24985D0A"/>
    <w:lvl w:ilvl="0" w:tplc="A85C605C">
      <w:start w:val="1"/>
      <w:numFmt w:val="russianUpper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410611F"/>
    <w:multiLevelType w:val="hybridMultilevel"/>
    <w:tmpl w:val="F96C4338"/>
    <w:lvl w:ilvl="0" w:tplc="A6E87EE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1">
    <w:nsid w:val="17611396"/>
    <w:multiLevelType w:val="hybridMultilevel"/>
    <w:tmpl w:val="94C6EEBE"/>
    <w:lvl w:ilvl="0" w:tplc="D21E669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18DC6AB5"/>
    <w:multiLevelType w:val="multilevel"/>
    <w:tmpl w:val="600661A0"/>
    <w:styleLink w:val="a0"/>
    <w:lvl w:ilvl="0">
      <w:start w:val="1"/>
      <w:numFmt w:val="decimal"/>
      <w:lvlText w:val="%1"/>
      <w:lvlJc w:val="left"/>
      <w:pPr>
        <w:tabs>
          <w:tab w:val="num" w:pos="360"/>
        </w:tabs>
        <w:ind w:left="794" w:hanging="794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suff w:val="space"/>
      <w:lvlText w:val="1.%2"/>
      <w:lvlJc w:val="left"/>
      <w:pPr>
        <w:ind w:left="792" w:hanging="792"/>
      </w:pPr>
      <w:rPr>
        <w:rFonts w:ascii="Times New Roman" w:hAnsi="Times New Roman" w:hint="default"/>
        <w:b/>
        <w:color w:val="auto"/>
        <w:sz w:val="24"/>
      </w:rPr>
    </w:lvl>
    <w:lvl w:ilvl="2">
      <w:start w:val="1"/>
      <w:numFmt w:val="decimal"/>
      <w:lvlRestart w:val="0"/>
      <w:suff w:val="space"/>
      <w:lvlText w:val="%21.1.%3."/>
      <w:lvlJc w:val="left"/>
      <w:pPr>
        <w:ind w:left="794" w:hanging="794"/>
      </w:pPr>
      <w:rPr>
        <w:rFonts w:ascii="Times New Roman" w:hAnsi="Times New Roman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2349"/>
        </w:tabs>
        <w:ind w:left="2277" w:hanging="648"/>
      </w:pPr>
      <w:rPr>
        <w:rFonts w:hint="default"/>
        <w:b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152" w:hanging="792"/>
      </w:pPr>
      <w:rPr>
        <w:rFonts w:hint="default"/>
        <w:b w:val="0"/>
        <w:color w:val="auto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195165A0"/>
    <w:multiLevelType w:val="singleLevel"/>
    <w:tmpl w:val="5C2455C0"/>
    <w:lvl w:ilvl="0">
      <w:start w:val="1"/>
      <w:numFmt w:val="bullet"/>
      <w:lvlText w:val=""/>
      <w:lvlJc w:val="left"/>
      <w:pPr>
        <w:tabs>
          <w:tab w:val="num" w:pos="1080"/>
        </w:tabs>
        <w:ind w:left="0" w:firstLine="720"/>
      </w:pPr>
      <w:rPr>
        <w:rFonts w:ascii="Symbol" w:hAnsi="Symbol" w:hint="default"/>
      </w:rPr>
    </w:lvl>
  </w:abstractNum>
  <w:abstractNum w:abstractNumId="14">
    <w:nsid w:val="1C9D60D3"/>
    <w:multiLevelType w:val="hybridMultilevel"/>
    <w:tmpl w:val="B8320F34"/>
    <w:lvl w:ilvl="0" w:tplc="6638D354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5">
    <w:nsid w:val="242B3CAF"/>
    <w:multiLevelType w:val="hybridMultilevel"/>
    <w:tmpl w:val="330A71FA"/>
    <w:lvl w:ilvl="0" w:tplc="B4A25550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6">
    <w:nsid w:val="24504E02"/>
    <w:multiLevelType w:val="hybridMultilevel"/>
    <w:tmpl w:val="F1C4B648"/>
    <w:lvl w:ilvl="0" w:tplc="F812589C">
      <w:start w:val="3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17">
    <w:nsid w:val="24882C6F"/>
    <w:multiLevelType w:val="hybridMultilevel"/>
    <w:tmpl w:val="3D4ACC36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CBF4ABB"/>
    <w:multiLevelType w:val="hybridMultilevel"/>
    <w:tmpl w:val="A3C444DC"/>
    <w:lvl w:ilvl="0" w:tplc="AA726AD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32F75ACB"/>
    <w:multiLevelType w:val="multilevel"/>
    <w:tmpl w:val="01A45DE6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72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7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50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016" w:hanging="1800"/>
      </w:pPr>
      <w:rPr>
        <w:rFonts w:hint="default"/>
      </w:rPr>
    </w:lvl>
  </w:abstractNum>
  <w:abstractNum w:abstractNumId="20">
    <w:nsid w:val="34A27619"/>
    <w:multiLevelType w:val="hybridMultilevel"/>
    <w:tmpl w:val="A9629912"/>
    <w:lvl w:ilvl="0" w:tplc="F482A81C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1">
    <w:nsid w:val="350714F8"/>
    <w:multiLevelType w:val="hybridMultilevel"/>
    <w:tmpl w:val="5B94D3D6"/>
    <w:lvl w:ilvl="0" w:tplc="9F46EE52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2">
    <w:nsid w:val="361D3BC3"/>
    <w:multiLevelType w:val="hybridMultilevel"/>
    <w:tmpl w:val="E6C6D82E"/>
    <w:lvl w:ilvl="0" w:tplc="1E285F7E">
      <w:start w:val="3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23">
    <w:nsid w:val="3B6F4B77"/>
    <w:multiLevelType w:val="hybridMultilevel"/>
    <w:tmpl w:val="03F2C2F0"/>
    <w:lvl w:ilvl="0" w:tplc="142ADE12">
      <w:start w:val="3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4">
    <w:nsid w:val="3CDE459C"/>
    <w:multiLevelType w:val="hybridMultilevel"/>
    <w:tmpl w:val="5AF6F1D4"/>
    <w:lvl w:ilvl="0" w:tplc="059EFBBE">
      <w:start w:val="6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5">
    <w:nsid w:val="3CF94E23"/>
    <w:multiLevelType w:val="hybridMultilevel"/>
    <w:tmpl w:val="3A74C74E"/>
    <w:lvl w:ilvl="0" w:tplc="E1D2D93A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3F795749"/>
    <w:multiLevelType w:val="multilevel"/>
    <w:tmpl w:val="EEC82D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numFmt w:val="decimal"/>
      <w:isLgl/>
      <w:lvlText w:val="%1.%2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7">
    <w:nsid w:val="418F3E1E"/>
    <w:multiLevelType w:val="hybridMultilevel"/>
    <w:tmpl w:val="78EC5A0A"/>
    <w:lvl w:ilvl="0" w:tplc="856AB670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5BC78CB"/>
    <w:multiLevelType w:val="hybridMultilevel"/>
    <w:tmpl w:val="B826F90C"/>
    <w:lvl w:ilvl="0" w:tplc="C53AF44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9">
    <w:nsid w:val="4BFC4829"/>
    <w:multiLevelType w:val="hybridMultilevel"/>
    <w:tmpl w:val="99F27042"/>
    <w:lvl w:ilvl="0" w:tplc="BFC6A4AA">
      <w:start w:val="20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>
    <w:nsid w:val="4C647067"/>
    <w:multiLevelType w:val="hybridMultilevel"/>
    <w:tmpl w:val="339C61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12421BF"/>
    <w:multiLevelType w:val="hybridMultilevel"/>
    <w:tmpl w:val="303E01F4"/>
    <w:lvl w:ilvl="0" w:tplc="ED883A62">
      <w:start w:val="3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2">
    <w:nsid w:val="54022630"/>
    <w:multiLevelType w:val="multilevel"/>
    <w:tmpl w:val="624EB314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7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8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520" w:hanging="1800"/>
      </w:pPr>
      <w:rPr>
        <w:rFonts w:hint="default"/>
      </w:rPr>
    </w:lvl>
  </w:abstractNum>
  <w:abstractNum w:abstractNumId="33">
    <w:nsid w:val="59A55121"/>
    <w:multiLevelType w:val="hybridMultilevel"/>
    <w:tmpl w:val="3E22F6F6"/>
    <w:lvl w:ilvl="0" w:tplc="CD1644CE">
      <w:start w:val="1"/>
      <w:numFmt w:val="bullet"/>
      <w:lvlText w:val=""/>
      <w:lvlJc w:val="left"/>
      <w:pPr>
        <w:tabs>
          <w:tab w:val="num" w:pos="1710"/>
        </w:tabs>
        <w:ind w:left="171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4">
    <w:nsid w:val="62F3502B"/>
    <w:multiLevelType w:val="hybridMultilevel"/>
    <w:tmpl w:val="CC36F09C"/>
    <w:lvl w:ilvl="0" w:tplc="8C3A2E2C">
      <w:start w:val="1"/>
      <w:numFmt w:val="decimal"/>
      <w:lvlText w:val="%1)"/>
      <w:lvlJc w:val="left"/>
      <w:pPr>
        <w:tabs>
          <w:tab w:val="num" w:pos="1272"/>
        </w:tabs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5">
    <w:nsid w:val="64207559"/>
    <w:multiLevelType w:val="multilevel"/>
    <w:tmpl w:val="EF2E69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884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6">
    <w:nsid w:val="68733E9E"/>
    <w:multiLevelType w:val="hybridMultilevel"/>
    <w:tmpl w:val="4790F4F0"/>
    <w:lvl w:ilvl="0" w:tplc="4CEA19BC">
      <w:start w:val="1"/>
      <w:numFmt w:val="decimal"/>
      <w:pStyle w:val="30"/>
      <w:lvlText w:val="3.%1"/>
      <w:lvlJc w:val="left"/>
      <w:pPr>
        <w:ind w:left="1512" w:hanging="360"/>
      </w:pPr>
      <w:rPr>
        <w:rFonts w:hint="default"/>
      </w:rPr>
    </w:lvl>
    <w:lvl w:ilvl="1" w:tplc="722C87B2" w:tentative="1">
      <w:start w:val="1"/>
      <w:numFmt w:val="lowerLetter"/>
      <w:lvlText w:val="%2."/>
      <w:lvlJc w:val="left"/>
      <w:pPr>
        <w:ind w:left="2232" w:hanging="360"/>
      </w:pPr>
    </w:lvl>
    <w:lvl w:ilvl="2" w:tplc="2580162E" w:tentative="1">
      <w:start w:val="1"/>
      <w:numFmt w:val="lowerRoman"/>
      <w:lvlText w:val="%3."/>
      <w:lvlJc w:val="right"/>
      <w:pPr>
        <w:ind w:left="2952" w:hanging="180"/>
      </w:pPr>
    </w:lvl>
    <w:lvl w:ilvl="3" w:tplc="383A8858" w:tentative="1">
      <w:start w:val="1"/>
      <w:numFmt w:val="decimal"/>
      <w:lvlText w:val="%4."/>
      <w:lvlJc w:val="left"/>
      <w:pPr>
        <w:ind w:left="3672" w:hanging="360"/>
      </w:pPr>
    </w:lvl>
    <w:lvl w:ilvl="4" w:tplc="19FE63A4" w:tentative="1">
      <w:start w:val="1"/>
      <w:numFmt w:val="lowerLetter"/>
      <w:lvlText w:val="%5."/>
      <w:lvlJc w:val="left"/>
      <w:pPr>
        <w:ind w:left="4392" w:hanging="360"/>
      </w:pPr>
    </w:lvl>
    <w:lvl w:ilvl="5" w:tplc="1D12C2AE" w:tentative="1">
      <w:start w:val="1"/>
      <w:numFmt w:val="lowerRoman"/>
      <w:lvlText w:val="%6."/>
      <w:lvlJc w:val="right"/>
      <w:pPr>
        <w:ind w:left="5112" w:hanging="180"/>
      </w:pPr>
    </w:lvl>
    <w:lvl w:ilvl="6" w:tplc="09D47224" w:tentative="1">
      <w:start w:val="1"/>
      <w:numFmt w:val="decimal"/>
      <w:lvlText w:val="%7."/>
      <w:lvlJc w:val="left"/>
      <w:pPr>
        <w:ind w:left="5832" w:hanging="360"/>
      </w:pPr>
    </w:lvl>
    <w:lvl w:ilvl="7" w:tplc="5DB0BB00" w:tentative="1">
      <w:start w:val="1"/>
      <w:numFmt w:val="lowerLetter"/>
      <w:lvlText w:val="%8."/>
      <w:lvlJc w:val="left"/>
      <w:pPr>
        <w:ind w:left="6552" w:hanging="360"/>
      </w:pPr>
    </w:lvl>
    <w:lvl w:ilvl="8" w:tplc="714AAD12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37">
    <w:nsid w:val="7AF0132F"/>
    <w:multiLevelType w:val="hybridMultilevel"/>
    <w:tmpl w:val="DDC0D320"/>
    <w:lvl w:ilvl="0" w:tplc="B692A2B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7D2C5DBE"/>
    <w:multiLevelType w:val="hybridMultilevel"/>
    <w:tmpl w:val="DDC0D320"/>
    <w:lvl w:ilvl="0" w:tplc="B692A2B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9">
    <w:nsid w:val="7F4D7252"/>
    <w:multiLevelType w:val="hybridMultilevel"/>
    <w:tmpl w:val="1388AF32"/>
    <w:lvl w:ilvl="0" w:tplc="8C3A2E2C">
      <w:start w:val="1"/>
      <w:numFmt w:val="decimal"/>
      <w:lvlText w:val="%1)"/>
      <w:lvlJc w:val="left"/>
      <w:pPr>
        <w:tabs>
          <w:tab w:val="num" w:pos="1272"/>
        </w:tabs>
        <w:ind w:left="127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9"/>
  </w:num>
  <w:num w:numId="3">
    <w:abstractNumId w:val="36"/>
  </w:num>
  <w:num w:numId="4">
    <w:abstractNumId w:val="1"/>
  </w:num>
  <w:num w:numId="5">
    <w:abstractNumId w:val="13"/>
  </w:num>
  <w:num w:numId="6">
    <w:abstractNumId w:val="17"/>
  </w:num>
  <w:num w:numId="7">
    <w:abstractNumId w:val="12"/>
  </w:num>
  <w:num w:numId="8">
    <w:abstractNumId w:val="33"/>
  </w:num>
  <w:num w:numId="9">
    <w:abstractNumId w:val="3"/>
  </w:num>
  <w:num w:numId="10">
    <w:abstractNumId w:val="21"/>
  </w:num>
  <w:num w:numId="11">
    <w:abstractNumId w:val="28"/>
  </w:num>
  <w:num w:numId="12">
    <w:abstractNumId w:val="14"/>
  </w:num>
  <w:num w:numId="13">
    <w:abstractNumId w:val="20"/>
  </w:num>
  <w:num w:numId="14">
    <w:abstractNumId w:val="15"/>
  </w:num>
  <w:num w:numId="15">
    <w:abstractNumId w:val="25"/>
  </w:num>
  <w:num w:numId="16">
    <w:abstractNumId w:val="31"/>
  </w:num>
  <w:num w:numId="17">
    <w:abstractNumId w:val="22"/>
  </w:num>
  <w:num w:numId="18">
    <w:abstractNumId w:val="6"/>
  </w:num>
  <w:num w:numId="19">
    <w:abstractNumId w:val="8"/>
  </w:num>
  <w:num w:numId="20">
    <w:abstractNumId w:val="11"/>
  </w:num>
  <w:num w:numId="21">
    <w:abstractNumId w:val="23"/>
  </w:num>
  <w:num w:numId="22">
    <w:abstractNumId w:val="2"/>
  </w:num>
  <w:num w:numId="23">
    <w:abstractNumId w:val="16"/>
  </w:num>
  <w:num w:numId="24">
    <w:abstractNumId w:val="24"/>
  </w:num>
  <w:num w:numId="25">
    <w:abstractNumId w:val="5"/>
  </w:num>
  <w:num w:numId="26">
    <w:abstractNumId w:val="34"/>
  </w:num>
  <w:num w:numId="27">
    <w:abstractNumId w:val="10"/>
  </w:num>
  <w:num w:numId="28">
    <w:abstractNumId w:val="39"/>
  </w:num>
  <w:num w:numId="29">
    <w:abstractNumId w:val="4"/>
  </w:num>
  <w:num w:numId="30">
    <w:abstractNumId w:val="35"/>
  </w:num>
  <w:num w:numId="31">
    <w:abstractNumId w:val="27"/>
  </w:num>
  <w:num w:numId="32">
    <w:abstractNumId w:val="26"/>
  </w:num>
  <w:num w:numId="33">
    <w:abstractNumId w:val="7"/>
  </w:num>
  <w:num w:numId="34">
    <w:abstractNumId w:val="30"/>
  </w:num>
  <w:num w:numId="35">
    <w:abstractNumId w:val="38"/>
  </w:num>
  <w:num w:numId="36">
    <w:abstractNumId w:val="18"/>
  </w:num>
  <w:num w:numId="37">
    <w:abstractNumId w:val="29"/>
  </w:num>
  <w:num w:numId="38">
    <w:abstractNumId w:val="37"/>
  </w:num>
  <w:num w:numId="39">
    <w:abstractNumId w:val="32"/>
  </w:num>
  <w:num w:numId="40">
    <w:abstractNumId w:val="19"/>
  </w:num>
  <w:numIdMacAtCleanup w:val="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attachedTemplate r:id="rId1"/>
  <w:stylePaneFormatFilter w:val="3F01"/>
  <w:defaultTabStop w:val="708"/>
  <w:autoHyphenation/>
  <w:doNotShadeFormData/>
  <w:noPunctuationKerning/>
  <w:characterSpacingControl w:val="doNotCompress"/>
  <w:hdrShapeDefaults>
    <o:shapedefaults v:ext="edit" spidmax="208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7320CB"/>
    <w:rsid w:val="00000753"/>
    <w:rsid w:val="000012A6"/>
    <w:rsid w:val="000016F5"/>
    <w:rsid w:val="00001E14"/>
    <w:rsid w:val="00001F60"/>
    <w:rsid w:val="00002830"/>
    <w:rsid w:val="00002A72"/>
    <w:rsid w:val="00002DB5"/>
    <w:rsid w:val="00003232"/>
    <w:rsid w:val="0000349E"/>
    <w:rsid w:val="00003BCA"/>
    <w:rsid w:val="00003FF8"/>
    <w:rsid w:val="000041AB"/>
    <w:rsid w:val="00004563"/>
    <w:rsid w:val="0000456C"/>
    <w:rsid w:val="00004DCE"/>
    <w:rsid w:val="0000537B"/>
    <w:rsid w:val="00005B08"/>
    <w:rsid w:val="00005D00"/>
    <w:rsid w:val="00005E33"/>
    <w:rsid w:val="00006008"/>
    <w:rsid w:val="000068EE"/>
    <w:rsid w:val="00007800"/>
    <w:rsid w:val="000109DE"/>
    <w:rsid w:val="000116F0"/>
    <w:rsid w:val="00011C3F"/>
    <w:rsid w:val="000129E6"/>
    <w:rsid w:val="00012CA3"/>
    <w:rsid w:val="00012EED"/>
    <w:rsid w:val="00013517"/>
    <w:rsid w:val="00013A42"/>
    <w:rsid w:val="000143A4"/>
    <w:rsid w:val="000144FD"/>
    <w:rsid w:val="00015125"/>
    <w:rsid w:val="0001513A"/>
    <w:rsid w:val="00015312"/>
    <w:rsid w:val="000153EC"/>
    <w:rsid w:val="00015680"/>
    <w:rsid w:val="00015998"/>
    <w:rsid w:val="00015A8B"/>
    <w:rsid w:val="00016452"/>
    <w:rsid w:val="000165DD"/>
    <w:rsid w:val="0001693C"/>
    <w:rsid w:val="000171C1"/>
    <w:rsid w:val="000172F7"/>
    <w:rsid w:val="00017443"/>
    <w:rsid w:val="000201C5"/>
    <w:rsid w:val="00020A51"/>
    <w:rsid w:val="0002100A"/>
    <w:rsid w:val="000210CC"/>
    <w:rsid w:val="000216F5"/>
    <w:rsid w:val="00021CD6"/>
    <w:rsid w:val="0002241F"/>
    <w:rsid w:val="00022915"/>
    <w:rsid w:val="000230AB"/>
    <w:rsid w:val="000233A8"/>
    <w:rsid w:val="00023965"/>
    <w:rsid w:val="00023E12"/>
    <w:rsid w:val="0002428D"/>
    <w:rsid w:val="000247E4"/>
    <w:rsid w:val="00024FCC"/>
    <w:rsid w:val="00025998"/>
    <w:rsid w:val="00025A59"/>
    <w:rsid w:val="0002623E"/>
    <w:rsid w:val="0002695F"/>
    <w:rsid w:val="000271BE"/>
    <w:rsid w:val="0002726A"/>
    <w:rsid w:val="00027686"/>
    <w:rsid w:val="00027DB5"/>
    <w:rsid w:val="000301ED"/>
    <w:rsid w:val="000308E2"/>
    <w:rsid w:val="00030904"/>
    <w:rsid w:val="00030FDD"/>
    <w:rsid w:val="000316B5"/>
    <w:rsid w:val="0003177B"/>
    <w:rsid w:val="00031799"/>
    <w:rsid w:val="000319B5"/>
    <w:rsid w:val="0003239F"/>
    <w:rsid w:val="00032C7A"/>
    <w:rsid w:val="00032E83"/>
    <w:rsid w:val="0003307D"/>
    <w:rsid w:val="000332A8"/>
    <w:rsid w:val="000338AC"/>
    <w:rsid w:val="00033968"/>
    <w:rsid w:val="000339C7"/>
    <w:rsid w:val="00033C88"/>
    <w:rsid w:val="00034580"/>
    <w:rsid w:val="00034615"/>
    <w:rsid w:val="00034A72"/>
    <w:rsid w:val="000356C5"/>
    <w:rsid w:val="000358B7"/>
    <w:rsid w:val="0003616E"/>
    <w:rsid w:val="00036786"/>
    <w:rsid w:val="000369B8"/>
    <w:rsid w:val="00036A77"/>
    <w:rsid w:val="00036F6A"/>
    <w:rsid w:val="00037BA7"/>
    <w:rsid w:val="00037FE5"/>
    <w:rsid w:val="00040276"/>
    <w:rsid w:val="00040A7F"/>
    <w:rsid w:val="000411B1"/>
    <w:rsid w:val="000414F8"/>
    <w:rsid w:val="00041693"/>
    <w:rsid w:val="0004185B"/>
    <w:rsid w:val="00041C17"/>
    <w:rsid w:val="00041D51"/>
    <w:rsid w:val="00041E23"/>
    <w:rsid w:val="000426AD"/>
    <w:rsid w:val="0004284E"/>
    <w:rsid w:val="00042F20"/>
    <w:rsid w:val="0004332C"/>
    <w:rsid w:val="00043ACB"/>
    <w:rsid w:val="00043C65"/>
    <w:rsid w:val="00044291"/>
    <w:rsid w:val="0004476C"/>
    <w:rsid w:val="00044D72"/>
    <w:rsid w:val="000455A6"/>
    <w:rsid w:val="000456C1"/>
    <w:rsid w:val="000461E8"/>
    <w:rsid w:val="000465EF"/>
    <w:rsid w:val="0004682C"/>
    <w:rsid w:val="00047BCE"/>
    <w:rsid w:val="0005000E"/>
    <w:rsid w:val="000500A1"/>
    <w:rsid w:val="000508B9"/>
    <w:rsid w:val="00050D58"/>
    <w:rsid w:val="0005125B"/>
    <w:rsid w:val="00051435"/>
    <w:rsid w:val="0005170A"/>
    <w:rsid w:val="00051819"/>
    <w:rsid w:val="00051BB4"/>
    <w:rsid w:val="00051EBB"/>
    <w:rsid w:val="000520B9"/>
    <w:rsid w:val="00052772"/>
    <w:rsid w:val="000532FA"/>
    <w:rsid w:val="00053DE8"/>
    <w:rsid w:val="00054058"/>
    <w:rsid w:val="000541AC"/>
    <w:rsid w:val="000542EE"/>
    <w:rsid w:val="0005436F"/>
    <w:rsid w:val="000546F5"/>
    <w:rsid w:val="0005476A"/>
    <w:rsid w:val="000551E4"/>
    <w:rsid w:val="00055519"/>
    <w:rsid w:val="00056171"/>
    <w:rsid w:val="00056919"/>
    <w:rsid w:val="000570A9"/>
    <w:rsid w:val="000572C2"/>
    <w:rsid w:val="00057BE2"/>
    <w:rsid w:val="00060CF1"/>
    <w:rsid w:val="000616FA"/>
    <w:rsid w:val="00061C99"/>
    <w:rsid w:val="0006209C"/>
    <w:rsid w:val="000622B3"/>
    <w:rsid w:val="0006242B"/>
    <w:rsid w:val="00062725"/>
    <w:rsid w:val="0006288C"/>
    <w:rsid w:val="00062A09"/>
    <w:rsid w:val="000630BE"/>
    <w:rsid w:val="000633F9"/>
    <w:rsid w:val="000636A4"/>
    <w:rsid w:val="00064548"/>
    <w:rsid w:val="00064DFF"/>
    <w:rsid w:val="00065DA7"/>
    <w:rsid w:val="000666FA"/>
    <w:rsid w:val="000667E6"/>
    <w:rsid w:val="00066C0D"/>
    <w:rsid w:val="00066DD1"/>
    <w:rsid w:val="00066F3E"/>
    <w:rsid w:val="0006718D"/>
    <w:rsid w:val="00067406"/>
    <w:rsid w:val="00067536"/>
    <w:rsid w:val="0006763E"/>
    <w:rsid w:val="00067B28"/>
    <w:rsid w:val="000700E4"/>
    <w:rsid w:val="00070321"/>
    <w:rsid w:val="000707A5"/>
    <w:rsid w:val="00070E7A"/>
    <w:rsid w:val="00070E7E"/>
    <w:rsid w:val="00071053"/>
    <w:rsid w:val="00071651"/>
    <w:rsid w:val="000716F4"/>
    <w:rsid w:val="00071915"/>
    <w:rsid w:val="000719C5"/>
    <w:rsid w:val="000721E8"/>
    <w:rsid w:val="0007225C"/>
    <w:rsid w:val="000722B2"/>
    <w:rsid w:val="00072958"/>
    <w:rsid w:val="00072966"/>
    <w:rsid w:val="00072D5C"/>
    <w:rsid w:val="00072DD5"/>
    <w:rsid w:val="00073831"/>
    <w:rsid w:val="00073E91"/>
    <w:rsid w:val="00074112"/>
    <w:rsid w:val="000745C6"/>
    <w:rsid w:val="00074DB2"/>
    <w:rsid w:val="00075F9F"/>
    <w:rsid w:val="0007670D"/>
    <w:rsid w:val="00076BEE"/>
    <w:rsid w:val="000772C5"/>
    <w:rsid w:val="0007756D"/>
    <w:rsid w:val="00077815"/>
    <w:rsid w:val="00077B60"/>
    <w:rsid w:val="000804E4"/>
    <w:rsid w:val="00081161"/>
    <w:rsid w:val="00081676"/>
    <w:rsid w:val="00081A15"/>
    <w:rsid w:val="00081A44"/>
    <w:rsid w:val="00082973"/>
    <w:rsid w:val="00083AEC"/>
    <w:rsid w:val="00083E53"/>
    <w:rsid w:val="000847EE"/>
    <w:rsid w:val="0008487E"/>
    <w:rsid w:val="00084903"/>
    <w:rsid w:val="00084E38"/>
    <w:rsid w:val="0008574D"/>
    <w:rsid w:val="00085780"/>
    <w:rsid w:val="00085891"/>
    <w:rsid w:val="000865C5"/>
    <w:rsid w:val="00086D46"/>
    <w:rsid w:val="000870D2"/>
    <w:rsid w:val="00087983"/>
    <w:rsid w:val="00087A02"/>
    <w:rsid w:val="00087AC2"/>
    <w:rsid w:val="00087ED9"/>
    <w:rsid w:val="00090066"/>
    <w:rsid w:val="00090403"/>
    <w:rsid w:val="0009082E"/>
    <w:rsid w:val="00090911"/>
    <w:rsid w:val="000912B8"/>
    <w:rsid w:val="000917A7"/>
    <w:rsid w:val="00091814"/>
    <w:rsid w:val="00091970"/>
    <w:rsid w:val="00091C01"/>
    <w:rsid w:val="00093685"/>
    <w:rsid w:val="00094024"/>
    <w:rsid w:val="0009424C"/>
    <w:rsid w:val="0009492B"/>
    <w:rsid w:val="00094F28"/>
    <w:rsid w:val="00095435"/>
    <w:rsid w:val="00095E1A"/>
    <w:rsid w:val="000961D9"/>
    <w:rsid w:val="00096312"/>
    <w:rsid w:val="000972A0"/>
    <w:rsid w:val="000974DA"/>
    <w:rsid w:val="000A0464"/>
    <w:rsid w:val="000A0DB0"/>
    <w:rsid w:val="000A0FA3"/>
    <w:rsid w:val="000A114E"/>
    <w:rsid w:val="000A18D9"/>
    <w:rsid w:val="000A260C"/>
    <w:rsid w:val="000A2A7B"/>
    <w:rsid w:val="000A2D18"/>
    <w:rsid w:val="000A3B4C"/>
    <w:rsid w:val="000A3D9A"/>
    <w:rsid w:val="000A3F4B"/>
    <w:rsid w:val="000A43D6"/>
    <w:rsid w:val="000A531D"/>
    <w:rsid w:val="000A56F5"/>
    <w:rsid w:val="000A5B7C"/>
    <w:rsid w:val="000A5FB7"/>
    <w:rsid w:val="000A6450"/>
    <w:rsid w:val="000A6A05"/>
    <w:rsid w:val="000A7B70"/>
    <w:rsid w:val="000B0243"/>
    <w:rsid w:val="000B068D"/>
    <w:rsid w:val="000B0B44"/>
    <w:rsid w:val="000B0C78"/>
    <w:rsid w:val="000B0E40"/>
    <w:rsid w:val="000B11A0"/>
    <w:rsid w:val="000B1663"/>
    <w:rsid w:val="000B1900"/>
    <w:rsid w:val="000B224D"/>
    <w:rsid w:val="000B24C3"/>
    <w:rsid w:val="000B2639"/>
    <w:rsid w:val="000B34D5"/>
    <w:rsid w:val="000B390F"/>
    <w:rsid w:val="000B3D46"/>
    <w:rsid w:val="000B433D"/>
    <w:rsid w:val="000B4355"/>
    <w:rsid w:val="000B4924"/>
    <w:rsid w:val="000B4A68"/>
    <w:rsid w:val="000B4C0B"/>
    <w:rsid w:val="000B4D48"/>
    <w:rsid w:val="000B4DAB"/>
    <w:rsid w:val="000B51E9"/>
    <w:rsid w:val="000B5BED"/>
    <w:rsid w:val="000B5E6F"/>
    <w:rsid w:val="000B5E72"/>
    <w:rsid w:val="000B6334"/>
    <w:rsid w:val="000B6393"/>
    <w:rsid w:val="000B63D7"/>
    <w:rsid w:val="000B6748"/>
    <w:rsid w:val="000B678C"/>
    <w:rsid w:val="000B7682"/>
    <w:rsid w:val="000B78B2"/>
    <w:rsid w:val="000B7A96"/>
    <w:rsid w:val="000B7B3B"/>
    <w:rsid w:val="000B7E58"/>
    <w:rsid w:val="000B7F36"/>
    <w:rsid w:val="000B7FF0"/>
    <w:rsid w:val="000C051F"/>
    <w:rsid w:val="000C0DC7"/>
    <w:rsid w:val="000C0F76"/>
    <w:rsid w:val="000C12E3"/>
    <w:rsid w:val="000C1339"/>
    <w:rsid w:val="000C149C"/>
    <w:rsid w:val="000C17F9"/>
    <w:rsid w:val="000C19DC"/>
    <w:rsid w:val="000C1C74"/>
    <w:rsid w:val="000C283D"/>
    <w:rsid w:val="000C293E"/>
    <w:rsid w:val="000C313B"/>
    <w:rsid w:val="000C4887"/>
    <w:rsid w:val="000C4EDD"/>
    <w:rsid w:val="000C53A0"/>
    <w:rsid w:val="000C5864"/>
    <w:rsid w:val="000C5950"/>
    <w:rsid w:val="000C59B7"/>
    <w:rsid w:val="000C5F21"/>
    <w:rsid w:val="000C6155"/>
    <w:rsid w:val="000C65DE"/>
    <w:rsid w:val="000C65F2"/>
    <w:rsid w:val="000C7176"/>
    <w:rsid w:val="000C746E"/>
    <w:rsid w:val="000C760B"/>
    <w:rsid w:val="000C78F8"/>
    <w:rsid w:val="000C7DB2"/>
    <w:rsid w:val="000D03F9"/>
    <w:rsid w:val="000D06D1"/>
    <w:rsid w:val="000D1172"/>
    <w:rsid w:val="000D1657"/>
    <w:rsid w:val="000D1756"/>
    <w:rsid w:val="000D26CD"/>
    <w:rsid w:val="000D2727"/>
    <w:rsid w:val="000D297A"/>
    <w:rsid w:val="000D2C75"/>
    <w:rsid w:val="000D2EDF"/>
    <w:rsid w:val="000D30AA"/>
    <w:rsid w:val="000D3823"/>
    <w:rsid w:val="000D4053"/>
    <w:rsid w:val="000D4BB8"/>
    <w:rsid w:val="000D5829"/>
    <w:rsid w:val="000D59D4"/>
    <w:rsid w:val="000D5C76"/>
    <w:rsid w:val="000D5DE9"/>
    <w:rsid w:val="000D6187"/>
    <w:rsid w:val="000D6DBC"/>
    <w:rsid w:val="000D7015"/>
    <w:rsid w:val="000D7373"/>
    <w:rsid w:val="000D7AF7"/>
    <w:rsid w:val="000D7BF2"/>
    <w:rsid w:val="000E0159"/>
    <w:rsid w:val="000E03D6"/>
    <w:rsid w:val="000E044B"/>
    <w:rsid w:val="000E0780"/>
    <w:rsid w:val="000E095D"/>
    <w:rsid w:val="000E0F5D"/>
    <w:rsid w:val="000E1984"/>
    <w:rsid w:val="000E22BC"/>
    <w:rsid w:val="000E26C0"/>
    <w:rsid w:val="000E298A"/>
    <w:rsid w:val="000E2D55"/>
    <w:rsid w:val="000E3236"/>
    <w:rsid w:val="000E36DB"/>
    <w:rsid w:val="000E37A4"/>
    <w:rsid w:val="000E3C1B"/>
    <w:rsid w:val="000E4106"/>
    <w:rsid w:val="000E43E6"/>
    <w:rsid w:val="000E47E7"/>
    <w:rsid w:val="000E4B8C"/>
    <w:rsid w:val="000E4C8E"/>
    <w:rsid w:val="000E5447"/>
    <w:rsid w:val="000E57C8"/>
    <w:rsid w:val="000E61AF"/>
    <w:rsid w:val="000E6861"/>
    <w:rsid w:val="000E73CC"/>
    <w:rsid w:val="000E7977"/>
    <w:rsid w:val="000E7D51"/>
    <w:rsid w:val="000F0921"/>
    <w:rsid w:val="000F093F"/>
    <w:rsid w:val="000F0D27"/>
    <w:rsid w:val="000F1AF5"/>
    <w:rsid w:val="000F28C6"/>
    <w:rsid w:val="000F2EBF"/>
    <w:rsid w:val="000F36A3"/>
    <w:rsid w:val="000F3A50"/>
    <w:rsid w:val="000F4B99"/>
    <w:rsid w:val="000F4E99"/>
    <w:rsid w:val="000F59D6"/>
    <w:rsid w:val="000F5DCF"/>
    <w:rsid w:val="000F5EF8"/>
    <w:rsid w:val="000F6BAC"/>
    <w:rsid w:val="000F6E69"/>
    <w:rsid w:val="000F70D2"/>
    <w:rsid w:val="000F720E"/>
    <w:rsid w:val="0010040B"/>
    <w:rsid w:val="0010068E"/>
    <w:rsid w:val="00100875"/>
    <w:rsid w:val="00100A53"/>
    <w:rsid w:val="00100C05"/>
    <w:rsid w:val="00101155"/>
    <w:rsid w:val="0010214B"/>
    <w:rsid w:val="00102665"/>
    <w:rsid w:val="00102B10"/>
    <w:rsid w:val="00102FEA"/>
    <w:rsid w:val="0010342F"/>
    <w:rsid w:val="001035FD"/>
    <w:rsid w:val="00103614"/>
    <w:rsid w:val="00103668"/>
    <w:rsid w:val="00103851"/>
    <w:rsid w:val="001039C8"/>
    <w:rsid w:val="00103DCF"/>
    <w:rsid w:val="00104CAE"/>
    <w:rsid w:val="001050C5"/>
    <w:rsid w:val="0010516A"/>
    <w:rsid w:val="00106EF7"/>
    <w:rsid w:val="001070A5"/>
    <w:rsid w:val="001070D1"/>
    <w:rsid w:val="0010712E"/>
    <w:rsid w:val="0011052F"/>
    <w:rsid w:val="0011102C"/>
    <w:rsid w:val="001118C2"/>
    <w:rsid w:val="001119CB"/>
    <w:rsid w:val="00111AC4"/>
    <w:rsid w:val="001122C4"/>
    <w:rsid w:val="001123CC"/>
    <w:rsid w:val="00112AFA"/>
    <w:rsid w:val="00112F48"/>
    <w:rsid w:val="001131D4"/>
    <w:rsid w:val="001133D7"/>
    <w:rsid w:val="0011387D"/>
    <w:rsid w:val="00113CD1"/>
    <w:rsid w:val="0011458B"/>
    <w:rsid w:val="00115190"/>
    <w:rsid w:val="00115477"/>
    <w:rsid w:val="00115BBD"/>
    <w:rsid w:val="001160A6"/>
    <w:rsid w:val="00116553"/>
    <w:rsid w:val="0011670D"/>
    <w:rsid w:val="001170A3"/>
    <w:rsid w:val="001171FB"/>
    <w:rsid w:val="0011755A"/>
    <w:rsid w:val="001175C9"/>
    <w:rsid w:val="00117642"/>
    <w:rsid w:val="00120A77"/>
    <w:rsid w:val="00120E60"/>
    <w:rsid w:val="00121ABF"/>
    <w:rsid w:val="00121CA9"/>
    <w:rsid w:val="001225BB"/>
    <w:rsid w:val="00122A72"/>
    <w:rsid w:val="00123292"/>
    <w:rsid w:val="00123718"/>
    <w:rsid w:val="00123779"/>
    <w:rsid w:val="001239CF"/>
    <w:rsid w:val="00123D2C"/>
    <w:rsid w:val="00123FA1"/>
    <w:rsid w:val="001244BD"/>
    <w:rsid w:val="001245CD"/>
    <w:rsid w:val="00125488"/>
    <w:rsid w:val="00125875"/>
    <w:rsid w:val="00125B27"/>
    <w:rsid w:val="00125E5F"/>
    <w:rsid w:val="001267FD"/>
    <w:rsid w:val="00126A07"/>
    <w:rsid w:val="00126F9F"/>
    <w:rsid w:val="0012705F"/>
    <w:rsid w:val="0012766D"/>
    <w:rsid w:val="00131135"/>
    <w:rsid w:val="001316F1"/>
    <w:rsid w:val="00131BD2"/>
    <w:rsid w:val="00131BFD"/>
    <w:rsid w:val="001332AC"/>
    <w:rsid w:val="0013387D"/>
    <w:rsid w:val="00133931"/>
    <w:rsid w:val="00133CEB"/>
    <w:rsid w:val="00133FA5"/>
    <w:rsid w:val="001342E1"/>
    <w:rsid w:val="001342F2"/>
    <w:rsid w:val="001349F8"/>
    <w:rsid w:val="00135256"/>
    <w:rsid w:val="0013539A"/>
    <w:rsid w:val="00135808"/>
    <w:rsid w:val="001359C8"/>
    <w:rsid w:val="00135ADC"/>
    <w:rsid w:val="00135BCA"/>
    <w:rsid w:val="00135F00"/>
    <w:rsid w:val="001369AF"/>
    <w:rsid w:val="00136E4F"/>
    <w:rsid w:val="0013717F"/>
    <w:rsid w:val="001375BF"/>
    <w:rsid w:val="00137751"/>
    <w:rsid w:val="00137AD5"/>
    <w:rsid w:val="00137B4C"/>
    <w:rsid w:val="00137D29"/>
    <w:rsid w:val="00137D7F"/>
    <w:rsid w:val="00140003"/>
    <w:rsid w:val="001402B7"/>
    <w:rsid w:val="001402E2"/>
    <w:rsid w:val="00140667"/>
    <w:rsid w:val="0014077B"/>
    <w:rsid w:val="001407DD"/>
    <w:rsid w:val="001409B7"/>
    <w:rsid w:val="00140E59"/>
    <w:rsid w:val="0014197F"/>
    <w:rsid w:val="00142020"/>
    <w:rsid w:val="00142159"/>
    <w:rsid w:val="00142218"/>
    <w:rsid w:val="0014276B"/>
    <w:rsid w:val="00142BFA"/>
    <w:rsid w:val="00143542"/>
    <w:rsid w:val="00144549"/>
    <w:rsid w:val="001446EC"/>
    <w:rsid w:val="00144930"/>
    <w:rsid w:val="00144DB6"/>
    <w:rsid w:val="00144F31"/>
    <w:rsid w:val="00145B3B"/>
    <w:rsid w:val="00146031"/>
    <w:rsid w:val="00146FEA"/>
    <w:rsid w:val="00147DD0"/>
    <w:rsid w:val="001504BF"/>
    <w:rsid w:val="001510A7"/>
    <w:rsid w:val="00151319"/>
    <w:rsid w:val="00151B39"/>
    <w:rsid w:val="00151C09"/>
    <w:rsid w:val="00151DCB"/>
    <w:rsid w:val="00152BA7"/>
    <w:rsid w:val="00152D78"/>
    <w:rsid w:val="00153AF7"/>
    <w:rsid w:val="00153BC6"/>
    <w:rsid w:val="00153C12"/>
    <w:rsid w:val="00153F5F"/>
    <w:rsid w:val="001542EF"/>
    <w:rsid w:val="001549E9"/>
    <w:rsid w:val="00154EE1"/>
    <w:rsid w:val="001555C9"/>
    <w:rsid w:val="001556F0"/>
    <w:rsid w:val="00155810"/>
    <w:rsid w:val="00155F17"/>
    <w:rsid w:val="001566E6"/>
    <w:rsid w:val="001567F0"/>
    <w:rsid w:val="001569F4"/>
    <w:rsid w:val="00156BE3"/>
    <w:rsid w:val="00156F99"/>
    <w:rsid w:val="00156FAC"/>
    <w:rsid w:val="0015719B"/>
    <w:rsid w:val="001572F8"/>
    <w:rsid w:val="001577C7"/>
    <w:rsid w:val="00157B8D"/>
    <w:rsid w:val="001601CC"/>
    <w:rsid w:val="00160A1A"/>
    <w:rsid w:val="0016195F"/>
    <w:rsid w:val="00161C37"/>
    <w:rsid w:val="00161CE9"/>
    <w:rsid w:val="00161E89"/>
    <w:rsid w:val="00162233"/>
    <w:rsid w:val="001624AE"/>
    <w:rsid w:val="0016264E"/>
    <w:rsid w:val="00162873"/>
    <w:rsid w:val="00162A76"/>
    <w:rsid w:val="00162DF2"/>
    <w:rsid w:val="00163D23"/>
    <w:rsid w:val="001640E9"/>
    <w:rsid w:val="001640F2"/>
    <w:rsid w:val="00164138"/>
    <w:rsid w:val="0016449B"/>
    <w:rsid w:val="00164D6E"/>
    <w:rsid w:val="00165EA5"/>
    <w:rsid w:val="00166020"/>
    <w:rsid w:val="001661BF"/>
    <w:rsid w:val="00166EA7"/>
    <w:rsid w:val="001672AA"/>
    <w:rsid w:val="00167564"/>
    <w:rsid w:val="0016790B"/>
    <w:rsid w:val="00167DA9"/>
    <w:rsid w:val="0017007F"/>
    <w:rsid w:val="00170274"/>
    <w:rsid w:val="00170515"/>
    <w:rsid w:val="00170565"/>
    <w:rsid w:val="0017075E"/>
    <w:rsid w:val="00170800"/>
    <w:rsid w:val="00170A2E"/>
    <w:rsid w:val="00170AD1"/>
    <w:rsid w:val="00171449"/>
    <w:rsid w:val="00171983"/>
    <w:rsid w:val="00171CE1"/>
    <w:rsid w:val="00171DDD"/>
    <w:rsid w:val="0017218B"/>
    <w:rsid w:val="00172876"/>
    <w:rsid w:val="001728C1"/>
    <w:rsid w:val="00172C02"/>
    <w:rsid w:val="001738A5"/>
    <w:rsid w:val="00173F7A"/>
    <w:rsid w:val="00174472"/>
    <w:rsid w:val="00174DC5"/>
    <w:rsid w:val="0017595A"/>
    <w:rsid w:val="001759B2"/>
    <w:rsid w:val="00175A5A"/>
    <w:rsid w:val="0017616E"/>
    <w:rsid w:val="00176344"/>
    <w:rsid w:val="0017684A"/>
    <w:rsid w:val="00176AD6"/>
    <w:rsid w:val="00176C30"/>
    <w:rsid w:val="00176C54"/>
    <w:rsid w:val="00176F1F"/>
    <w:rsid w:val="001772A3"/>
    <w:rsid w:val="00177CD1"/>
    <w:rsid w:val="00177F7F"/>
    <w:rsid w:val="00177FD6"/>
    <w:rsid w:val="00180274"/>
    <w:rsid w:val="00180C31"/>
    <w:rsid w:val="0018221E"/>
    <w:rsid w:val="0018269D"/>
    <w:rsid w:val="0018271F"/>
    <w:rsid w:val="00182968"/>
    <w:rsid w:val="00183486"/>
    <w:rsid w:val="001839FC"/>
    <w:rsid w:val="00183A34"/>
    <w:rsid w:val="00185162"/>
    <w:rsid w:val="0018538C"/>
    <w:rsid w:val="0018543B"/>
    <w:rsid w:val="00185625"/>
    <w:rsid w:val="00186329"/>
    <w:rsid w:val="001868CA"/>
    <w:rsid w:val="00187098"/>
    <w:rsid w:val="0018746F"/>
    <w:rsid w:val="0018785C"/>
    <w:rsid w:val="001879F4"/>
    <w:rsid w:val="00187E63"/>
    <w:rsid w:val="001904D1"/>
    <w:rsid w:val="001904D9"/>
    <w:rsid w:val="001909E9"/>
    <w:rsid w:val="00191345"/>
    <w:rsid w:val="001913B1"/>
    <w:rsid w:val="00191594"/>
    <w:rsid w:val="0019179D"/>
    <w:rsid w:val="00191C6D"/>
    <w:rsid w:val="00191F5C"/>
    <w:rsid w:val="00192784"/>
    <w:rsid w:val="00192DCC"/>
    <w:rsid w:val="00192EC5"/>
    <w:rsid w:val="0019314E"/>
    <w:rsid w:val="00193CE9"/>
    <w:rsid w:val="001941DD"/>
    <w:rsid w:val="00194C07"/>
    <w:rsid w:val="00194CFC"/>
    <w:rsid w:val="00194DCD"/>
    <w:rsid w:val="00195329"/>
    <w:rsid w:val="001953A9"/>
    <w:rsid w:val="0019556E"/>
    <w:rsid w:val="0019586F"/>
    <w:rsid w:val="001965C3"/>
    <w:rsid w:val="00196754"/>
    <w:rsid w:val="00196A87"/>
    <w:rsid w:val="00197368"/>
    <w:rsid w:val="0019762E"/>
    <w:rsid w:val="00197DF8"/>
    <w:rsid w:val="001A027F"/>
    <w:rsid w:val="001A0A6A"/>
    <w:rsid w:val="001A132A"/>
    <w:rsid w:val="001A14E6"/>
    <w:rsid w:val="001A1FFB"/>
    <w:rsid w:val="001A224A"/>
    <w:rsid w:val="001A293A"/>
    <w:rsid w:val="001A34BA"/>
    <w:rsid w:val="001A3730"/>
    <w:rsid w:val="001A38BA"/>
    <w:rsid w:val="001A3B94"/>
    <w:rsid w:val="001A4073"/>
    <w:rsid w:val="001A49AC"/>
    <w:rsid w:val="001A4BEB"/>
    <w:rsid w:val="001A4FA1"/>
    <w:rsid w:val="001A5066"/>
    <w:rsid w:val="001A56EC"/>
    <w:rsid w:val="001A590E"/>
    <w:rsid w:val="001A5F9B"/>
    <w:rsid w:val="001A623E"/>
    <w:rsid w:val="001A63CA"/>
    <w:rsid w:val="001A6C7A"/>
    <w:rsid w:val="001A6EC1"/>
    <w:rsid w:val="001A745E"/>
    <w:rsid w:val="001A7489"/>
    <w:rsid w:val="001A7A2C"/>
    <w:rsid w:val="001B0073"/>
    <w:rsid w:val="001B0278"/>
    <w:rsid w:val="001B03EB"/>
    <w:rsid w:val="001B0400"/>
    <w:rsid w:val="001B065C"/>
    <w:rsid w:val="001B103C"/>
    <w:rsid w:val="001B1E11"/>
    <w:rsid w:val="001B239C"/>
    <w:rsid w:val="001B29AF"/>
    <w:rsid w:val="001B3090"/>
    <w:rsid w:val="001B31D1"/>
    <w:rsid w:val="001B32C0"/>
    <w:rsid w:val="001B37EA"/>
    <w:rsid w:val="001B4706"/>
    <w:rsid w:val="001B4B94"/>
    <w:rsid w:val="001B5324"/>
    <w:rsid w:val="001B5A51"/>
    <w:rsid w:val="001B5AA0"/>
    <w:rsid w:val="001B5D69"/>
    <w:rsid w:val="001B604F"/>
    <w:rsid w:val="001B6387"/>
    <w:rsid w:val="001B6F74"/>
    <w:rsid w:val="001B7290"/>
    <w:rsid w:val="001B76B6"/>
    <w:rsid w:val="001B77AE"/>
    <w:rsid w:val="001C023C"/>
    <w:rsid w:val="001C02DF"/>
    <w:rsid w:val="001C07D0"/>
    <w:rsid w:val="001C0AAF"/>
    <w:rsid w:val="001C103A"/>
    <w:rsid w:val="001C187E"/>
    <w:rsid w:val="001C1E4F"/>
    <w:rsid w:val="001C2010"/>
    <w:rsid w:val="001C2139"/>
    <w:rsid w:val="001C2305"/>
    <w:rsid w:val="001C25B4"/>
    <w:rsid w:val="001C2C6C"/>
    <w:rsid w:val="001C333A"/>
    <w:rsid w:val="001C34A1"/>
    <w:rsid w:val="001C3525"/>
    <w:rsid w:val="001C378B"/>
    <w:rsid w:val="001C4C28"/>
    <w:rsid w:val="001C5250"/>
    <w:rsid w:val="001C57A1"/>
    <w:rsid w:val="001C585F"/>
    <w:rsid w:val="001C5EA0"/>
    <w:rsid w:val="001C5EF3"/>
    <w:rsid w:val="001C6193"/>
    <w:rsid w:val="001C6495"/>
    <w:rsid w:val="001C6754"/>
    <w:rsid w:val="001C757C"/>
    <w:rsid w:val="001C7B6F"/>
    <w:rsid w:val="001C7D98"/>
    <w:rsid w:val="001D041F"/>
    <w:rsid w:val="001D0BCA"/>
    <w:rsid w:val="001D1067"/>
    <w:rsid w:val="001D22D3"/>
    <w:rsid w:val="001D23CA"/>
    <w:rsid w:val="001D261A"/>
    <w:rsid w:val="001D2E39"/>
    <w:rsid w:val="001D39B1"/>
    <w:rsid w:val="001D3B6A"/>
    <w:rsid w:val="001D3D60"/>
    <w:rsid w:val="001D3E38"/>
    <w:rsid w:val="001D40DD"/>
    <w:rsid w:val="001D462E"/>
    <w:rsid w:val="001D4988"/>
    <w:rsid w:val="001D4BE2"/>
    <w:rsid w:val="001D5075"/>
    <w:rsid w:val="001D5438"/>
    <w:rsid w:val="001D5A19"/>
    <w:rsid w:val="001D616F"/>
    <w:rsid w:val="001D65AD"/>
    <w:rsid w:val="001D6970"/>
    <w:rsid w:val="001D6B7F"/>
    <w:rsid w:val="001D72FE"/>
    <w:rsid w:val="001E0469"/>
    <w:rsid w:val="001E0754"/>
    <w:rsid w:val="001E09B8"/>
    <w:rsid w:val="001E0A21"/>
    <w:rsid w:val="001E1144"/>
    <w:rsid w:val="001E18CC"/>
    <w:rsid w:val="001E1A9A"/>
    <w:rsid w:val="001E21C6"/>
    <w:rsid w:val="001E245E"/>
    <w:rsid w:val="001E26E3"/>
    <w:rsid w:val="001E2A78"/>
    <w:rsid w:val="001E2F5F"/>
    <w:rsid w:val="001E4245"/>
    <w:rsid w:val="001E438B"/>
    <w:rsid w:val="001E44F2"/>
    <w:rsid w:val="001E489A"/>
    <w:rsid w:val="001E5947"/>
    <w:rsid w:val="001E630C"/>
    <w:rsid w:val="001E6533"/>
    <w:rsid w:val="001E6671"/>
    <w:rsid w:val="001E7383"/>
    <w:rsid w:val="001E78A2"/>
    <w:rsid w:val="001F07DA"/>
    <w:rsid w:val="001F085A"/>
    <w:rsid w:val="001F0BAE"/>
    <w:rsid w:val="001F0E94"/>
    <w:rsid w:val="001F18D5"/>
    <w:rsid w:val="001F2BA6"/>
    <w:rsid w:val="001F2C4D"/>
    <w:rsid w:val="001F303A"/>
    <w:rsid w:val="001F322D"/>
    <w:rsid w:val="001F334C"/>
    <w:rsid w:val="001F337B"/>
    <w:rsid w:val="001F3DAE"/>
    <w:rsid w:val="001F4160"/>
    <w:rsid w:val="001F4222"/>
    <w:rsid w:val="001F42B1"/>
    <w:rsid w:val="001F452F"/>
    <w:rsid w:val="001F45BE"/>
    <w:rsid w:val="001F481B"/>
    <w:rsid w:val="001F49D8"/>
    <w:rsid w:val="001F4C3F"/>
    <w:rsid w:val="001F4D40"/>
    <w:rsid w:val="001F50C1"/>
    <w:rsid w:val="001F51AF"/>
    <w:rsid w:val="001F57D4"/>
    <w:rsid w:val="001F705F"/>
    <w:rsid w:val="001F74B9"/>
    <w:rsid w:val="001F7522"/>
    <w:rsid w:val="001F7963"/>
    <w:rsid w:val="001F7E31"/>
    <w:rsid w:val="00200090"/>
    <w:rsid w:val="00200243"/>
    <w:rsid w:val="002003C3"/>
    <w:rsid w:val="002003C6"/>
    <w:rsid w:val="0020070B"/>
    <w:rsid w:val="00200954"/>
    <w:rsid w:val="00201ACE"/>
    <w:rsid w:val="002020FC"/>
    <w:rsid w:val="00202122"/>
    <w:rsid w:val="00202319"/>
    <w:rsid w:val="002023EB"/>
    <w:rsid w:val="0020248C"/>
    <w:rsid w:val="00202863"/>
    <w:rsid w:val="002037BC"/>
    <w:rsid w:val="00203CBE"/>
    <w:rsid w:val="00203E6C"/>
    <w:rsid w:val="002046DB"/>
    <w:rsid w:val="00204C34"/>
    <w:rsid w:val="0020565A"/>
    <w:rsid w:val="002057FB"/>
    <w:rsid w:val="002073C3"/>
    <w:rsid w:val="002074E9"/>
    <w:rsid w:val="00207A1C"/>
    <w:rsid w:val="002101A2"/>
    <w:rsid w:val="002101C6"/>
    <w:rsid w:val="002106D8"/>
    <w:rsid w:val="00210B46"/>
    <w:rsid w:val="002116CA"/>
    <w:rsid w:val="00211D2E"/>
    <w:rsid w:val="00212494"/>
    <w:rsid w:val="002128FC"/>
    <w:rsid w:val="00212E76"/>
    <w:rsid w:val="0021360E"/>
    <w:rsid w:val="00213B17"/>
    <w:rsid w:val="00213D6F"/>
    <w:rsid w:val="00214943"/>
    <w:rsid w:val="00214B9A"/>
    <w:rsid w:val="00214C1E"/>
    <w:rsid w:val="00214C89"/>
    <w:rsid w:val="0021572B"/>
    <w:rsid w:val="00215743"/>
    <w:rsid w:val="002158A7"/>
    <w:rsid w:val="00215DA1"/>
    <w:rsid w:val="0021634F"/>
    <w:rsid w:val="0021670B"/>
    <w:rsid w:val="00216BA9"/>
    <w:rsid w:val="00217250"/>
    <w:rsid w:val="00217EF3"/>
    <w:rsid w:val="00217F62"/>
    <w:rsid w:val="00220411"/>
    <w:rsid w:val="002204ED"/>
    <w:rsid w:val="002206A7"/>
    <w:rsid w:val="002207D1"/>
    <w:rsid w:val="00220A77"/>
    <w:rsid w:val="00220ACD"/>
    <w:rsid w:val="00220F4A"/>
    <w:rsid w:val="0022118F"/>
    <w:rsid w:val="0022131F"/>
    <w:rsid w:val="00221BA3"/>
    <w:rsid w:val="002229F3"/>
    <w:rsid w:val="00223468"/>
    <w:rsid w:val="002252D2"/>
    <w:rsid w:val="0022563E"/>
    <w:rsid w:val="00225BA4"/>
    <w:rsid w:val="00226473"/>
    <w:rsid w:val="00226971"/>
    <w:rsid w:val="002272DB"/>
    <w:rsid w:val="002275FE"/>
    <w:rsid w:val="0022761C"/>
    <w:rsid w:val="00227729"/>
    <w:rsid w:val="00227BC3"/>
    <w:rsid w:val="00227E93"/>
    <w:rsid w:val="002300A4"/>
    <w:rsid w:val="00230166"/>
    <w:rsid w:val="00230354"/>
    <w:rsid w:val="00230445"/>
    <w:rsid w:val="00230769"/>
    <w:rsid w:val="00230F0B"/>
    <w:rsid w:val="00231485"/>
    <w:rsid w:val="00231AF8"/>
    <w:rsid w:val="00232396"/>
    <w:rsid w:val="002324BC"/>
    <w:rsid w:val="002332A4"/>
    <w:rsid w:val="00233428"/>
    <w:rsid w:val="00233F52"/>
    <w:rsid w:val="0023431A"/>
    <w:rsid w:val="002347D8"/>
    <w:rsid w:val="0023540B"/>
    <w:rsid w:val="00235491"/>
    <w:rsid w:val="0023596C"/>
    <w:rsid w:val="00235B55"/>
    <w:rsid w:val="00236619"/>
    <w:rsid w:val="00236DAA"/>
    <w:rsid w:val="0023749C"/>
    <w:rsid w:val="0023750E"/>
    <w:rsid w:val="00237558"/>
    <w:rsid w:val="00237919"/>
    <w:rsid w:val="00237B64"/>
    <w:rsid w:val="00237C04"/>
    <w:rsid w:val="00237F41"/>
    <w:rsid w:val="002402A4"/>
    <w:rsid w:val="002409D0"/>
    <w:rsid w:val="00240E7B"/>
    <w:rsid w:val="00241095"/>
    <w:rsid w:val="00241808"/>
    <w:rsid w:val="00241E07"/>
    <w:rsid w:val="0024216E"/>
    <w:rsid w:val="00242418"/>
    <w:rsid w:val="0024246F"/>
    <w:rsid w:val="00242483"/>
    <w:rsid w:val="00242B1B"/>
    <w:rsid w:val="0024376F"/>
    <w:rsid w:val="002439BB"/>
    <w:rsid w:val="002444F7"/>
    <w:rsid w:val="002445E2"/>
    <w:rsid w:val="00244893"/>
    <w:rsid w:val="00244970"/>
    <w:rsid w:val="00244AB8"/>
    <w:rsid w:val="00244C04"/>
    <w:rsid w:val="00244E15"/>
    <w:rsid w:val="0024560A"/>
    <w:rsid w:val="0024577D"/>
    <w:rsid w:val="00245D20"/>
    <w:rsid w:val="00246353"/>
    <w:rsid w:val="00246400"/>
    <w:rsid w:val="00246C3E"/>
    <w:rsid w:val="00246EC9"/>
    <w:rsid w:val="00247102"/>
    <w:rsid w:val="002477C1"/>
    <w:rsid w:val="00247C62"/>
    <w:rsid w:val="002511C5"/>
    <w:rsid w:val="002513FD"/>
    <w:rsid w:val="002517B7"/>
    <w:rsid w:val="0025182E"/>
    <w:rsid w:val="00251C35"/>
    <w:rsid w:val="00251DE7"/>
    <w:rsid w:val="00252071"/>
    <w:rsid w:val="00252294"/>
    <w:rsid w:val="002526B6"/>
    <w:rsid w:val="0025270F"/>
    <w:rsid w:val="00252CD5"/>
    <w:rsid w:val="00252E77"/>
    <w:rsid w:val="00252EB6"/>
    <w:rsid w:val="00253070"/>
    <w:rsid w:val="002530CB"/>
    <w:rsid w:val="002532BE"/>
    <w:rsid w:val="002532E0"/>
    <w:rsid w:val="0025358A"/>
    <w:rsid w:val="002536C5"/>
    <w:rsid w:val="00253ECB"/>
    <w:rsid w:val="00254205"/>
    <w:rsid w:val="002545CE"/>
    <w:rsid w:val="00254C4A"/>
    <w:rsid w:val="002552AB"/>
    <w:rsid w:val="00255A3B"/>
    <w:rsid w:val="00255C11"/>
    <w:rsid w:val="002564BC"/>
    <w:rsid w:val="00256570"/>
    <w:rsid w:val="002565D2"/>
    <w:rsid w:val="00256ABA"/>
    <w:rsid w:val="00256BBF"/>
    <w:rsid w:val="00256F35"/>
    <w:rsid w:val="00257046"/>
    <w:rsid w:val="002574F2"/>
    <w:rsid w:val="002579F9"/>
    <w:rsid w:val="00257FAD"/>
    <w:rsid w:val="00257FD3"/>
    <w:rsid w:val="0026078C"/>
    <w:rsid w:val="00260A92"/>
    <w:rsid w:val="00260BC0"/>
    <w:rsid w:val="00261144"/>
    <w:rsid w:val="0026157F"/>
    <w:rsid w:val="0026169E"/>
    <w:rsid w:val="00261C5B"/>
    <w:rsid w:val="00262677"/>
    <w:rsid w:val="00263147"/>
    <w:rsid w:val="002632E0"/>
    <w:rsid w:val="00263407"/>
    <w:rsid w:val="002638C3"/>
    <w:rsid w:val="00263AC2"/>
    <w:rsid w:val="00263DBD"/>
    <w:rsid w:val="002644E7"/>
    <w:rsid w:val="00264FF1"/>
    <w:rsid w:val="00265F2F"/>
    <w:rsid w:val="002663BD"/>
    <w:rsid w:val="002669B0"/>
    <w:rsid w:val="00266D76"/>
    <w:rsid w:val="00266E90"/>
    <w:rsid w:val="002672D5"/>
    <w:rsid w:val="002673BC"/>
    <w:rsid w:val="002702A1"/>
    <w:rsid w:val="00270F8D"/>
    <w:rsid w:val="00271121"/>
    <w:rsid w:val="002719BE"/>
    <w:rsid w:val="00272678"/>
    <w:rsid w:val="00272ADA"/>
    <w:rsid w:val="00272D47"/>
    <w:rsid w:val="0027309D"/>
    <w:rsid w:val="002739E8"/>
    <w:rsid w:val="002746EB"/>
    <w:rsid w:val="00274951"/>
    <w:rsid w:val="00274E2C"/>
    <w:rsid w:val="002750C0"/>
    <w:rsid w:val="002750D7"/>
    <w:rsid w:val="002754BB"/>
    <w:rsid w:val="0027567A"/>
    <w:rsid w:val="00275DF7"/>
    <w:rsid w:val="00275EAF"/>
    <w:rsid w:val="00276E69"/>
    <w:rsid w:val="002771B2"/>
    <w:rsid w:val="002771CD"/>
    <w:rsid w:val="0027770C"/>
    <w:rsid w:val="002804CA"/>
    <w:rsid w:val="00280507"/>
    <w:rsid w:val="00280B0C"/>
    <w:rsid w:val="00281336"/>
    <w:rsid w:val="0028245B"/>
    <w:rsid w:val="00282549"/>
    <w:rsid w:val="0028255D"/>
    <w:rsid w:val="00282A00"/>
    <w:rsid w:val="0028346B"/>
    <w:rsid w:val="002835CD"/>
    <w:rsid w:val="00283CEC"/>
    <w:rsid w:val="00283DC8"/>
    <w:rsid w:val="002844F1"/>
    <w:rsid w:val="002847BC"/>
    <w:rsid w:val="002847F3"/>
    <w:rsid w:val="002851FD"/>
    <w:rsid w:val="002855C2"/>
    <w:rsid w:val="00285846"/>
    <w:rsid w:val="00285AB3"/>
    <w:rsid w:val="00285C53"/>
    <w:rsid w:val="00285ED7"/>
    <w:rsid w:val="00285FF1"/>
    <w:rsid w:val="00286269"/>
    <w:rsid w:val="002864D2"/>
    <w:rsid w:val="00286933"/>
    <w:rsid w:val="002869AF"/>
    <w:rsid w:val="00287256"/>
    <w:rsid w:val="00287291"/>
    <w:rsid w:val="00287294"/>
    <w:rsid w:val="00287D9A"/>
    <w:rsid w:val="00290B42"/>
    <w:rsid w:val="00291FA0"/>
    <w:rsid w:val="00291FB8"/>
    <w:rsid w:val="00292085"/>
    <w:rsid w:val="0029217D"/>
    <w:rsid w:val="002923A9"/>
    <w:rsid w:val="00293BBD"/>
    <w:rsid w:val="00293F6C"/>
    <w:rsid w:val="00294011"/>
    <w:rsid w:val="00294AE0"/>
    <w:rsid w:val="00294CB3"/>
    <w:rsid w:val="00295675"/>
    <w:rsid w:val="002964BC"/>
    <w:rsid w:val="002965FF"/>
    <w:rsid w:val="0029668B"/>
    <w:rsid w:val="002966BF"/>
    <w:rsid w:val="00297BA7"/>
    <w:rsid w:val="00297BB8"/>
    <w:rsid w:val="002A08AC"/>
    <w:rsid w:val="002A1364"/>
    <w:rsid w:val="002A15A0"/>
    <w:rsid w:val="002A183A"/>
    <w:rsid w:val="002A2562"/>
    <w:rsid w:val="002A258B"/>
    <w:rsid w:val="002A2B77"/>
    <w:rsid w:val="002A2CAB"/>
    <w:rsid w:val="002A3608"/>
    <w:rsid w:val="002A3794"/>
    <w:rsid w:val="002A3B84"/>
    <w:rsid w:val="002A4276"/>
    <w:rsid w:val="002A44E6"/>
    <w:rsid w:val="002A4EC2"/>
    <w:rsid w:val="002A5090"/>
    <w:rsid w:val="002A5257"/>
    <w:rsid w:val="002A53F1"/>
    <w:rsid w:val="002A5685"/>
    <w:rsid w:val="002A5A48"/>
    <w:rsid w:val="002A6505"/>
    <w:rsid w:val="002A6A00"/>
    <w:rsid w:val="002A6CBA"/>
    <w:rsid w:val="002A70B0"/>
    <w:rsid w:val="002A765F"/>
    <w:rsid w:val="002A79C1"/>
    <w:rsid w:val="002A7B62"/>
    <w:rsid w:val="002A7CE9"/>
    <w:rsid w:val="002A7D65"/>
    <w:rsid w:val="002B0118"/>
    <w:rsid w:val="002B028E"/>
    <w:rsid w:val="002B0CFD"/>
    <w:rsid w:val="002B1178"/>
    <w:rsid w:val="002B1673"/>
    <w:rsid w:val="002B17D5"/>
    <w:rsid w:val="002B1A49"/>
    <w:rsid w:val="002B1D87"/>
    <w:rsid w:val="002B25F6"/>
    <w:rsid w:val="002B2670"/>
    <w:rsid w:val="002B27A0"/>
    <w:rsid w:val="002B2884"/>
    <w:rsid w:val="002B288E"/>
    <w:rsid w:val="002B33EE"/>
    <w:rsid w:val="002B351D"/>
    <w:rsid w:val="002B3A13"/>
    <w:rsid w:val="002B3C2A"/>
    <w:rsid w:val="002B3E52"/>
    <w:rsid w:val="002B3E61"/>
    <w:rsid w:val="002B4230"/>
    <w:rsid w:val="002B5887"/>
    <w:rsid w:val="002B61A5"/>
    <w:rsid w:val="002B6927"/>
    <w:rsid w:val="002B6EF0"/>
    <w:rsid w:val="002B72EC"/>
    <w:rsid w:val="002B7912"/>
    <w:rsid w:val="002C002E"/>
    <w:rsid w:val="002C047A"/>
    <w:rsid w:val="002C1E38"/>
    <w:rsid w:val="002C20A4"/>
    <w:rsid w:val="002C22E3"/>
    <w:rsid w:val="002C23F4"/>
    <w:rsid w:val="002C26EF"/>
    <w:rsid w:val="002C27B7"/>
    <w:rsid w:val="002C2BAE"/>
    <w:rsid w:val="002C2D40"/>
    <w:rsid w:val="002C2D72"/>
    <w:rsid w:val="002C2DC5"/>
    <w:rsid w:val="002C2FCD"/>
    <w:rsid w:val="002C3879"/>
    <w:rsid w:val="002C3A97"/>
    <w:rsid w:val="002C3F4B"/>
    <w:rsid w:val="002C41A6"/>
    <w:rsid w:val="002C456E"/>
    <w:rsid w:val="002C48E6"/>
    <w:rsid w:val="002C4A70"/>
    <w:rsid w:val="002C4C8E"/>
    <w:rsid w:val="002C576D"/>
    <w:rsid w:val="002C5B36"/>
    <w:rsid w:val="002C5B6A"/>
    <w:rsid w:val="002C6336"/>
    <w:rsid w:val="002C6458"/>
    <w:rsid w:val="002C6628"/>
    <w:rsid w:val="002C6D26"/>
    <w:rsid w:val="002C6F14"/>
    <w:rsid w:val="002C7326"/>
    <w:rsid w:val="002C7D3D"/>
    <w:rsid w:val="002C7F08"/>
    <w:rsid w:val="002D01AC"/>
    <w:rsid w:val="002D03D0"/>
    <w:rsid w:val="002D05C5"/>
    <w:rsid w:val="002D05DA"/>
    <w:rsid w:val="002D0D4C"/>
    <w:rsid w:val="002D0E81"/>
    <w:rsid w:val="002D107C"/>
    <w:rsid w:val="002D13F7"/>
    <w:rsid w:val="002D1A6C"/>
    <w:rsid w:val="002D1E43"/>
    <w:rsid w:val="002D202F"/>
    <w:rsid w:val="002D25E5"/>
    <w:rsid w:val="002D269C"/>
    <w:rsid w:val="002D2C49"/>
    <w:rsid w:val="002D35C3"/>
    <w:rsid w:val="002D3761"/>
    <w:rsid w:val="002D4DFF"/>
    <w:rsid w:val="002D516B"/>
    <w:rsid w:val="002D547E"/>
    <w:rsid w:val="002D562E"/>
    <w:rsid w:val="002D57F9"/>
    <w:rsid w:val="002D5CB9"/>
    <w:rsid w:val="002D6E85"/>
    <w:rsid w:val="002E0541"/>
    <w:rsid w:val="002E0B1A"/>
    <w:rsid w:val="002E170E"/>
    <w:rsid w:val="002E1738"/>
    <w:rsid w:val="002E2C07"/>
    <w:rsid w:val="002E2DCF"/>
    <w:rsid w:val="002E2F19"/>
    <w:rsid w:val="002E315F"/>
    <w:rsid w:val="002E3489"/>
    <w:rsid w:val="002E3781"/>
    <w:rsid w:val="002E37EE"/>
    <w:rsid w:val="002E3B04"/>
    <w:rsid w:val="002E3C93"/>
    <w:rsid w:val="002E45C2"/>
    <w:rsid w:val="002E4ABA"/>
    <w:rsid w:val="002E4D2C"/>
    <w:rsid w:val="002E4EFD"/>
    <w:rsid w:val="002E51F9"/>
    <w:rsid w:val="002E5AF2"/>
    <w:rsid w:val="002E5C8B"/>
    <w:rsid w:val="002E6172"/>
    <w:rsid w:val="002E6C3A"/>
    <w:rsid w:val="002E763A"/>
    <w:rsid w:val="002E77F8"/>
    <w:rsid w:val="002E7C94"/>
    <w:rsid w:val="002E7D39"/>
    <w:rsid w:val="002E7D86"/>
    <w:rsid w:val="002F0106"/>
    <w:rsid w:val="002F0628"/>
    <w:rsid w:val="002F1379"/>
    <w:rsid w:val="002F1B53"/>
    <w:rsid w:val="002F2054"/>
    <w:rsid w:val="002F2423"/>
    <w:rsid w:val="002F334D"/>
    <w:rsid w:val="002F3704"/>
    <w:rsid w:val="002F4255"/>
    <w:rsid w:val="002F5534"/>
    <w:rsid w:val="002F56B1"/>
    <w:rsid w:val="002F5D0C"/>
    <w:rsid w:val="002F6199"/>
    <w:rsid w:val="002F6442"/>
    <w:rsid w:val="002F6DE5"/>
    <w:rsid w:val="002F7117"/>
    <w:rsid w:val="002F71A3"/>
    <w:rsid w:val="002F7212"/>
    <w:rsid w:val="003003BA"/>
    <w:rsid w:val="003013F3"/>
    <w:rsid w:val="003018C1"/>
    <w:rsid w:val="00301F16"/>
    <w:rsid w:val="00302347"/>
    <w:rsid w:val="0030278B"/>
    <w:rsid w:val="00302C85"/>
    <w:rsid w:val="00302DF6"/>
    <w:rsid w:val="00303844"/>
    <w:rsid w:val="00303DDE"/>
    <w:rsid w:val="00303DF2"/>
    <w:rsid w:val="00304155"/>
    <w:rsid w:val="003043FA"/>
    <w:rsid w:val="0030440B"/>
    <w:rsid w:val="003047B3"/>
    <w:rsid w:val="00304BB7"/>
    <w:rsid w:val="00305621"/>
    <w:rsid w:val="00305881"/>
    <w:rsid w:val="00306217"/>
    <w:rsid w:val="0030629C"/>
    <w:rsid w:val="003065D4"/>
    <w:rsid w:val="003065F7"/>
    <w:rsid w:val="003070B2"/>
    <w:rsid w:val="003071E9"/>
    <w:rsid w:val="0030729B"/>
    <w:rsid w:val="00307354"/>
    <w:rsid w:val="0030769A"/>
    <w:rsid w:val="0030779A"/>
    <w:rsid w:val="003100DC"/>
    <w:rsid w:val="00310A62"/>
    <w:rsid w:val="00310CAD"/>
    <w:rsid w:val="00310F70"/>
    <w:rsid w:val="00311174"/>
    <w:rsid w:val="0031124B"/>
    <w:rsid w:val="00311441"/>
    <w:rsid w:val="0031171B"/>
    <w:rsid w:val="0031175D"/>
    <w:rsid w:val="003118AB"/>
    <w:rsid w:val="00311CF6"/>
    <w:rsid w:val="00311FDF"/>
    <w:rsid w:val="003122BD"/>
    <w:rsid w:val="00312357"/>
    <w:rsid w:val="0031240E"/>
    <w:rsid w:val="0031298B"/>
    <w:rsid w:val="00313439"/>
    <w:rsid w:val="00313E1A"/>
    <w:rsid w:val="0031439F"/>
    <w:rsid w:val="0031456C"/>
    <w:rsid w:val="00314642"/>
    <w:rsid w:val="00314A2B"/>
    <w:rsid w:val="00314AA5"/>
    <w:rsid w:val="00314B5B"/>
    <w:rsid w:val="00314F61"/>
    <w:rsid w:val="00314FE8"/>
    <w:rsid w:val="00315355"/>
    <w:rsid w:val="00315F9C"/>
    <w:rsid w:val="00315FB3"/>
    <w:rsid w:val="00316015"/>
    <w:rsid w:val="003160FB"/>
    <w:rsid w:val="00316948"/>
    <w:rsid w:val="00316C40"/>
    <w:rsid w:val="00316D96"/>
    <w:rsid w:val="0031790B"/>
    <w:rsid w:val="00320709"/>
    <w:rsid w:val="00321612"/>
    <w:rsid w:val="003222E0"/>
    <w:rsid w:val="0032231F"/>
    <w:rsid w:val="003227B7"/>
    <w:rsid w:val="003232AF"/>
    <w:rsid w:val="00323382"/>
    <w:rsid w:val="003233AA"/>
    <w:rsid w:val="003235F6"/>
    <w:rsid w:val="00323747"/>
    <w:rsid w:val="0032394D"/>
    <w:rsid w:val="00323A6E"/>
    <w:rsid w:val="00323CE6"/>
    <w:rsid w:val="00323CF2"/>
    <w:rsid w:val="00323F5C"/>
    <w:rsid w:val="0032453E"/>
    <w:rsid w:val="00324D80"/>
    <w:rsid w:val="00324DE4"/>
    <w:rsid w:val="003252B7"/>
    <w:rsid w:val="00325A82"/>
    <w:rsid w:val="00325C72"/>
    <w:rsid w:val="00326353"/>
    <w:rsid w:val="00326FE5"/>
    <w:rsid w:val="00327AE3"/>
    <w:rsid w:val="00327BD3"/>
    <w:rsid w:val="003311A6"/>
    <w:rsid w:val="00331403"/>
    <w:rsid w:val="003324D0"/>
    <w:rsid w:val="0033344C"/>
    <w:rsid w:val="00333A94"/>
    <w:rsid w:val="003340BF"/>
    <w:rsid w:val="003342B0"/>
    <w:rsid w:val="00334A3E"/>
    <w:rsid w:val="00334F5B"/>
    <w:rsid w:val="00335561"/>
    <w:rsid w:val="003358FD"/>
    <w:rsid w:val="00335926"/>
    <w:rsid w:val="00336545"/>
    <w:rsid w:val="0033664B"/>
    <w:rsid w:val="00336997"/>
    <w:rsid w:val="003370C6"/>
    <w:rsid w:val="0034034B"/>
    <w:rsid w:val="00340516"/>
    <w:rsid w:val="0034091D"/>
    <w:rsid w:val="003416E8"/>
    <w:rsid w:val="003418E9"/>
    <w:rsid w:val="00341F47"/>
    <w:rsid w:val="00342A09"/>
    <w:rsid w:val="00342BEB"/>
    <w:rsid w:val="003430DB"/>
    <w:rsid w:val="0034337D"/>
    <w:rsid w:val="00343592"/>
    <w:rsid w:val="003435E5"/>
    <w:rsid w:val="00343DEE"/>
    <w:rsid w:val="00344311"/>
    <w:rsid w:val="003450A7"/>
    <w:rsid w:val="00345EAE"/>
    <w:rsid w:val="00346595"/>
    <w:rsid w:val="003465DA"/>
    <w:rsid w:val="003466B5"/>
    <w:rsid w:val="00346804"/>
    <w:rsid w:val="0034695F"/>
    <w:rsid w:val="003469A1"/>
    <w:rsid w:val="003471F5"/>
    <w:rsid w:val="003474B6"/>
    <w:rsid w:val="00347549"/>
    <w:rsid w:val="0034759F"/>
    <w:rsid w:val="003506CD"/>
    <w:rsid w:val="00350B02"/>
    <w:rsid w:val="00350C2C"/>
    <w:rsid w:val="003512D0"/>
    <w:rsid w:val="00351804"/>
    <w:rsid w:val="00352006"/>
    <w:rsid w:val="00352B6C"/>
    <w:rsid w:val="00353583"/>
    <w:rsid w:val="00353D20"/>
    <w:rsid w:val="00354AAF"/>
    <w:rsid w:val="00354BB1"/>
    <w:rsid w:val="00354C58"/>
    <w:rsid w:val="00355563"/>
    <w:rsid w:val="00355A11"/>
    <w:rsid w:val="00355B08"/>
    <w:rsid w:val="00355C40"/>
    <w:rsid w:val="00355D3F"/>
    <w:rsid w:val="003560C8"/>
    <w:rsid w:val="003570F4"/>
    <w:rsid w:val="003572E2"/>
    <w:rsid w:val="003577BA"/>
    <w:rsid w:val="00360159"/>
    <w:rsid w:val="00360678"/>
    <w:rsid w:val="00360B56"/>
    <w:rsid w:val="00361949"/>
    <w:rsid w:val="00362E6B"/>
    <w:rsid w:val="00362F2D"/>
    <w:rsid w:val="00363555"/>
    <w:rsid w:val="00363C48"/>
    <w:rsid w:val="00363D29"/>
    <w:rsid w:val="0036426F"/>
    <w:rsid w:val="0036430E"/>
    <w:rsid w:val="0036480D"/>
    <w:rsid w:val="00365414"/>
    <w:rsid w:val="00367179"/>
    <w:rsid w:val="00367454"/>
    <w:rsid w:val="00367715"/>
    <w:rsid w:val="0036780C"/>
    <w:rsid w:val="00367AC2"/>
    <w:rsid w:val="00367B3D"/>
    <w:rsid w:val="00370109"/>
    <w:rsid w:val="003703A9"/>
    <w:rsid w:val="003703CD"/>
    <w:rsid w:val="003707DA"/>
    <w:rsid w:val="003712FC"/>
    <w:rsid w:val="00371511"/>
    <w:rsid w:val="00371B21"/>
    <w:rsid w:val="00371CAA"/>
    <w:rsid w:val="0037204F"/>
    <w:rsid w:val="00372408"/>
    <w:rsid w:val="00372509"/>
    <w:rsid w:val="00372AFA"/>
    <w:rsid w:val="00372DDF"/>
    <w:rsid w:val="00374347"/>
    <w:rsid w:val="003744EA"/>
    <w:rsid w:val="00374AEB"/>
    <w:rsid w:val="00374C43"/>
    <w:rsid w:val="003755CE"/>
    <w:rsid w:val="003756C0"/>
    <w:rsid w:val="00375B3A"/>
    <w:rsid w:val="00375D47"/>
    <w:rsid w:val="003762DB"/>
    <w:rsid w:val="00376557"/>
    <w:rsid w:val="003768FA"/>
    <w:rsid w:val="003776B4"/>
    <w:rsid w:val="00377B60"/>
    <w:rsid w:val="003802D0"/>
    <w:rsid w:val="003807FD"/>
    <w:rsid w:val="00380858"/>
    <w:rsid w:val="00380FE4"/>
    <w:rsid w:val="00381281"/>
    <w:rsid w:val="00381571"/>
    <w:rsid w:val="0038197D"/>
    <w:rsid w:val="00381A24"/>
    <w:rsid w:val="00382607"/>
    <w:rsid w:val="00382AF2"/>
    <w:rsid w:val="0038319E"/>
    <w:rsid w:val="00384214"/>
    <w:rsid w:val="00384236"/>
    <w:rsid w:val="0038490E"/>
    <w:rsid w:val="00384961"/>
    <w:rsid w:val="00384B8B"/>
    <w:rsid w:val="00384C21"/>
    <w:rsid w:val="00384F62"/>
    <w:rsid w:val="0038517B"/>
    <w:rsid w:val="00385AD6"/>
    <w:rsid w:val="00385C8F"/>
    <w:rsid w:val="00386232"/>
    <w:rsid w:val="00386FDD"/>
    <w:rsid w:val="003870CE"/>
    <w:rsid w:val="00387F0C"/>
    <w:rsid w:val="00390750"/>
    <w:rsid w:val="003907CD"/>
    <w:rsid w:val="00390CC3"/>
    <w:rsid w:val="00391243"/>
    <w:rsid w:val="00391244"/>
    <w:rsid w:val="0039128B"/>
    <w:rsid w:val="00391B68"/>
    <w:rsid w:val="00392960"/>
    <w:rsid w:val="0039367C"/>
    <w:rsid w:val="00393DAD"/>
    <w:rsid w:val="00394126"/>
    <w:rsid w:val="0039424B"/>
    <w:rsid w:val="003943F2"/>
    <w:rsid w:val="00394D7C"/>
    <w:rsid w:val="0039566E"/>
    <w:rsid w:val="00395C6B"/>
    <w:rsid w:val="00396354"/>
    <w:rsid w:val="00396B55"/>
    <w:rsid w:val="00396E68"/>
    <w:rsid w:val="00397109"/>
    <w:rsid w:val="00397B15"/>
    <w:rsid w:val="00397B4A"/>
    <w:rsid w:val="00397D40"/>
    <w:rsid w:val="003A007A"/>
    <w:rsid w:val="003A0099"/>
    <w:rsid w:val="003A0DF9"/>
    <w:rsid w:val="003A1530"/>
    <w:rsid w:val="003A16AD"/>
    <w:rsid w:val="003A1B62"/>
    <w:rsid w:val="003A1FA6"/>
    <w:rsid w:val="003A2130"/>
    <w:rsid w:val="003A3098"/>
    <w:rsid w:val="003A35D3"/>
    <w:rsid w:val="003A3B1F"/>
    <w:rsid w:val="003A3D40"/>
    <w:rsid w:val="003A4AA3"/>
    <w:rsid w:val="003A4C2F"/>
    <w:rsid w:val="003A511B"/>
    <w:rsid w:val="003A5929"/>
    <w:rsid w:val="003A5A89"/>
    <w:rsid w:val="003A5B71"/>
    <w:rsid w:val="003A5B7C"/>
    <w:rsid w:val="003A5BFC"/>
    <w:rsid w:val="003A615C"/>
    <w:rsid w:val="003A6395"/>
    <w:rsid w:val="003A6C91"/>
    <w:rsid w:val="003A6E8C"/>
    <w:rsid w:val="003A6EF0"/>
    <w:rsid w:val="003A76F0"/>
    <w:rsid w:val="003A7B40"/>
    <w:rsid w:val="003A7B4A"/>
    <w:rsid w:val="003B01B9"/>
    <w:rsid w:val="003B02F3"/>
    <w:rsid w:val="003B0333"/>
    <w:rsid w:val="003B0AAD"/>
    <w:rsid w:val="003B0C45"/>
    <w:rsid w:val="003B10AE"/>
    <w:rsid w:val="003B1823"/>
    <w:rsid w:val="003B196C"/>
    <w:rsid w:val="003B245E"/>
    <w:rsid w:val="003B2550"/>
    <w:rsid w:val="003B25B6"/>
    <w:rsid w:val="003B268E"/>
    <w:rsid w:val="003B2D24"/>
    <w:rsid w:val="003B365B"/>
    <w:rsid w:val="003B388A"/>
    <w:rsid w:val="003B3B2B"/>
    <w:rsid w:val="003B3F93"/>
    <w:rsid w:val="003B48D2"/>
    <w:rsid w:val="003B5169"/>
    <w:rsid w:val="003B59EE"/>
    <w:rsid w:val="003B5E3C"/>
    <w:rsid w:val="003B6514"/>
    <w:rsid w:val="003B65A3"/>
    <w:rsid w:val="003B74D6"/>
    <w:rsid w:val="003B753F"/>
    <w:rsid w:val="003B7DDA"/>
    <w:rsid w:val="003C0953"/>
    <w:rsid w:val="003C12F2"/>
    <w:rsid w:val="003C1940"/>
    <w:rsid w:val="003C26EA"/>
    <w:rsid w:val="003C27FF"/>
    <w:rsid w:val="003C2869"/>
    <w:rsid w:val="003C2C3E"/>
    <w:rsid w:val="003C3024"/>
    <w:rsid w:val="003C42BA"/>
    <w:rsid w:val="003C466C"/>
    <w:rsid w:val="003C470D"/>
    <w:rsid w:val="003C49BE"/>
    <w:rsid w:val="003C49FA"/>
    <w:rsid w:val="003C55AB"/>
    <w:rsid w:val="003C55FE"/>
    <w:rsid w:val="003C5678"/>
    <w:rsid w:val="003C5C90"/>
    <w:rsid w:val="003C61EA"/>
    <w:rsid w:val="003C66B5"/>
    <w:rsid w:val="003C6878"/>
    <w:rsid w:val="003C68B8"/>
    <w:rsid w:val="003C69A4"/>
    <w:rsid w:val="003C783A"/>
    <w:rsid w:val="003C78D3"/>
    <w:rsid w:val="003C7EE3"/>
    <w:rsid w:val="003D027A"/>
    <w:rsid w:val="003D05C1"/>
    <w:rsid w:val="003D077E"/>
    <w:rsid w:val="003D0CA9"/>
    <w:rsid w:val="003D0CCF"/>
    <w:rsid w:val="003D0E0A"/>
    <w:rsid w:val="003D132C"/>
    <w:rsid w:val="003D1348"/>
    <w:rsid w:val="003D1E94"/>
    <w:rsid w:val="003D1F44"/>
    <w:rsid w:val="003D2088"/>
    <w:rsid w:val="003D24AF"/>
    <w:rsid w:val="003D2865"/>
    <w:rsid w:val="003D35B2"/>
    <w:rsid w:val="003D37E5"/>
    <w:rsid w:val="003D39DF"/>
    <w:rsid w:val="003D3AE8"/>
    <w:rsid w:val="003D5257"/>
    <w:rsid w:val="003D52F3"/>
    <w:rsid w:val="003D584F"/>
    <w:rsid w:val="003D5E7D"/>
    <w:rsid w:val="003D626D"/>
    <w:rsid w:val="003D650A"/>
    <w:rsid w:val="003D66EA"/>
    <w:rsid w:val="003D73FE"/>
    <w:rsid w:val="003D7408"/>
    <w:rsid w:val="003D7789"/>
    <w:rsid w:val="003D788A"/>
    <w:rsid w:val="003E06D6"/>
    <w:rsid w:val="003E08CD"/>
    <w:rsid w:val="003E0BAC"/>
    <w:rsid w:val="003E0F91"/>
    <w:rsid w:val="003E10F9"/>
    <w:rsid w:val="003E11DC"/>
    <w:rsid w:val="003E15FD"/>
    <w:rsid w:val="003E2071"/>
    <w:rsid w:val="003E2679"/>
    <w:rsid w:val="003E298E"/>
    <w:rsid w:val="003E2B99"/>
    <w:rsid w:val="003E2BC5"/>
    <w:rsid w:val="003E3300"/>
    <w:rsid w:val="003E352D"/>
    <w:rsid w:val="003E377B"/>
    <w:rsid w:val="003E3952"/>
    <w:rsid w:val="003E3B38"/>
    <w:rsid w:val="003E3E9A"/>
    <w:rsid w:val="003E4084"/>
    <w:rsid w:val="003E414E"/>
    <w:rsid w:val="003E45D8"/>
    <w:rsid w:val="003E4A8F"/>
    <w:rsid w:val="003E4E20"/>
    <w:rsid w:val="003E5014"/>
    <w:rsid w:val="003E54BC"/>
    <w:rsid w:val="003E57D4"/>
    <w:rsid w:val="003E57F4"/>
    <w:rsid w:val="003E5A94"/>
    <w:rsid w:val="003E60AD"/>
    <w:rsid w:val="003E625C"/>
    <w:rsid w:val="003E67AC"/>
    <w:rsid w:val="003E75E2"/>
    <w:rsid w:val="003E7674"/>
    <w:rsid w:val="003E7BD7"/>
    <w:rsid w:val="003E7FCB"/>
    <w:rsid w:val="003F040B"/>
    <w:rsid w:val="003F09ED"/>
    <w:rsid w:val="003F0DF0"/>
    <w:rsid w:val="003F1239"/>
    <w:rsid w:val="003F13D4"/>
    <w:rsid w:val="003F15B0"/>
    <w:rsid w:val="003F1701"/>
    <w:rsid w:val="003F20AE"/>
    <w:rsid w:val="003F266E"/>
    <w:rsid w:val="003F2EAB"/>
    <w:rsid w:val="003F3BE9"/>
    <w:rsid w:val="003F3E29"/>
    <w:rsid w:val="003F49C0"/>
    <w:rsid w:val="003F563B"/>
    <w:rsid w:val="003F584B"/>
    <w:rsid w:val="003F5B26"/>
    <w:rsid w:val="003F607C"/>
    <w:rsid w:val="003F689F"/>
    <w:rsid w:val="003F6925"/>
    <w:rsid w:val="003F6D58"/>
    <w:rsid w:val="003F76D7"/>
    <w:rsid w:val="003F76FC"/>
    <w:rsid w:val="003F7ACE"/>
    <w:rsid w:val="003F7DB9"/>
    <w:rsid w:val="00400315"/>
    <w:rsid w:val="004003FC"/>
    <w:rsid w:val="004008B0"/>
    <w:rsid w:val="00400B1F"/>
    <w:rsid w:val="0040111F"/>
    <w:rsid w:val="004012B1"/>
    <w:rsid w:val="0040135A"/>
    <w:rsid w:val="004013FF"/>
    <w:rsid w:val="0040143A"/>
    <w:rsid w:val="00401498"/>
    <w:rsid w:val="004014BA"/>
    <w:rsid w:val="004016AC"/>
    <w:rsid w:val="004017D6"/>
    <w:rsid w:val="00401A10"/>
    <w:rsid w:val="00401FF5"/>
    <w:rsid w:val="004029DC"/>
    <w:rsid w:val="00402A2A"/>
    <w:rsid w:val="00402ADB"/>
    <w:rsid w:val="004033E9"/>
    <w:rsid w:val="00403A9D"/>
    <w:rsid w:val="00404410"/>
    <w:rsid w:val="00404438"/>
    <w:rsid w:val="00404481"/>
    <w:rsid w:val="004059CA"/>
    <w:rsid w:val="00406282"/>
    <w:rsid w:val="0040687C"/>
    <w:rsid w:val="004068E7"/>
    <w:rsid w:val="00406F0B"/>
    <w:rsid w:val="00410052"/>
    <w:rsid w:val="00410321"/>
    <w:rsid w:val="004106DE"/>
    <w:rsid w:val="00410E0D"/>
    <w:rsid w:val="00411962"/>
    <w:rsid w:val="0041289E"/>
    <w:rsid w:val="00412902"/>
    <w:rsid w:val="00412D6F"/>
    <w:rsid w:val="004130A0"/>
    <w:rsid w:val="0041334B"/>
    <w:rsid w:val="00413969"/>
    <w:rsid w:val="00413B41"/>
    <w:rsid w:val="00413D70"/>
    <w:rsid w:val="0041404B"/>
    <w:rsid w:val="004140C0"/>
    <w:rsid w:val="004143BA"/>
    <w:rsid w:val="00414F58"/>
    <w:rsid w:val="004165AB"/>
    <w:rsid w:val="004165AC"/>
    <w:rsid w:val="004168A9"/>
    <w:rsid w:val="0041701C"/>
    <w:rsid w:val="00417199"/>
    <w:rsid w:val="004172C0"/>
    <w:rsid w:val="00417394"/>
    <w:rsid w:val="00417B08"/>
    <w:rsid w:val="004200D0"/>
    <w:rsid w:val="004204A8"/>
    <w:rsid w:val="00420DDB"/>
    <w:rsid w:val="004214EA"/>
    <w:rsid w:val="00421C3E"/>
    <w:rsid w:val="00422586"/>
    <w:rsid w:val="00422ABB"/>
    <w:rsid w:val="00422C54"/>
    <w:rsid w:val="00422F8A"/>
    <w:rsid w:val="00423423"/>
    <w:rsid w:val="00423915"/>
    <w:rsid w:val="00423B2A"/>
    <w:rsid w:val="00423D3C"/>
    <w:rsid w:val="004254A1"/>
    <w:rsid w:val="004261F2"/>
    <w:rsid w:val="0042643A"/>
    <w:rsid w:val="00426C55"/>
    <w:rsid w:val="00427011"/>
    <w:rsid w:val="00427BBD"/>
    <w:rsid w:val="00427F6E"/>
    <w:rsid w:val="004302C3"/>
    <w:rsid w:val="00430926"/>
    <w:rsid w:val="004316B0"/>
    <w:rsid w:val="00431FF0"/>
    <w:rsid w:val="004320F2"/>
    <w:rsid w:val="004321FF"/>
    <w:rsid w:val="004328CC"/>
    <w:rsid w:val="00432943"/>
    <w:rsid w:val="004329DB"/>
    <w:rsid w:val="00432A7C"/>
    <w:rsid w:val="00432BD9"/>
    <w:rsid w:val="0043322F"/>
    <w:rsid w:val="00433EAC"/>
    <w:rsid w:val="0043404C"/>
    <w:rsid w:val="00434364"/>
    <w:rsid w:val="00434733"/>
    <w:rsid w:val="004347B7"/>
    <w:rsid w:val="00434CE0"/>
    <w:rsid w:val="00435372"/>
    <w:rsid w:val="004356E2"/>
    <w:rsid w:val="0043575F"/>
    <w:rsid w:val="00435836"/>
    <w:rsid w:val="004358FE"/>
    <w:rsid w:val="00435FA0"/>
    <w:rsid w:val="004362A8"/>
    <w:rsid w:val="004364DD"/>
    <w:rsid w:val="00436A37"/>
    <w:rsid w:val="00437534"/>
    <w:rsid w:val="00437D8B"/>
    <w:rsid w:val="004409A2"/>
    <w:rsid w:val="00440D52"/>
    <w:rsid w:val="00440EF1"/>
    <w:rsid w:val="00441295"/>
    <w:rsid w:val="00441B2E"/>
    <w:rsid w:val="00441B5E"/>
    <w:rsid w:val="004421ED"/>
    <w:rsid w:val="00442820"/>
    <w:rsid w:val="00442882"/>
    <w:rsid w:val="004429D1"/>
    <w:rsid w:val="00442D4C"/>
    <w:rsid w:val="00442DE9"/>
    <w:rsid w:val="00442F54"/>
    <w:rsid w:val="004437D2"/>
    <w:rsid w:val="00443E10"/>
    <w:rsid w:val="00443EC2"/>
    <w:rsid w:val="004442DA"/>
    <w:rsid w:val="00444547"/>
    <w:rsid w:val="00444E40"/>
    <w:rsid w:val="00446031"/>
    <w:rsid w:val="0044676E"/>
    <w:rsid w:val="00446FC1"/>
    <w:rsid w:val="0044717C"/>
    <w:rsid w:val="004472DA"/>
    <w:rsid w:val="0045058B"/>
    <w:rsid w:val="004506B9"/>
    <w:rsid w:val="004508EE"/>
    <w:rsid w:val="00450A62"/>
    <w:rsid w:val="00450F97"/>
    <w:rsid w:val="0045130A"/>
    <w:rsid w:val="00451846"/>
    <w:rsid w:val="00451EAF"/>
    <w:rsid w:val="00452238"/>
    <w:rsid w:val="00452F68"/>
    <w:rsid w:val="00453489"/>
    <w:rsid w:val="00453708"/>
    <w:rsid w:val="0045404F"/>
    <w:rsid w:val="00454069"/>
    <w:rsid w:val="0045488A"/>
    <w:rsid w:val="004549A6"/>
    <w:rsid w:val="004549AF"/>
    <w:rsid w:val="004552E6"/>
    <w:rsid w:val="004553C8"/>
    <w:rsid w:val="0045620E"/>
    <w:rsid w:val="0045659B"/>
    <w:rsid w:val="00456C79"/>
    <w:rsid w:val="00456E40"/>
    <w:rsid w:val="00457158"/>
    <w:rsid w:val="004571F7"/>
    <w:rsid w:val="00457D8C"/>
    <w:rsid w:val="00457F53"/>
    <w:rsid w:val="0046049B"/>
    <w:rsid w:val="0046061B"/>
    <w:rsid w:val="0046083C"/>
    <w:rsid w:val="00460CE9"/>
    <w:rsid w:val="00460D89"/>
    <w:rsid w:val="00461883"/>
    <w:rsid w:val="00461954"/>
    <w:rsid w:val="00461C12"/>
    <w:rsid w:val="004628C4"/>
    <w:rsid w:val="00462E72"/>
    <w:rsid w:val="004630B7"/>
    <w:rsid w:val="004631ED"/>
    <w:rsid w:val="00464900"/>
    <w:rsid w:val="00464AB0"/>
    <w:rsid w:val="0046539F"/>
    <w:rsid w:val="00465881"/>
    <w:rsid w:val="00465AB1"/>
    <w:rsid w:val="00465D72"/>
    <w:rsid w:val="00465DB2"/>
    <w:rsid w:val="004660B5"/>
    <w:rsid w:val="00466325"/>
    <w:rsid w:val="004663B0"/>
    <w:rsid w:val="00466BC4"/>
    <w:rsid w:val="00467263"/>
    <w:rsid w:val="004676BA"/>
    <w:rsid w:val="00467B82"/>
    <w:rsid w:val="00470074"/>
    <w:rsid w:val="0047044E"/>
    <w:rsid w:val="00470585"/>
    <w:rsid w:val="00470724"/>
    <w:rsid w:val="00470AA3"/>
    <w:rsid w:val="00470D66"/>
    <w:rsid w:val="00470E65"/>
    <w:rsid w:val="0047297D"/>
    <w:rsid w:val="00472A27"/>
    <w:rsid w:val="00473D47"/>
    <w:rsid w:val="004744E6"/>
    <w:rsid w:val="004745F6"/>
    <w:rsid w:val="00474BB1"/>
    <w:rsid w:val="004758E0"/>
    <w:rsid w:val="00475BCA"/>
    <w:rsid w:val="00475DD5"/>
    <w:rsid w:val="004768B1"/>
    <w:rsid w:val="00476AF2"/>
    <w:rsid w:val="00476C1E"/>
    <w:rsid w:val="00476CD7"/>
    <w:rsid w:val="00476EE3"/>
    <w:rsid w:val="004774F8"/>
    <w:rsid w:val="00477E54"/>
    <w:rsid w:val="0048042E"/>
    <w:rsid w:val="00480C6C"/>
    <w:rsid w:val="0048107C"/>
    <w:rsid w:val="00481138"/>
    <w:rsid w:val="00481EAA"/>
    <w:rsid w:val="00482CE9"/>
    <w:rsid w:val="00483352"/>
    <w:rsid w:val="00484323"/>
    <w:rsid w:val="004848A7"/>
    <w:rsid w:val="00484AD9"/>
    <w:rsid w:val="004853BF"/>
    <w:rsid w:val="00485933"/>
    <w:rsid w:val="004859CC"/>
    <w:rsid w:val="00485F96"/>
    <w:rsid w:val="00486596"/>
    <w:rsid w:val="00486E64"/>
    <w:rsid w:val="004870E9"/>
    <w:rsid w:val="00487821"/>
    <w:rsid w:val="0049015D"/>
    <w:rsid w:val="00490E53"/>
    <w:rsid w:val="00491250"/>
    <w:rsid w:val="004918A5"/>
    <w:rsid w:val="00491934"/>
    <w:rsid w:val="004919D4"/>
    <w:rsid w:val="0049234D"/>
    <w:rsid w:val="004928B1"/>
    <w:rsid w:val="00492EC2"/>
    <w:rsid w:val="0049331C"/>
    <w:rsid w:val="0049373F"/>
    <w:rsid w:val="00493D83"/>
    <w:rsid w:val="00493FE2"/>
    <w:rsid w:val="004941F1"/>
    <w:rsid w:val="0049475D"/>
    <w:rsid w:val="004957CE"/>
    <w:rsid w:val="0049626B"/>
    <w:rsid w:val="0049643E"/>
    <w:rsid w:val="0049666E"/>
    <w:rsid w:val="00496864"/>
    <w:rsid w:val="00496916"/>
    <w:rsid w:val="00496DE6"/>
    <w:rsid w:val="00496F96"/>
    <w:rsid w:val="004971EA"/>
    <w:rsid w:val="00497AAD"/>
    <w:rsid w:val="00497B26"/>
    <w:rsid w:val="004A00EA"/>
    <w:rsid w:val="004A01C1"/>
    <w:rsid w:val="004A206C"/>
    <w:rsid w:val="004A2773"/>
    <w:rsid w:val="004A3636"/>
    <w:rsid w:val="004A39B8"/>
    <w:rsid w:val="004A3AF7"/>
    <w:rsid w:val="004A3C66"/>
    <w:rsid w:val="004A3D65"/>
    <w:rsid w:val="004A40ED"/>
    <w:rsid w:val="004A4241"/>
    <w:rsid w:val="004A4572"/>
    <w:rsid w:val="004A469F"/>
    <w:rsid w:val="004A4D6B"/>
    <w:rsid w:val="004A4D99"/>
    <w:rsid w:val="004A4F7D"/>
    <w:rsid w:val="004A5442"/>
    <w:rsid w:val="004A5C4B"/>
    <w:rsid w:val="004A5D34"/>
    <w:rsid w:val="004A734C"/>
    <w:rsid w:val="004A78CE"/>
    <w:rsid w:val="004A7B3F"/>
    <w:rsid w:val="004B045F"/>
    <w:rsid w:val="004B0C3F"/>
    <w:rsid w:val="004B1125"/>
    <w:rsid w:val="004B145B"/>
    <w:rsid w:val="004B19E7"/>
    <w:rsid w:val="004B1C62"/>
    <w:rsid w:val="004B1E59"/>
    <w:rsid w:val="004B1EFF"/>
    <w:rsid w:val="004B1F57"/>
    <w:rsid w:val="004B24F9"/>
    <w:rsid w:val="004B259D"/>
    <w:rsid w:val="004B2E4B"/>
    <w:rsid w:val="004B2E7C"/>
    <w:rsid w:val="004B38B7"/>
    <w:rsid w:val="004B3AE5"/>
    <w:rsid w:val="004B3BDD"/>
    <w:rsid w:val="004B3CA2"/>
    <w:rsid w:val="004B3E9F"/>
    <w:rsid w:val="004B40BE"/>
    <w:rsid w:val="004B4D30"/>
    <w:rsid w:val="004B4DD3"/>
    <w:rsid w:val="004B4DED"/>
    <w:rsid w:val="004B4E0D"/>
    <w:rsid w:val="004B58AE"/>
    <w:rsid w:val="004B5A1C"/>
    <w:rsid w:val="004B5A4E"/>
    <w:rsid w:val="004B5DE4"/>
    <w:rsid w:val="004B6042"/>
    <w:rsid w:val="004B6231"/>
    <w:rsid w:val="004B66F8"/>
    <w:rsid w:val="004B759C"/>
    <w:rsid w:val="004B7607"/>
    <w:rsid w:val="004B7AE9"/>
    <w:rsid w:val="004B7DBB"/>
    <w:rsid w:val="004C0083"/>
    <w:rsid w:val="004C0A12"/>
    <w:rsid w:val="004C0B0F"/>
    <w:rsid w:val="004C0BE3"/>
    <w:rsid w:val="004C14CF"/>
    <w:rsid w:val="004C1744"/>
    <w:rsid w:val="004C1D55"/>
    <w:rsid w:val="004C1FFE"/>
    <w:rsid w:val="004C234D"/>
    <w:rsid w:val="004C23FD"/>
    <w:rsid w:val="004C258B"/>
    <w:rsid w:val="004C2F30"/>
    <w:rsid w:val="004C2F8B"/>
    <w:rsid w:val="004C3C9E"/>
    <w:rsid w:val="004C4096"/>
    <w:rsid w:val="004C45E9"/>
    <w:rsid w:val="004C4D12"/>
    <w:rsid w:val="004C4DEF"/>
    <w:rsid w:val="004C5011"/>
    <w:rsid w:val="004C57C0"/>
    <w:rsid w:val="004C643F"/>
    <w:rsid w:val="004C6BA2"/>
    <w:rsid w:val="004C6C95"/>
    <w:rsid w:val="004C6D3D"/>
    <w:rsid w:val="004C6E19"/>
    <w:rsid w:val="004C778B"/>
    <w:rsid w:val="004C7A19"/>
    <w:rsid w:val="004C7EC1"/>
    <w:rsid w:val="004D03EB"/>
    <w:rsid w:val="004D0886"/>
    <w:rsid w:val="004D0A95"/>
    <w:rsid w:val="004D0B3D"/>
    <w:rsid w:val="004D0DB9"/>
    <w:rsid w:val="004D0DF6"/>
    <w:rsid w:val="004D1278"/>
    <w:rsid w:val="004D1D2C"/>
    <w:rsid w:val="004D25A4"/>
    <w:rsid w:val="004D2A8D"/>
    <w:rsid w:val="004D304C"/>
    <w:rsid w:val="004D44AD"/>
    <w:rsid w:val="004D5068"/>
    <w:rsid w:val="004D56F5"/>
    <w:rsid w:val="004D5940"/>
    <w:rsid w:val="004D5BED"/>
    <w:rsid w:val="004D601B"/>
    <w:rsid w:val="004D6067"/>
    <w:rsid w:val="004D70FF"/>
    <w:rsid w:val="004D735F"/>
    <w:rsid w:val="004D750F"/>
    <w:rsid w:val="004D77A3"/>
    <w:rsid w:val="004D77FC"/>
    <w:rsid w:val="004D7C10"/>
    <w:rsid w:val="004D7D8B"/>
    <w:rsid w:val="004E0EBF"/>
    <w:rsid w:val="004E0F53"/>
    <w:rsid w:val="004E12FA"/>
    <w:rsid w:val="004E1721"/>
    <w:rsid w:val="004E1742"/>
    <w:rsid w:val="004E1D23"/>
    <w:rsid w:val="004E2110"/>
    <w:rsid w:val="004E215D"/>
    <w:rsid w:val="004E234E"/>
    <w:rsid w:val="004E2962"/>
    <w:rsid w:val="004E2BA7"/>
    <w:rsid w:val="004E2CA9"/>
    <w:rsid w:val="004E2E4F"/>
    <w:rsid w:val="004E2EEE"/>
    <w:rsid w:val="004E325B"/>
    <w:rsid w:val="004E3317"/>
    <w:rsid w:val="004E3609"/>
    <w:rsid w:val="004E3A89"/>
    <w:rsid w:val="004E4944"/>
    <w:rsid w:val="004E58AE"/>
    <w:rsid w:val="004E5C6C"/>
    <w:rsid w:val="004E6152"/>
    <w:rsid w:val="004E618D"/>
    <w:rsid w:val="004E6209"/>
    <w:rsid w:val="004E680A"/>
    <w:rsid w:val="004E6935"/>
    <w:rsid w:val="004E7C48"/>
    <w:rsid w:val="004F0928"/>
    <w:rsid w:val="004F1676"/>
    <w:rsid w:val="004F26F7"/>
    <w:rsid w:val="004F36D3"/>
    <w:rsid w:val="004F4308"/>
    <w:rsid w:val="004F496E"/>
    <w:rsid w:val="004F53A9"/>
    <w:rsid w:val="004F59CC"/>
    <w:rsid w:val="004F5AA9"/>
    <w:rsid w:val="004F6693"/>
    <w:rsid w:val="004F6841"/>
    <w:rsid w:val="004F68A5"/>
    <w:rsid w:val="004F794A"/>
    <w:rsid w:val="004F7AA5"/>
    <w:rsid w:val="004F7DB0"/>
    <w:rsid w:val="004F7E81"/>
    <w:rsid w:val="00500510"/>
    <w:rsid w:val="00500871"/>
    <w:rsid w:val="00500D91"/>
    <w:rsid w:val="00501040"/>
    <w:rsid w:val="00501093"/>
    <w:rsid w:val="00501134"/>
    <w:rsid w:val="00501AFD"/>
    <w:rsid w:val="00501E44"/>
    <w:rsid w:val="00502570"/>
    <w:rsid w:val="0050259C"/>
    <w:rsid w:val="005025B7"/>
    <w:rsid w:val="00502644"/>
    <w:rsid w:val="00502C87"/>
    <w:rsid w:val="00502EB9"/>
    <w:rsid w:val="0050320D"/>
    <w:rsid w:val="0050330F"/>
    <w:rsid w:val="005034C1"/>
    <w:rsid w:val="005043A2"/>
    <w:rsid w:val="005047C0"/>
    <w:rsid w:val="00504B99"/>
    <w:rsid w:val="00504D91"/>
    <w:rsid w:val="00505834"/>
    <w:rsid w:val="00505A5F"/>
    <w:rsid w:val="00505C7A"/>
    <w:rsid w:val="00505E3B"/>
    <w:rsid w:val="0050701D"/>
    <w:rsid w:val="0051039C"/>
    <w:rsid w:val="005104F1"/>
    <w:rsid w:val="005109CB"/>
    <w:rsid w:val="00511480"/>
    <w:rsid w:val="00511A70"/>
    <w:rsid w:val="00511BB6"/>
    <w:rsid w:val="00511F80"/>
    <w:rsid w:val="00512152"/>
    <w:rsid w:val="00512C00"/>
    <w:rsid w:val="00512D49"/>
    <w:rsid w:val="005134E6"/>
    <w:rsid w:val="005149BB"/>
    <w:rsid w:val="005149E9"/>
    <w:rsid w:val="00515176"/>
    <w:rsid w:val="00515BA2"/>
    <w:rsid w:val="00515EFF"/>
    <w:rsid w:val="00515F15"/>
    <w:rsid w:val="005164C4"/>
    <w:rsid w:val="005165C5"/>
    <w:rsid w:val="00516966"/>
    <w:rsid w:val="0051697D"/>
    <w:rsid w:val="00516AD6"/>
    <w:rsid w:val="00516DE7"/>
    <w:rsid w:val="0051721E"/>
    <w:rsid w:val="005178D4"/>
    <w:rsid w:val="00517AE4"/>
    <w:rsid w:val="00517FEA"/>
    <w:rsid w:val="00520293"/>
    <w:rsid w:val="00520757"/>
    <w:rsid w:val="00520FA2"/>
    <w:rsid w:val="005215A0"/>
    <w:rsid w:val="00521653"/>
    <w:rsid w:val="0052221D"/>
    <w:rsid w:val="00522AEB"/>
    <w:rsid w:val="00522B44"/>
    <w:rsid w:val="00523341"/>
    <w:rsid w:val="0052341A"/>
    <w:rsid w:val="005239E7"/>
    <w:rsid w:val="00523DA4"/>
    <w:rsid w:val="00523E35"/>
    <w:rsid w:val="005242E2"/>
    <w:rsid w:val="00524913"/>
    <w:rsid w:val="00524AE5"/>
    <w:rsid w:val="005254D8"/>
    <w:rsid w:val="00525862"/>
    <w:rsid w:val="00525C08"/>
    <w:rsid w:val="00525F83"/>
    <w:rsid w:val="0052619B"/>
    <w:rsid w:val="00526211"/>
    <w:rsid w:val="00526CB1"/>
    <w:rsid w:val="00526CBF"/>
    <w:rsid w:val="00527AF7"/>
    <w:rsid w:val="00527C20"/>
    <w:rsid w:val="005302FB"/>
    <w:rsid w:val="00530D2B"/>
    <w:rsid w:val="005315D4"/>
    <w:rsid w:val="00531755"/>
    <w:rsid w:val="005323B0"/>
    <w:rsid w:val="00532907"/>
    <w:rsid w:val="005329EE"/>
    <w:rsid w:val="00533039"/>
    <w:rsid w:val="00533499"/>
    <w:rsid w:val="00534235"/>
    <w:rsid w:val="00534FC5"/>
    <w:rsid w:val="00534FE2"/>
    <w:rsid w:val="0053616A"/>
    <w:rsid w:val="00536533"/>
    <w:rsid w:val="00536612"/>
    <w:rsid w:val="00536B3D"/>
    <w:rsid w:val="005372C4"/>
    <w:rsid w:val="00537A39"/>
    <w:rsid w:val="00540404"/>
    <w:rsid w:val="00540626"/>
    <w:rsid w:val="0054087A"/>
    <w:rsid w:val="005411D9"/>
    <w:rsid w:val="005414D8"/>
    <w:rsid w:val="005417A1"/>
    <w:rsid w:val="00541D3C"/>
    <w:rsid w:val="00541DAB"/>
    <w:rsid w:val="00541FB6"/>
    <w:rsid w:val="0054216B"/>
    <w:rsid w:val="00542383"/>
    <w:rsid w:val="00542BC3"/>
    <w:rsid w:val="00542D95"/>
    <w:rsid w:val="005430F6"/>
    <w:rsid w:val="00543861"/>
    <w:rsid w:val="005448E6"/>
    <w:rsid w:val="0054494D"/>
    <w:rsid w:val="005449F3"/>
    <w:rsid w:val="00544B17"/>
    <w:rsid w:val="00545AE8"/>
    <w:rsid w:val="00545EA2"/>
    <w:rsid w:val="005462E0"/>
    <w:rsid w:val="005470E2"/>
    <w:rsid w:val="00547715"/>
    <w:rsid w:val="005477D5"/>
    <w:rsid w:val="00547BB3"/>
    <w:rsid w:val="00547C3E"/>
    <w:rsid w:val="00547ECD"/>
    <w:rsid w:val="00550823"/>
    <w:rsid w:val="00550F30"/>
    <w:rsid w:val="005511E6"/>
    <w:rsid w:val="00551261"/>
    <w:rsid w:val="00551D3B"/>
    <w:rsid w:val="00551F7C"/>
    <w:rsid w:val="00552728"/>
    <w:rsid w:val="00552990"/>
    <w:rsid w:val="00552C09"/>
    <w:rsid w:val="00552D4C"/>
    <w:rsid w:val="00552E46"/>
    <w:rsid w:val="00552FBC"/>
    <w:rsid w:val="005534F5"/>
    <w:rsid w:val="00553740"/>
    <w:rsid w:val="005537E6"/>
    <w:rsid w:val="00553A59"/>
    <w:rsid w:val="00553F9B"/>
    <w:rsid w:val="005542EE"/>
    <w:rsid w:val="0055432D"/>
    <w:rsid w:val="005547DF"/>
    <w:rsid w:val="00554A11"/>
    <w:rsid w:val="00554B2A"/>
    <w:rsid w:val="00554BE9"/>
    <w:rsid w:val="0055511E"/>
    <w:rsid w:val="0055523D"/>
    <w:rsid w:val="00555A7F"/>
    <w:rsid w:val="0055601A"/>
    <w:rsid w:val="0055633D"/>
    <w:rsid w:val="0055633F"/>
    <w:rsid w:val="0055664D"/>
    <w:rsid w:val="00557137"/>
    <w:rsid w:val="00560211"/>
    <w:rsid w:val="00560AFD"/>
    <w:rsid w:val="00560C10"/>
    <w:rsid w:val="0056110E"/>
    <w:rsid w:val="00561BF3"/>
    <w:rsid w:val="00561D6C"/>
    <w:rsid w:val="00561F84"/>
    <w:rsid w:val="00562A4B"/>
    <w:rsid w:val="00562F2B"/>
    <w:rsid w:val="005637D2"/>
    <w:rsid w:val="00563BB9"/>
    <w:rsid w:val="00563D39"/>
    <w:rsid w:val="005640BF"/>
    <w:rsid w:val="005643AF"/>
    <w:rsid w:val="00565465"/>
    <w:rsid w:val="00565842"/>
    <w:rsid w:val="00565C14"/>
    <w:rsid w:val="00566C3C"/>
    <w:rsid w:val="00566C4F"/>
    <w:rsid w:val="00566FD0"/>
    <w:rsid w:val="005677EF"/>
    <w:rsid w:val="00567930"/>
    <w:rsid w:val="0057018F"/>
    <w:rsid w:val="005702AD"/>
    <w:rsid w:val="00570D1B"/>
    <w:rsid w:val="00570D67"/>
    <w:rsid w:val="00571582"/>
    <w:rsid w:val="00571DD8"/>
    <w:rsid w:val="005726DD"/>
    <w:rsid w:val="00573123"/>
    <w:rsid w:val="0057334C"/>
    <w:rsid w:val="005733BA"/>
    <w:rsid w:val="00573A9C"/>
    <w:rsid w:val="005747C9"/>
    <w:rsid w:val="0057498B"/>
    <w:rsid w:val="00574E75"/>
    <w:rsid w:val="00575055"/>
    <w:rsid w:val="00575286"/>
    <w:rsid w:val="00575382"/>
    <w:rsid w:val="005753A5"/>
    <w:rsid w:val="0057571B"/>
    <w:rsid w:val="005757E4"/>
    <w:rsid w:val="00575E33"/>
    <w:rsid w:val="00575FC4"/>
    <w:rsid w:val="00576022"/>
    <w:rsid w:val="005774B9"/>
    <w:rsid w:val="00577653"/>
    <w:rsid w:val="00577A56"/>
    <w:rsid w:val="00577AC5"/>
    <w:rsid w:val="0058006C"/>
    <w:rsid w:val="00580AF2"/>
    <w:rsid w:val="0058114F"/>
    <w:rsid w:val="005812E5"/>
    <w:rsid w:val="00581C13"/>
    <w:rsid w:val="0058207C"/>
    <w:rsid w:val="00582085"/>
    <w:rsid w:val="0058292F"/>
    <w:rsid w:val="00583C0D"/>
    <w:rsid w:val="00583C38"/>
    <w:rsid w:val="00583C8F"/>
    <w:rsid w:val="005843DE"/>
    <w:rsid w:val="0058464B"/>
    <w:rsid w:val="005847D4"/>
    <w:rsid w:val="00585017"/>
    <w:rsid w:val="0058504A"/>
    <w:rsid w:val="005853C5"/>
    <w:rsid w:val="005853CA"/>
    <w:rsid w:val="005855A1"/>
    <w:rsid w:val="00586137"/>
    <w:rsid w:val="00586E19"/>
    <w:rsid w:val="00586EC1"/>
    <w:rsid w:val="00586FFE"/>
    <w:rsid w:val="00587B92"/>
    <w:rsid w:val="00590706"/>
    <w:rsid w:val="005909D0"/>
    <w:rsid w:val="00590DFC"/>
    <w:rsid w:val="00592376"/>
    <w:rsid w:val="0059257D"/>
    <w:rsid w:val="00592839"/>
    <w:rsid w:val="00592A00"/>
    <w:rsid w:val="005933D5"/>
    <w:rsid w:val="00593606"/>
    <w:rsid w:val="00593AC6"/>
    <w:rsid w:val="00593E14"/>
    <w:rsid w:val="00593E6D"/>
    <w:rsid w:val="0059411E"/>
    <w:rsid w:val="005955D8"/>
    <w:rsid w:val="005956ED"/>
    <w:rsid w:val="005956F9"/>
    <w:rsid w:val="00595873"/>
    <w:rsid w:val="00595C66"/>
    <w:rsid w:val="00595CF1"/>
    <w:rsid w:val="00596500"/>
    <w:rsid w:val="00596682"/>
    <w:rsid w:val="00596D97"/>
    <w:rsid w:val="00596F7C"/>
    <w:rsid w:val="00597B28"/>
    <w:rsid w:val="00597E4C"/>
    <w:rsid w:val="005A0052"/>
    <w:rsid w:val="005A00C6"/>
    <w:rsid w:val="005A0721"/>
    <w:rsid w:val="005A0CF8"/>
    <w:rsid w:val="005A0D8A"/>
    <w:rsid w:val="005A113D"/>
    <w:rsid w:val="005A14A7"/>
    <w:rsid w:val="005A185D"/>
    <w:rsid w:val="005A237F"/>
    <w:rsid w:val="005A2672"/>
    <w:rsid w:val="005A298D"/>
    <w:rsid w:val="005A2C08"/>
    <w:rsid w:val="005A2E73"/>
    <w:rsid w:val="005A36EF"/>
    <w:rsid w:val="005A36FB"/>
    <w:rsid w:val="005A45A1"/>
    <w:rsid w:val="005A5A34"/>
    <w:rsid w:val="005A6D89"/>
    <w:rsid w:val="005A6D8E"/>
    <w:rsid w:val="005A7402"/>
    <w:rsid w:val="005A7552"/>
    <w:rsid w:val="005A759F"/>
    <w:rsid w:val="005A77C8"/>
    <w:rsid w:val="005B0135"/>
    <w:rsid w:val="005B02B5"/>
    <w:rsid w:val="005B03BF"/>
    <w:rsid w:val="005B0A2E"/>
    <w:rsid w:val="005B0AED"/>
    <w:rsid w:val="005B11DB"/>
    <w:rsid w:val="005B1F93"/>
    <w:rsid w:val="005B2395"/>
    <w:rsid w:val="005B245B"/>
    <w:rsid w:val="005B2DA6"/>
    <w:rsid w:val="005B36BE"/>
    <w:rsid w:val="005B40F9"/>
    <w:rsid w:val="005B41FB"/>
    <w:rsid w:val="005B4555"/>
    <w:rsid w:val="005B49E1"/>
    <w:rsid w:val="005B4F30"/>
    <w:rsid w:val="005B5103"/>
    <w:rsid w:val="005B5378"/>
    <w:rsid w:val="005B55F7"/>
    <w:rsid w:val="005B59C1"/>
    <w:rsid w:val="005B5A3A"/>
    <w:rsid w:val="005B60DB"/>
    <w:rsid w:val="005B62FA"/>
    <w:rsid w:val="005B65C0"/>
    <w:rsid w:val="005B689E"/>
    <w:rsid w:val="005B7769"/>
    <w:rsid w:val="005C03E1"/>
    <w:rsid w:val="005C0C20"/>
    <w:rsid w:val="005C10C2"/>
    <w:rsid w:val="005C1A04"/>
    <w:rsid w:val="005C20BE"/>
    <w:rsid w:val="005C269D"/>
    <w:rsid w:val="005C27EA"/>
    <w:rsid w:val="005C2A8A"/>
    <w:rsid w:val="005C2C73"/>
    <w:rsid w:val="005C2E04"/>
    <w:rsid w:val="005C2E3F"/>
    <w:rsid w:val="005C32FF"/>
    <w:rsid w:val="005C33A5"/>
    <w:rsid w:val="005C3F6C"/>
    <w:rsid w:val="005C4817"/>
    <w:rsid w:val="005C55C4"/>
    <w:rsid w:val="005C5840"/>
    <w:rsid w:val="005C5890"/>
    <w:rsid w:val="005C5B54"/>
    <w:rsid w:val="005C5E21"/>
    <w:rsid w:val="005C64A8"/>
    <w:rsid w:val="005C69EB"/>
    <w:rsid w:val="005C6D4B"/>
    <w:rsid w:val="005C707B"/>
    <w:rsid w:val="005C71B3"/>
    <w:rsid w:val="005C7341"/>
    <w:rsid w:val="005C79C5"/>
    <w:rsid w:val="005C7A32"/>
    <w:rsid w:val="005C7D10"/>
    <w:rsid w:val="005C7FBF"/>
    <w:rsid w:val="005D007B"/>
    <w:rsid w:val="005D03D6"/>
    <w:rsid w:val="005D0BFC"/>
    <w:rsid w:val="005D114B"/>
    <w:rsid w:val="005D1488"/>
    <w:rsid w:val="005D161E"/>
    <w:rsid w:val="005D174B"/>
    <w:rsid w:val="005D193A"/>
    <w:rsid w:val="005D1B0D"/>
    <w:rsid w:val="005D1FC5"/>
    <w:rsid w:val="005D2AAF"/>
    <w:rsid w:val="005D3187"/>
    <w:rsid w:val="005D321D"/>
    <w:rsid w:val="005D422B"/>
    <w:rsid w:val="005D4686"/>
    <w:rsid w:val="005D4E0B"/>
    <w:rsid w:val="005D5046"/>
    <w:rsid w:val="005D50E2"/>
    <w:rsid w:val="005D5575"/>
    <w:rsid w:val="005D566D"/>
    <w:rsid w:val="005D6150"/>
    <w:rsid w:val="005D64FE"/>
    <w:rsid w:val="005D7197"/>
    <w:rsid w:val="005D7679"/>
    <w:rsid w:val="005E0585"/>
    <w:rsid w:val="005E081A"/>
    <w:rsid w:val="005E08AF"/>
    <w:rsid w:val="005E1F66"/>
    <w:rsid w:val="005E288C"/>
    <w:rsid w:val="005E34C7"/>
    <w:rsid w:val="005E3CD0"/>
    <w:rsid w:val="005E4055"/>
    <w:rsid w:val="005E441C"/>
    <w:rsid w:val="005E4E42"/>
    <w:rsid w:val="005E54D9"/>
    <w:rsid w:val="005E55C4"/>
    <w:rsid w:val="005E5623"/>
    <w:rsid w:val="005E5C2E"/>
    <w:rsid w:val="005E5C7C"/>
    <w:rsid w:val="005E621D"/>
    <w:rsid w:val="005E6448"/>
    <w:rsid w:val="005E65A3"/>
    <w:rsid w:val="005E68E1"/>
    <w:rsid w:val="005E6F33"/>
    <w:rsid w:val="005E7778"/>
    <w:rsid w:val="005F00CB"/>
    <w:rsid w:val="005F05E1"/>
    <w:rsid w:val="005F0B36"/>
    <w:rsid w:val="005F0BAA"/>
    <w:rsid w:val="005F0BAB"/>
    <w:rsid w:val="005F0F50"/>
    <w:rsid w:val="005F1260"/>
    <w:rsid w:val="005F12B1"/>
    <w:rsid w:val="005F1C50"/>
    <w:rsid w:val="005F1CAC"/>
    <w:rsid w:val="005F1E79"/>
    <w:rsid w:val="005F2DA2"/>
    <w:rsid w:val="005F2EF9"/>
    <w:rsid w:val="005F3158"/>
    <w:rsid w:val="005F3C23"/>
    <w:rsid w:val="005F3DFB"/>
    <w:rsid w:val="005F416B"/>
    <w:rsid w:val="005F4706"/>
    <w:rsid w:val="005F4EAA"/>
    <w:rsid w:val="005F5183"/>
    <w:rsid w:val="005F696B"/>
    <w:rsid w:val="005F6FDD"/>
    <w:rsid w:val="005F74F5"/>
    <w:rsid w:val="005F754D"/>
    <w:rsid w:val="005F7866"/>
    <w:rsid w:val="005F7D6E"/>
    <w:rsid w:val="005F7F89"/>
    <w:rsid w:val="006007BE"/>
    <w:rsid w:val="00600BF0"/>
    <w:rsid w:val="00600D1F"/>
    <w:rsid w:val="00601C0C"/>
    <w:rsid w:val="00601F1A"/>
    <w:rsid w:val="006022E5"/>
    <w:rsid w:val="006024B2"/>
    <w:rsid w:val="00602A9B"/>
    <w:rsid w:val="006039FB"/>
    <w:rsid w:val="00605297"/>
    <w:rsid w:val="00605EE9"/>
    <w:rsid w:val="00606015"/>
    <w:rsid w:val="00606D64"/>
    <w:rsid w:val="00607A8C"/>
    <w:rsid w:val="00607AE6"/>
    <w:rsid w:val="00607C38"/>
    <w:rsid w:val="00607F33"/>
    <w:rsid w:val="00610584"/>
    <w:rsid w:val="0061077D"/>
    <w:rsid w:val="00610957"/>
    <w:rsid w:val="00610B04"/>
    <w:rsid w:val="006126D7"/>
    <w:rsid w:val="00612856"/>
    <w:rsid w:val="00613717"/>
    <w:rsid w:val="00613949"/>
    <w:rsid w:val="00613D67"/>
    <w:rsid w:val="00613DF7"/>
    <w:rsid w:val="00614191"/>
    <w:rsid w:val="0061424A"/>
    <w:rsid w:val="0061459E"/>
    <w:rsid w:val="00616176"/>
    <w:rsid w:val="00617341"/>
    <w:rsid w:val="00617672"/>
    <w:rsid w:val="0061769B"/>
    <w:rsid w:val="006176E4"/>
    <w:rsid w:val="0061773D"/>
    <w:rsid w:val="00617C77"/>
    <w:rsid w:val="00617CA1"/>
    <w:rsid w:val="00617D1D"/>
    <w:rsid w:val="0062008C"/>
    <w:rsid w:val="00620776"/>
    <w:rsid w:val="00620DE7"/>
    <w:rsid w:val="00620DED"/>
    <w:rsid w:val="0062115C"/>
    <w:rsid w:val="00621F1D"/>
    <w:rsid w:val="0062213F"/>
    <w:rsid w:val="0062251F"/>
    <w:rsid w:val="00622A35"/>
    <w:rsid w:val="00622B32"/>
    <w:rsid w:val="00622B69"/>
    <w:rsid w:val="00622F33"/>
    <w:rsid w:val="0062304E"/>
    <w:rsid w:val="006239E0"/>
    <w:rsid w:val="00623C0F"/>
    <w:rsid w:val="006240BC"/>
    <w:rsid w:val="0062435B"/>
    <w:rsid w:val="006251AD"/>
    <w:rsid w:val="0062528F"/>
    <w:rsid w:val="00626807"/>
    <w:rsid w:val="00626BF9"/>
    <w:rsid w:val="00626E78"/>
    <w:rsid w:val="0062726C"/>
    <w:rsid w:val="00627E9B"/>
    <w:rsid w:val="00630489"/>
    <w:rsid w:val="006304B5"/>
    <w:rsid w:val="00630854"/>
    <w:rsid w:val="00630D57"/>
    <w:rsid w:val="00630F59"/>
    <w:rsid w:val="006311AA"/>
    <w:rsid w:val="00631394"/>
    <w:rsid w:val="00632156"/>
    <w:rsid w:val="00632846"/>
    <w:rsid w:val="006334C1"/>
    <w:rsid w:val="00634437"/>
    <w:rsid w:val="00634EB5"/>
    <w:rsid w:val="00634FFC"/>
    <w:rsid w:val="00635355"/>
    <w:rsid w:val="006357E4"/>
    <w:rsid w:val="00635EC6"/>
    <w:rsid w:val="006362A2"/>
    <w:rsid w:val="006364DA"/>
    <w:rsid w:val="006367B1"/>
    <w:rsid w:val="0063684D"/>
    <w:rsid w:val="00636BC8"/>
    <w:rsid w:val="00637734"/>
    <w:rsid w:val="006378CF"/>
    <w:rsid w:val="00637BA2"/>
    <w:rsid w:val="00637F73"/>
    <w:rsid w:val="00637F9C"/>
    <w:rsid w:val="00640021"/>
    <w:rsid w:val="00640182"/>
    <w:rsid w:val="0064130D"/>
    <w:rsid w:val="0064138B"/>
    <w:rsid w:val="0064156E"/>
    <w:rsid w:val="00641B45"/>
    <w:rsid w:val="00641E59"/>
    <w:rsid w:val="00641F5D"/>
    <w:rsid w:val="00641FB0"/>
    <w:rsid w:val="00642382"/>
    <w:rsid w:val="00642582"/>
    <w:rsid w:val="006434CA"/>
    <w:rsid w:val="00643569"/>
    <w:rsid w:val="00644022"/>
    <w:rsid w:val="00644D88"/>
    <w:rsid w:val="00644DC9"/>
    <w:rsid w:val="00644FB7"/>
    <w:rsid w:val="006451A5"/>
    <w:rsid w:val="006452B5"/>
    <w:rsid w:val="00645869"/>
    <w:rsid w:val="00645E12"/>
    <w:rsid w:val="00646458"/>
    <w:rsid w:val="00646CB4"/>
    <w:rsid w:val="00647507"/>
    <w:rsid w:val="00647538"/>
    <w:rsid w:val="006477C9"/>
    <w:rsid w:val="00647B1F"/>
    <w:rsid w:val="0065025A"/>
    <w:rsid w:val="006505AF"/>
    <w:rsid w:val="006505B8"/>
    <w:rsid w:val="00652D5A"/>
    <w:rsid w:val="00653C49"/>
    <w:rsid w:val="00653E8F"/>
    <w:rsid w:val="006541F6"/>
    <w:rsid w:val="006543F5"/>
    <w:rsid w:val="0065447A"/>
    <w:rsid w:val="00654551"/>
    <w:rsid w:val="00654933"/>
    <w:rsid w:val="00654EC3"/>
    <w:rsid w:val="00655CA5"/>
    <w:rsid w:val="006561D4"/>
    <w:rsid w:val="006562C5"/>
    <w:rsid w:val="0065636C"/>
    <w:rsid w:val="00656A53"/>
    <w:rsid w:val="00657CB6"/>
    <w:rsid w:val="006608F1"/>
    <w:rsid w:val="00660AAC"/>
    <w:rsid w:val="00660F4B"/>
    <w:rsid w:val="00660F95"/>
    <w:rsid w:val="0066204B"/>
    <w:rsid w:val="0066208E"/>
    <w:rsid w:val="006621A8"/>
    <w:rsid w:val="006621F2"/>
    <w:rsid w:val="00662313"/>
    <w:rsid w:val="00662BEF"/>
    <w:rsid w:val="00662C62"/>
    <w:rsid w:val="00662DA5"/>
    <w:rsid w:val="00662F47"/>
    <w:rsid w:val="00663987"/>
    <w:rsid w:val="00663FCC"/>
    <w:rsid w:val="00664AF0"/>
    <w:rsid w:val="00664B94"/>
    <w:rsid w:val="00664C12"/>
    <w:rsid w:val="00664EAB"/>
    <w:rsid w:val="00665110"/>
    <w:rsid w:val="006653DF"/>
    <w:rsid w:val="0066571B"/>
    <w:rsid w:val="00665854"/>
    <w:rsid w:val="00665CFF"/>
    <w:rsid w:val="00666B7A"/>
    <w:rsid w:val="00667BC0"/>
    <w:rsid w:val="00667DB1"/>
    <w:rsid w:val="0067002E"/>
    <w:rsid w:val="0067040D"/>
    <w:rsid w:val="006708AA"/>
    <w:rsid w:val="00670DDC"/>
    <w:rsid w:val="00671768"/>
    <w:rsid w:val="0067224E"/>
    <w:rsid w:val="00672440"/>
    <w:rsid w:val="0067296B"/>
    <w:rsid w:val="00672A41"/>
    <w:rsid w:val="00672C34"/>
    <w:rsid w:val="006736BE"/>
    <w:rsid w:val="00673B2A"/>
    <w:rsid w:val="00674000"/>
    <w:rsid w:val="00674DF5"/>
    <w:rsid w:val="006752AA"/>
    <w:rsid w:val="0067574C"/>
    <w:rsid w:val="00675A14"/>
    <w:rsid w:val="00677269"/>
    <w:rsid w:val="00677320"/>
    <w:rsid w:val="006774B5"/>
    <w:rsid w:val="006776A6"/>
    <w:rsid w:val="00677BBA"/>
    <w:rsid w:val="00677D17"/>
    <w:rsid w:val="00677F6F"/>
    <w:rsid w:val="006802AB"/>
    <w:rsid w:val="006808F7"/>
    <w:rsid w:val="00680CA7"/>
    <w:rsid w:val="006812E9"/>
    <w:rsid w:val="0068159C"/>
    <w:rsid w:val="0068216E"/>
    <w:rsid w:val="006822F8"/>
    <w:rsid w:val="00682C0E"/>
    <w:rsid w:val="00683143"/>
    <w:rsid w:val="00683C99"/>
    <w:rsid w:val="00684B05"/>
    <w:rsid w:val="00684CA6"/>
    <w:rsid w:val="00684E5F"/>
    <w:rsid w:val="00686085"/>
    <w:rsid w:val="006869F3"/>
    <w:rsid w:val="006871C9"/>
    <w:rsid w:val="00687350"/>
    <w:rsid w:val="00687890"/>
    <w:rsid w:val="00687B88"/>
    <w:rsid w:val="00690406"/>
    <w:rsid w:val="00690B39"/>
    <w:rsid w:val="00690D75"/>
    <w:rsid w:val="00691781"/>
    <w:rsid w:val="00692DCC"/>
    <w:rsid w:val="00693359"/>
    <w:rsid w:val="006933B0"/>
    <w:rsid w:val="00693406"/>
    <w:rsid w:val="00693AE3"/>
    <w:rsid w:val="00693EC1"/>
    <w:rsid w:val="00694281"/>
    <w:rsid w:val="0069445B"/>
    <w:rsid w:val="00694507"/>
    <w:rsid w:val="00694A03"/>
    <w:rsid w:val="006955BF"/>
    <w:rsid w:val="0069576A"/>
    <w:rsid w:val="00696A12"/>
    <w:rsid w:val="00697681"/>
    <w:rsid w:val="00697822"/>
    <w:rsid w:val="006978EF"/>
    <w:rsid w:val="006A0A47"/>
    <w:rsid w:val="006A0F44"/>
    <w:rsid w:val="006A0FD1"/>
    <w:rsid w:val="006A1C05"/>
    <w:rsid w:val="006A1C59"/>
    <w:rsid w:val="006A2129"/>
    <w:rsid w:val="006A2996"/>
    <w:rsid w:val="006A2B56"/>
    <w:rsid w:val="006A2DC7"/>
    <w:rsid w:val="006A30A5"/>
    <w:rsid w:val="006A3379"/>
    <w:rsid w:val="006A3764"/>
    <w:rsid w:val="006A4016"/>
    <w:rsid w:val="006A45C5"/>
    <w:rsid w:val="006A46D0"/>
    <w:rsid w:val="006A4FB3"/>
    <w:rsid w:val="006A4FDC"/>
    <w:rsid w:val="006A501A"/>
    <w:rsid w:val="006A56F0"/>
    <w:rsid w:val="006A5707"/>
    <w:rsid w:val="006A5D8F"/>
    <w:rsid w:val="006A5E86"/>
    <w:rsid w:val="006A6084"/>
    <w:rsid w:val="006A63E4"/>
    <w:rsid w:val="006A6A63"/>
    <w:rsid w:val="006A6A95"/>
    <w:rsid w:val="006A71BC"/>
    <w:rsid w:val="006A772D"/>
    <w:rsid w:val="006A78EF"/>
    <w:rsid w:val="006A7AF5"/>
    <w:rsid w:val="006A7D22"/>
    <w:rsid w:val="006B0471"/>
    <w:rsid w:val="006B094D"/>
    <w:rsid w:val="006B0FA4"/>
    <w:rsid w:val="006B17D4"/>
    <w:rsid w:val="006B1840"/>
    <w:rsid w:val="006B189A"/>
    <w:rsid w:val="006B1972"/>
    <w:rsid w:val="006B1975"/>
    <w:rsid w:val="006B1CE9"/>
    <w:rsid w:val="006B1F9C"/>
    <w:rsid w:val="006B27BB"/>
    <w:rsid w:val="006B3D1D"/>
    <w:rsid w:val="006B3EF9"/>
    <w:rsid w:val="006B46F6"/>
    <w:rsid w:val="006B51BB"/>
    <w:rsid w:val="006B526F"/>
    <w:rsid w:val="006B54A1"/>
    <w:rsid w:val="006B56F9"/>
    <w:rsid w:val="006B5AAA"/>
    <w:rsid w:val="006B650D"/>
    <w:rsid w:val="006B676A"/>
    <w:rsid w:val="006B68CA"/>
    <w:rsid w:val="006B7818"/>
    <w:rsid w:val="006B7FE7"/>
    <w:rsid w:val="006C0641"/>
    <w:rsid w:val="006C09BD"/>
    <w:rsid w:val="006C0D1B"/>
    <w:rsid w:val="006C1134"/>
    <w:rsid w:val="006C18A6"/>
    <w:rsid w:val="006C18EA"/>
    <w:rsid w:val="006C1AB1"/>
    <w:rsid w:val="006C1F05"/>
    <w:rsid w:val="006C2400"/>
    <w:rsid w:val="006C2EA8"/>
    <w:rsid w:val="006C312F"/>
    <w:rsid w:val="006C346F"/>
    <w:rsid w:val="006C34EC"/>
    <w:rsid w:val="006C34EE"/>
    <w:rsid w:val="006C3501"/>
    <w:rsid w:val="006C35B9"/>
    <w:rsid w:val="006C3B00"/>
    <w:rsid w:val="006C3F03"/>
    <w:rsid w:val="006C40EF"/>
    <w:rsid w:val="006C4372"/>
    <w:rsid w:val="006C453B"/>
    <w:rsid w:val="006C456A"/>
    <w:rsid w:val="006C4884"/>
    <w:rsid w:val="006C4935"/>
    <w:rsid w:val="006C4BB7"/>
    <w:rsid w:val="006C4ECE"/>
    <w:rsid w:val="006C52E6"/>
    <w:rsid w:val="006C56B7"/>
    <w:rsid w:val="006C56E2"/>
    <w:rsid w:val="006C59E9"/>
    <w:rsid w:val="006C5E55"/>
    <w:rsid w:val="006C686F"/>
    <w:rsid w:val="006C6897"/>
    <w:rsid w:val="006C6D73"/>
    <w:rsid w:val="006C75B4"/>
    <w:rsid w:val="006C7F19"/>
    <w:rsid w:val="006D0C11"/>
    <w:rsid w:val="006D0D79"/>
    <w:rsid w:val="006D0FCD"/>
    <w:rsid w:val="006D1230"/>
    <w:rsid w:val="006D1511"/>
    <w:rsid w:val="006D1653"/>
    <w:rsid w:val="006D18F8"/>
    <w:rsid w:val="006D1CE6"/>
    <w:rsid w:val="006D1FAE"/>
    <w:rsid w:val="006D2790"/>
    <w:rsid w:val="006D2900"/>
    <w:rsid w:val="006D2A4D"/>
    <w:rsid w:val="006D3A2E"/>
    <w:rsid w:val="006D3E69"/>
    <w:rsid w:val="006D401D"/>
    <w:rsid w:val="006D4538"/>
    <w:rsid w:val="006D46C2"/>
    <w:rsid w:val="006D4CF7"/>
    <w:rsid w:val="006D4E5C"/>
    <w:rsid w:val="006D5669"/>
    <w:rsid w:val="006D5893"/>
    <w:rsid w:val="006D59B5"/>
    <w:rsid w:val="006D6E36"/>
    <w:rsid w:val="006D7206"/>
    <w:rsid w:val="006D7999"/>
    <w:rsid w:val="006D79F7"/>
    <w:rsid w:val="006D7A93"/>
    <w:rsid w:val="006D7CD5"/>
    <w:rsid w:val="006D7E73"/>
    <w:rsid w:val="006E024C"/>
    <w:rsid w:val="006E0726"/>
    <w:rsid w:val="006E0C0D"/>
    <w:rsid w:val="006E1279"/>
    <w:rsid w:val="006E12EE"/>
    <w:rsid w:val="006E18DC"/>
    <w:rsid w:val="006E22A7"/>
    <w:rsid w:val="006E23A1"/>
    <w:rsid w:val="006E25E4"/>
    <w:rsid w:val="006E2646"/>
    <w:rsid w:val="006E35FB"/>
    <w:rsid w:val="006E4A81"/>
    <w:rsid w:val="006E4D71"/>
    <w:rsid w:val="006E5059"/>
    <w:rsid w:val="006E5457"/>
    <w:rsid w:val="006E5F0C"/>
    <w:rsid w:val="006E6C72"/>
    <w:rsid w:val="006E7124"/>
    <w:rsid w:val="006E7A54"/>
    <w:rsid w:val="006E7C56"/>
    <w:rsid w:val="006F0206"/>
    <w:rsid w:val="006F0716"/>
    <w:rsid w:val="006F09EB"/>
    <w:rsid w:val="006F0F43"/>
    <w:rsid w:val="006F1C31"/>
    <w:rsid w:val="006F2462"/>
    <w:rsid w:val="006F2869"/>
    <w:rsid w:val="006F2A62"/>
    <w:rsid w:val="006F4295"/>
    <w:rsid w:val="006F52F9"/>
    <w:rsid w:val="006F5513"/>
    <w:rsid w:val="006F5D61"/>
    <w:rsid w:val="006F6D02"/>
    <w:rsid w:val="006F6E72"/>
    <w:rsid w:val="006F70BA"/>
    <w:rsid w:val="006F7177"/>
    <w:rsid w:val="006F7BEF"/>
    <w:rsid w:val="007003A5"/>
    <w:rsid w:val="0070075B"/>
    <w:rsid w:val="00701237"/>
    <w:rsid w:val="0070139A"/>
    <w:rsid w:val="00701546"/>
    <w:rsid w:val="0070209B"/>
    <w:rsid w:val="007021A8"/>
    <w:rsid w:val="007022B7"/>
    <w:rsid w:val="0070316C"/>
    <w:rsid w:val="0070373B"/>
    <w:rsid w:val="00703C37"/>
    <w:rsid w:val="007040BA"/>
    <w:rsid w:val="00704DB0"/>
    <w:rsid w:val="007050ED"/>
    <w:rsid w:val="0070528E"/>
    <w:rsid w:val="007065D3"/>
    <w:rsid w:val="007066B1"/>
    <w:rsid w:val="00706DD7"/>
    <w:rsid w:val="00707335"/>
    <w:rsid w:val="00707867"/>
    <w:rsid w:val="007078BF"/>
    <w:rsid w:val="00710712"/>
    <w:rsid w:val="00710C7C"/>
    <w:rsid w:val="00711048"/>
    <w:rsid w:val="007112DA"/>
    <w:rsid w:val="00712063"/>
    <w:rsid w:val="00712887"/>
    <w:rsid w:val="00712BED"/>
    <w:rsid w:val="00713A43"/>
    <w:rsid w:val="007141FE"/>
    <w:rsid w:val="00714698"/>
    <w:rsid w:val="0071490B"/>
    <w:rsid w:val="00714A93"/>
    <w:rsid w:val="007150B5"/>
    <w:rsid w:val="00716B75"/>
    <w:rsid w:val="00716F72"/>
    <w:rsid w:val="007177FB"/>
    <w:rsid w:val="00717C83"/>
    <w:rsid w:val="0072025B"/>
    <w:rsid w:val="0072031B"/>
    <w:rsid w:val="00720CF3"/>
    <w:rsid w:val="00720E10"/>
    <w:rsid w:val="00720E56"/>
    <w:rsid w:val="00720F19"/>
    <w:rsid w:val="00721910"/>
    <w:rsid w:val="00721E61"/>
    <w:rsid w:val="007221AE"/>
    <w:rsid w:val="007222AF"/>
    <w:rsid w:val="00722EF5"/>
    <w:rsid w:val="00723307"/>
    <w:rsid w:val="007233C9"/>
    <w:rsid w:val="00723518"/>
    <w:rsid w:val="007237C9"/>
    <w:rsid w:val="00723815"/>
    <w:rsid w:val="0072447F"/>
    <w:rsid w:val="0072448F"/>
    <w:rsid w:val="00724689"/>
    <w:rsid w:val="007248E4"/>
    <w:rsid w:val="00724F67"/>
    <w:rsid w:val="00724F76"/>
    <w:rsid w:val="00725044"/>
    <w:rsid w:val="007254D4"/>
    <w:rsid w:val="00726B9F"/>
    <w:rsid w:val="00727A76"/>
    <w:rsid w:val="0073045C"/>
    <w:rsid w:val="007305E9"/>
    <w:rsid w:val="007307FA"/>
    <w:rsid w:val="007312BE"/>
    <w:rsid w:val="007312EB"/>
    <w:rsid w:val="00731901"/>
    <w:rsid w:val="00731D0F"/>
    <w:rsid w:val="007320CB"/>
    <w:rsid w:val="0073295E"/>
    <w:rsid w:val="00732DBB"/>
    <w:rsid w:val="00733685"/>
    <w:rsid w:val="00733897"/>
    <w:rsid w:val="00733DCD"/>
    <w:rsid w:val="00733E0F"/>
    <w:rsid w:val="00734092"/>
    <w:rsid w:val="00734246"/>
    <w:rsid w:val="0073433A"/>
    <w:rsid w:val="00734435"/>
    <w:rsid w:val="00734E3B"/>
    <w:rsid w:val="00734F32"/>
    <w:rsid w:val="0073506E"/>
    <w:rsid w:val="007355F2"/>
    <w:rsid w:val="00736C62"/>
    <w:rsid w:val="00736C99"/>
    <w:rsid w:val="0073797D"/>
    <w:rsid w:val="00737D12"/>
    <w:rsid w:val="0074022F"/>
    <w:rsid w:val="007403C3"/>
    <w:rsid w:val="007415C2"/>
    <w:rsid w:val="007415EA"/>
    <w:rsid w:val="007417F7"/>
    <w:rsid w:val="00741B43"/>
    <w:rsid w:val="00742358"/>
    <w:rsid w:val="00742746"/>
    <w:rsid w:val="00742C65"/>
    <w:rsid w:val="00742C77"/>
    <w:rsid w:val="00742FD6"/>
    <w:rsid w:val="0074314B"/>
    <w:rsid w:val="00743BDD"/>
    <w:rsid w:val="00744FB8"/>
    <w:rsid w:val="007453C2"/>
    <w:rsid w:val="007458CF"/>
    <w:rsid w:val="007461CB"/>
    <w:rsid w:val="00746731"/>
    <w:rsid w:val="00747088"/>
    <w:rsid w:val="007471C8"/>
    <w:rsid w:val="00747365"/>
    <w:rsid w:val="00747419"/>
    <w:rsid w:val="00750E43"/>
    <w:rsid w:val="00750EBB"/>
    <w:rsid w:val="00751D30"/>
    <w:rsid w:val="00752137"/>
    <w:rsid w:val="00753085"/>
    <w:rsid w:val="007533BB"/>
    <w:rsid w:val="007534B4"/>
    <w:rsid w:val="00754126"/>
    <w:rsid w:val="0075444E"/>
    <w:rsid w:val="00754661"/>
    <w:rsid w:val="00754844"/>
    <w:rsid w:val="00755B96"/>
    <w:rsid w:val="00755CB9"/>
    <w:rsid w:val="00755D99"/>
    <w:rsid w:val="00756247"/>
    <w:rsid w:val="007567CE"/>
    <w:rsid w:val="007568D1"/>
    <w:rsid w:val="007568FB"/>
    <w:rsid w:val="00756B85"/>
    <w:rsid w:val="007572E3"/>
    <w:rsid w:val="00757511"/>
    <w:rsid w:val="00757645"/>
    <w:rsid w:val="00757927"/>
    <w:rsid w:val="00757A02"/>
    <w:rsid w:val="00757B2E"/>
    <w:rsid w:val="00757F88"/>
    <w:rsid w:val="0076020F"/>
    <w:rsid w:val="0076034B"/>
    <w:rsid w:val="007605DE"/>
    <w:rsid w:val="0076070D"/>
    <w:rsid w:val="00760837"/>
    <w:rsid w:val="00760F44"/>
    <w:rsid w:val="00761359"/>
    <w:rsid w:val="007613B4"/>
    <w:rsid w:val="00761793"/>
    <w:rsid w:val="007620D3"/>
    <w:rsid w:val="00762367"/>
    <w:rsid w:val="0076278B"/>
    <w:rsid w:val="00762966"/>
    <w:rsid w:val="00762B4D"/>
    <w:rsid w:val="0076345B"/>
    <w:rsid w:val="0076345C"/>
    <w:rsid w:val="0076355E"/>
    <w:rsid w:val="007637BA"/>
    <w:rsid w:val="00763949"/>
    <w:rsid w:val="007640CB"/>
    <w:rsid w:val="00764D70"/>
    <w:rsid w:val="00765116"/>
    <w:rsid w:val="0076517C"/>
    <w:rsid w:val="007651D8"/>
    <w:rsid w:val="00765D12"/>
    <w:rsid w:val="00766B1B"/>
    <w:rsid w:val="00766F84"/>
    <w:rsid w:val="00767713"/>
    <w:rsid w:val="00767970"/>
    <w:rsid w:val="00767B0D"/>
    <w:rsid w:val="00767B68"/>
    <w:rsid w:val="00770A95"/>
    <w:rsid w:val="00770DC1"/>
    <w:rsid w:val="0077102D"/>
    <w:rsid w:val="007711F6"/>
    <w:rsid w:val="007713E2"/>
    <w:rsid w:val="00773499"/>
    <w:rsid w:val="00773845"/>
    <w:rsid w:val="00773A3C"/>
    <w:rsid w:val="0077481C"/>
    <w:rsid w:val="00775087"/>
    <w:rsid w:val="007757A6"/>
    <w:rsid w:val="00776734"/>
    <w:rsid w:val="00776A0C"/>
    <w:rsid w:val="007770CA"/>
    <w:rsid w:val="0077719A"/>
    <w:rsid w:val="007777F6"/>
    <w:rsid w:val="0078045F"/>
    <w:rsid w:val="0078127A"/>
    <w:rsid w:val="007813F8"/>
    <w:rsid w:val="00781534"/>
    <w:rsid w:val="00781690"/>
    <w:rsid w:val="007817DE"/>
    <w:rsid w:val="00781FF4"/>
    <w:rsid w:val="00781FFE"/>
    <w:rsid w:val="0078228A"/>
    <w:rsid w:val="0078243D"/>
    <w:rsid w:val="00782632"/>
    <w:rsid w:val="00782723"/>
    <w:rsid w:val="00783507"/>
    <w:rsid w:val="00783616"/>
    <w:rsid w:val="007836E3"/>
    <w:rsid w:val="00783B19"/>
    <w:rsid w:val="00783E30"/>
    <w:rsid w:val="00783E9A"/>
    <w:rsid w:val="00783FB1"/>
    <w:rsid w:val="00784707"/>
    <w:rsid w:val="00784F0B"/>
    <w:rsid w:val="00785245"/>
    <w:rsid w:val="0078567B"/>
    <w:rsid w:val="00786040"/>
    <w:rsid w:val="00786183"/>
    <w:rsid w:val="007861CB"/>
    <w:rsid w:val="0078784F"/>
    <w:rsid w:val="00787B59"/>
    <w:rsid w:val="00787ECC"/>
    <w:rsid w:val="00790049"/>
    <w:rsid w:val="00790071"/>
    <w:rsid w:val="007915F4"/>
    <w:rsid w:val="00791A4E"/>
    <w:rsid w:val="00791FE0"/>
    <w:rsid w:val="007931A2"/>
    <w:rsid w:val="007932B6"/>
    <w:rsid w:val="00793530"/>
    <w:rsid w:val="00793B91"/>
    <w:rsid w:val="00793C32"/>
    <w:rsid w:val="00793FBA"/>
    <w:rsid w:val="0079427E"/>
    <w:rsid w:val="007946B7"/>
    <w:rsid w:val="00794AE9"/>
    <w:rsid w:val="00794FD9"/>
    <w:rsid w:val="0079620F"/>
    <w:rsid w:val="007968D9"/>
    <w:rsid w:val="00796CE9"/>
    <w:rsid w:val="00796D3B"/>
    <w:rsid w:val="00796FF8"/>
    <w:rsid w:val="007972CE"/>
    <w:rsid w:val="007973E7"/>
    <w:rsid w:val="0079799E"/>
    <w:rsid w:val="00797DFF"/>
    <w:rsid w:val="007A14DE"/>
    <w:rsid w:val="007A1C7D"/>
    <w:rsid w:val="007A1DDF"/>
    <w:rsid w:val="007A2C77"/>
    <w:rsid w:val="007A3028"/>
    <w:rsid w:val="007A4214"/>
    <w:rsid w:val="007A45FF"/>
    <w:rsid w:val="007A526E"/>
    <w:rsid w:val="007A5A2F"/>
    <w:rsid w:val="007A6614"/>
    <w:rsid w:val="007A6650"/>
    <w:rsid w:val="007A673B"/>
    <w:rsid w:val="007A6968"/>
    <w:rsid w:val="007A6B76"/>
    <w:rsid w:val="007A6DE3"/>
    <w:rsid w:val="007A7349"/>
    <w:rsid w:val="007A78A8"/>
    <w:rsid w:val="007A79E6"/>
    <w:rsid w:val="007A7B0C"/>
    <w:rsid w:val="007B027E"/>
    <w:rsid w:val="007B0A12"/>
    <w:rsid w:val="007B0DA7"/>
    <w:rsid w:val="007B0F87"/>
    <w:rsid w:val="007B1A08"/>
    <w:rsid w:val="007B209F"/>
    <w:rsid w:val="007B2154"/>
    <w:rsid w:val="007B282A"/>
    <w:rsid w:val="007B2DFF"/>
    <w:rsid w:val="007B2E5F"/>
    <w:rsid w:val="007B2F32"/>
    <w:rsid w:val="007B2F5D"/>
    <w:rsid w:val="007B397F"/>
    <w:rsid w:val="007B4636"/>
    <w:rsid w:val="007B4893"/>
    <w:rsid w:val="007B517E"/>
    <w:rsid w:val="007B5D13"/>
    <w:rsid w:val="007B63FE"/>
    <w:rsid w:val="007B65CF"/>
    <w:rsid w:val="007B664F"/>
    <w:rsid w:val="007B6941"/>
    <w:rsid w:val="007B69BD"/>
    <w:rsid w:val="007B6A20"/>
    <w:rsid w:val="007B6ACC"/>
    <w:rsid w:val="007B6C5D"/>
    <w:rsid w:val="007B6C8C"/>
    <w:rsid w:val="007B7ABC"/>
    <w:rsid w:val="007B7F04"/>
    <w:rsid w:val="007C029E"/>
    <w:rsid w:val="007C02B8"/>
    <w:rsid w:val="007C0530"/>
    <w:rsid w:val="007C067A"/>
    <w:rsid w:val="007C0BE6"/>
    <w:rsid w:val="007C0DD2"/>
    <w:rsid w:val="007C0DEA"/>
    <w:rsid w:val="007C1739"/>
    <w:rsid w:val="007C1760"/>
    <w:rsid w:val="007C2052"/>
    <w:rsid w:val="007C2F22"/>
    <w:rsid w:val="007C32CE"/>
    <w:rsid w:val="007C370A"/>
    <w:rsid w:val="007C4F8B"/>
    <w:rsid w:val="007C5095"/>
    <w:rsid w:val="007C58C9"/>
    <w:rsid w:val="007C5CBD"/>
    <w:rsid w:val="007C6A15"/>
    <w:rsid w:val="007C6E8A"/>
    <w:rsid w:val="007C6FDD"/>
    <w:rsid w:val="007C71D3"/>
    <w:rsid w:val="007C7207"/>
    <w:rsid w:val="007C72C1"/>
    <w:rsid w:val="007C770B"/>
    <w:rsid w:val="007C7A11"/>
    <w:rsid w:val="007D0588"/>
    <w:rsid w:val="007D0767"/>
    <w:rsid w:val="007D0916"/>
    <w:rsid w:val="007D0A7A"/>
    <w:rsid w:val="007D0ABA"/>
    <w:rsid w:val="007D0C7B"/>
    <w:rsid w:val="007D0CB0"/>
    <w:rsid w:val="007D1494"/>
    <w:rsid w:val="007D204D"/>
    <w:rsid w:val="007D3254"/>
    <w:rsid w:val="007D3ADE"/>
    <w:rsid w:val="007D4375"/>
    <w:rsid w:val="007D4DF0"/>
    <w:rsid w:val="007D52FB"/>
    <w:rsid w:val="007D60CA"/>
    <w:rsid w:val="007D62AF"/>
    <w:rsid w:val="007D63D3"/>
    <w:rsid w:val="007D7446"/>
    <w:rsid w:val="007E0BCD"/>
    <w:rsid w:val="007E0DCB"/>
    <w:rsid w:val="007E1120"/>
    <w:rsid w:val="007E28E4"/>
    <w:rsid w:val="007E3042"/>
    <w:rsid w:val="007E315C"/>
    <w:rsid w:val="007E31A2"/>
    <w:rsid w:val="007E3DB6"/>
    <w:rsid w:val="007E3E0B"/>
    <w:rsid w:val="007E41CB"/>
    <w:rsid w:val="007E4816"/>
    <w:rsid w:val="007E4839"/>
    <w:rsid w:val="007E4DEB"/>
    <w:rsid w:val="007E4EC5"/>
    <w:rsid w:val="007E4ECC"/>
    <w:rsid w:val="007E5CB5"/>
    <w:rsid w:val="007E5CD6"/>
    <w:rsid w:val="007E5FC1"/>
    <w:rsid w:val="007E63B2"/>
    <w:rsid w:val="007E67A3"/>
    <w:rsid w:val="007E6D24"/>
    <w:rsid w:val="007E7803"/>
    <w:rsid w:val="007E78BC"/>
    <w:rsid w:val="007E7CB4"/>
    <w:rsid w:val="007E7DB6"/>
    <w:rsid w:val="007E7E77"/>
    <w:rsid w:val="007F0323"/>
    <w:rsid w:val="007F047E"/>
    <w:rsid w:val="007F04BF"/>
    <w:rsid w:val="007F0C33"/>
    <w:rsid w:val="007F0F84"/>
    <w:rsid w:val="007F1478"/>
    <w:rsid w:val="007F1A98"/>
    <w:rsid w:val="007F1AEE"/>
    <w:rsid w:val="007F1B58"/>
    <w:rsid w:val="007F21AB"/>
    <w:rsid w:val="007F234B"/>
    <w:rsid w:val="007F3E08"/>
    <w:rsid w:val="007F4078"/>
    <w:rsid w:val="007F4111"/>
    <w:rsid w:val="007F4216"/>
    <w:rsid w:val="007F43FC"/>
    <w:rsid w:val="007F461A"/>
    <w:rsid w:val="007F4C72"/>
    <w:rsid w:val="007F4E52"/>
    <w:rsid w:val="007F5A94"/>
    <w:rsid w:val="007F5B7B"/>
    <w:rsid w:val="007F5CDE"/>
    <w:rsid w:val="007F6903"/>
    <w:rsid w:val="007F702A"/>
    <w:rsid w:val="007F7529"/>
    <w:rsid w:val="00800261"/>
    <w:rsid w:val="0080054D"/>
    <w:rsid w:val="008013A4"/>
    <w:rsid w:val="008017BA"/>
    <w:rsid w:val="00801A0D"/>
    <w:rsid w:val="00801BFB"/>
    <w:rsid w:val="00801EED"/>
    <w:rsid w:val="00802964"/>
    <w:rsid w:val="00802A37"/>
    <w:rsid w:val="00802C96"/>
    <w:rsid w:val="00803128"/>
    <w:rsid w:val="008039AF"/>
    <w:rsid w:val="00804136"/>
    <w:rsid w:val="00804912"/>
    <w:rsid w:val="00804A07"/>
    <w:rsid w:val="00804D55"/>
    <w:rsid w:val="00804F58"/>
    <w:rsid w:val="0080505C"/>
    <w:rsid w:val="00805462"/>
    <w:rsid w:val="008063F2"/>
    <w:rsid w:val="0080675D"/>
    <w:rsid w:val="008068B2"/>
    <w:rsid w:val="00806D27"/>
    <w:rsid w:val="00807268"/>
    <w:rsid w:val="008114D2"/>
    <w:rsid w:val="00811AE4"/>
    <w:rsid w:val="00811AEA"/>
    <w:rsid w:val="00811E1C"/>
    <w:rsid w:val="008121B7"/>
    <w:rsid w:val="0081298E"/>
    <w:rsid w:val="00812A15"/>
    <w:rsid w:val="008131E1"/>
    <w:rsid w:val="00813500"/>
    <w:rsid w:val="008141D2"/>
    <w:rsid w:val="00814981"/>
    <w:rsid w:val="00815382"/>
    <w:rsid w:val="008161C1"/>
    <w:rsid w:val="008172F9"/>
    <w:rsid w:val="008177F5"/>
    <w:rsid w:val="0082019C"/>
    <w:rsid w:val="00820979"/>
    <w:rsid w:val="008209BD"/>
    <w:rsid w:val="00820C0E"/>
    <w:rsid w:val="00820E84"/>
    <w:rsid w:val="0082250E"/>
    <w:rsid w:val="00822AFB"/>
    <w:rsid w:val="00822B92"/>
    <w:rsid w:val="00822EFF"/>
    <w:rsid w:val="008232EA"/>
    <w:rsid w:val="00823C20"/>
    <w:rsid w:val="0082482E"/>
    <w:rsid w:val="008248D5"/>
    <w:rsid w:val="008249EC"/>
    <w:rsid w:val="00824C28"/>
    <w:rsid w:val="00825009"/>
    <w:rsid w:val="0082509A"/>
    <w:rsid w:val="00825387"/>
    <w:rsid w:val="0082585A"/>
    <w:rsid w:val="00825912"/>
    <w:rsid w:val="00825D89"/>
    <w:rsid w:val="00826C45"/>
    <w:rsid w:val="008273F2"/>
    <w:rsid w:val="008300FD"/>
    <w:rsid w:val="00830CCD"/>
    <w:rsid w:val="00830EE0"/>
    <w:rsid w:val="008315A8"/>
    <w:rsid w:val="008317CF"/>
    <w:rsid w:val="008324DC"/>
    <w:rsid w:val="00832860"/>
    <w:rsid w:val="00832A3D"/>
    <w:rsid w:val="008338B7"/>
    <w:rsid w:val="00833A4A"/>
    <w:rsid w:val="00833BF7"/>
    <w:rsid w:val="00833F0E"/>
    <w:rsid w:val="00835120"/>
    <w:rsid w:val="00835B11"/>
    <w:rsid w:val="00835DBA"/>
    <w:rsid w:val="0083647B"/>
    <w:rsid w:val="00836814"/>
    <w:rsid w:val="00836845"/>
    <w:rsid w:val="00836E5B"/>
    <w:rsid w:val="0083708B"/>
    <w:rsid w:val="00840E40"/>
    <w:rsid w:val="00840F85"/>
    <w:rsid w:val="00841C88"/>
    <w:rsid w:val="008421DD"/>
    <w:rsid w:val="00842DE0"/>
    <w:rsid w:val="00843256"/>
    <w:rsid w:val="00844170"/>
    <w:rsid w:val="00844458"/>
    <w:rsid w:val="00844B3B"/>
    <w:rsid w:val="00845168"/>
    <w:rsid w:val="008452BA"/>
    <w:rsid w:val="00846367"/>
    <w:rsid w:val="00846388"/>
    <w:rsid w:val="00846469"/>
    <w:rsid w:val="008466C9"/>
    <w:rsid w:val="00846953"/>
    <w:rsid w:val="00846BD7"/>
    <w:rsid w:val="00846D9B"/>
    <w:rsid w:val="00846EB5"/>
    <w:rsid w:val="0084708A"/>
    <w:rsid w:val="0084730F"/>
    <w:rsid w:val="008474E8"/>
    <w:rsid w:val="00847B0B"/>
    <w:rsid w:val="00850773"/>
    <w:rsid w:val="00850AC2"/>
    <w:rsid w:val="00851D57"/>
    <w:rsid w:val="00851E03"/>
    <w:rsid w:val="0085234D"/>
    <w:rsid w:val="00852D68"/>
    <w:rsid w:val="00852DE9"/>
    <w:rsid w:val="00852F16"/>
    <w:rsid w:val="00853A1F"/>
    <w:rsid w:val="0085449A"/>
    <w:rsid w:val="0085453F"/>
    <w:rsid w:val="0085459D"/>
    <w:rsid w:val="008547B1"/>
    <w:rsid w:val="008547D0"/>
    <w:rsid w:val="00854871"/>
    <w:rsid w:val="008549C4"/>
    <w:rsid w:val="00855931"/>
    <w:rsid w:val="008559DF"/>
    <w:rsid w:val="00856590"/>
    <w:rsid w:val="00856746"/>
    <w:rsid w:val="00856D42"/>
    <w:rsid w:val="00856D62"/>
    <w:rsid w:val="0085703D"/>
    <w:rsid w:val="00857920"/>
    <w:rsid w:val="00857BC4"/>
    <w:rsid w:val="00860055"/>
    <w:rsid w:val="00860F97"/>
    <w:rsid w:val="008610BA"/>
    <w:rsid w:val="00861245"/>
    <w:rsid w:val="0086177B"/>
    <w:rsid w:val="00861C92"/>
    <w:rsid w:val="00861EA1"/>
    <w:rsid w:val="00861FB5"/>
    <w:rsid w:val="008627E8"/>
    <w:rsid w:val="00862A64"/>
    <w:rsid w:val="00862C83"/>
    <w:rsid w:val="00862CF0"/>
    <w:rsid w:val="00862DBF"/>
    <w:rsid w:val="00862FA2"/>
    <w:rsid w:val="00863426"/>
    <w:rsid w:val="00863620"/>
    <w:rsid w:val="008638BA"/>
    <w:rsid w:val="008639A3"/>
    <w:rsid w:val="0086425B"/>
    <w:rsid w:val="008643E4"/>
    <w:rsid w:val="008650A6"/>
    <w:rsid w:val="00865A60"/>
    <w:rsid w:val="00865AB4"/>
    <w:rsid w:val="00865F1D"/>
    <w:rsid w:val="00866225"/>
    <w:rsid w:val="00866A2A"/>
    <w:rsid w:val="00866C7D"/>
    <w:rsid w:val="008672E1"/>
    <w:rsid w:val="00867453"/>
    <w:rsid w:val="00867710"/>
    <w:rsid w:val="008702F4"/>
    <w:rsid w:val="008707DE"/>
    <w:rsid w:val="00870A36"/>
    <w:rsid w:val="00870F8E"/>
    <w:rsid w:val="00871019"/>
    <w:rsid w:val="00871447"/>
    <w:rsid w:val="00871901"/>
    <w:rsid w:val="00871AF0"/>
    <w:rsid w:val="00871C0C"/>
    <w:rsid w:val="00871D3C"/>
    <w:rsid w:val="00871D92"/>
    <w:rsid w:val="0087240E"/>
    <w:rsid w:val="00873658"/>
    <w:rsid w:val="00873883"/>
    <w:rsid w:val="00873E7D"/>
    <w:rsid w:val="00873E83"/>
    <w:rsid w:val="00874E68"/>
    <w:rsid w:val="008754C2"/>
    <w:rsid w:val="00875999"/>
    <w:rsid w:val="00875DB3"/>
    <w:rsid w:val="0087736E"/>
    <w:rsid w:val="00877588"/>
    <w:rsid w:val="00877E53"/>
    <w:rsid w:val="008805D9"/>
    <w:rsid w:val="0088068C"/>
    <w:rsid w:val="0088082E"/>
    <w:rsid w:val="0088106E"/>
    <w:rsid w:val="0088175B"/>
    <w:rsid w:val="00881D6A"/>
    <w:rsid w:val="00881E8B"/>
    <w:rsid w:val="0088228C"/>
    <w:rsid w:val="0088239A"/>
    <w:rsid w:val="008823C6"/>
    <w:rsid w:val="00883425"/>
    <w:rsid w:val="00883DDE"/>
    <w:rsid w:val="00884472"/>
    <w:rsid w:val="00884A03"/>
    <w:rsid w:val="00884EB9"/>
    <w:rsid w:val="00884F0A"/>
    <w:rsid w:val="0088517E"/>
    <w:rsid w:val="0088542E"/>
    <w:rsid w:val="008854EA"/>
    <w:rsid w:val="008858B7"/>
    <w:rsid w:val="00886518"/>
    <w:rsid w:val="00886D4C"/>
    <w:rsid w:val="00887810"/>
    <w:rsid w:val="008878C4"/>
    <w:rsid w:val="0089018D"/>
    <w:rsid w:val="008902D9"/>
    <w:rsid w:val="00890443"/>
    <w:rsid w:val="00890A41"/>
    <w:rsid w:val="00890DE7"/>
    <w:rsid w:val="008916B5"/>
    <w:rsid w:val="0089173E"/>
    <w:rsid w:val="00892003"/>
    <w:rsid w:val="0089204C"/>
    <w:rsid w:val="008928C5"/>
    <w:rsid w:val="0089300A"/>
    <w:rsid w:val="0089348C"/>
    <w:rsid w:val="00893FC8"/>
    <w:rsid w:val="00894303"/>
    <w:rsid w:val="00894328"/>
    <w:rsid w:val="00894495"/>
    <w:rsid w:val="008956B0"/>
    <w:rsid w:val="00895981"/>
    <w:rsid w:val="008959E4"/>
    <w:rsid w:val="00895F9A"/>
    <w:rsid w:val="008960E0"/>
    <w:rsid w:val="00897D5A"/>
    <w:rsid w:val="008A072C"/>
    <w:rsid w:val="008A08DD"/>
    <w:rsid w:val="008A08E3"/>
    <w:rsid w:val="008A0E65"/>
    <w:rsid w:val="008A17F5"/>
    <w:rsid w:val="008A301F"/>
    <w:rsid w:val="008A3455"/>
    <w:rsid w:val="008A367A"/>
    <w:rsid w:val="008A39A6"/>
    <w:rsid w:val="008A3F0C"/>
    <w:rsid w:val="008A43B4"/>
    <w:rsid w:val="008A531B"/>
    <w:rsid w:val="008A5431"/>
    <w:rsid w:val="008A58F5"/>
    <w:rsid w:val="008A5A1B"/>
    <w:rsid w:val="008A6614"/>
    <w:rsid w:val="008A6BFA"/>
    <w:rsid w:val="008A6CAB"/>
    <w:rsid w:val="008A6D77"/>
    <w:rsid w:val="008A73A2"/>
    <w:rsid w:val="008A7993"/>
    <w:rsid w:val="008B0939"/>
    <w:rsid w:val="008B099E"/>
    <w:rsid w:val="008B1210"/>
    <w:rsid w:val="008B1510"/>
    <w:rsid w:val="008B158A"/>
    <w:rsid w:val="008B1CF7"/>
    <w:rsid w:val="008B342E"/>
    <w:rsid w:val="008B377E"/>
    <w:rsid w:val="008B4360"/>
    <w:rsid w:val="008B4E33"/>
    <w:rsid w:val="008B4E46"/>
    <w:rsid w:val="008B5489"/>
    <w:rsid w:val="008B582C"/>
    <w:rsid w:val="008B5BEC"/>
    <w:rsid w:val="008B5BF0"/>
    <w:rsid w:val="008B5DC5"/>
    <w:rsid w:val="008B6764"/>
    <w:rsid w:val="008B6850"/>
    <w:rsid w:val="008B73A2"/>
    <w:rsid w:val="008B73FE"/>
    <w:rsid w:val="008B7F21"/>
    <w:rsid w:val="008C01CA"/>
    <w:rsid w:val="008C0282"/>
    <w:rsid w:val="008C0835"/>
    <w:rsid w:val="008C180E"/>
    <w:rsid w:val="008C1F2C"/>
    <w:rsid w:val="008C21F6"/>
    <w:rsid w:val="008C2237"/>
    <w:rsid w:val="008C2A1F"/>
    <w:rsid w:val="008C2DFB"/>
    <w:rsid w:val="008C3135"/>
    <w:rsid w:val="008C38D9"/>
    <w:rsid w:val="008C3F14"/>
    <w:rsid w:val="008C41C2"/>
    <w:rsid w:val="008C47AF"/>
    <w:rsid w:val="008C4831"/>
    <w:rsid w:val="008C4E87"/>
    <w:rsid w:val="008C4EAC"/>
    <w:rsid w:val="008C4F90"/>
    <w:rsid w:val="008C5572"/>
    <w:rsid w:val="008C5871"/>
    <w:rsid w:val="008C5AF5"/>
    <w:rsid w:val="008C5B4C"/>
    <w:rsid w:val="008C61B7"/>
    <w:rsid w:val="008C6D2E"/>
    <w:rsid w:val="008C6E13"/>
    <w:rsid w:val="008C6E5E"/>
    <w:rsid w:val="008C6FDD"/>
    <w:rsid w:val="008C7061"/>
    <w:rsid w:val="008C72A9"/>
    <w:rsid w:val="008C72EA"/>
    <w:rsid w:val="008C7AB7"/>
    <w:rsid w:val="008C7CD9"/>
    <w:rsid w:val="008D009B"/>
    <w:rsid w:val="008D02E6"/>
    <w:rsid w:val="008D0A3B"/>
    <w:rsid w:val="008D0CCA"/>
    <w:rsid w:val="008D0D08"/>
    <w:rsid w:val="008D1578"/>
    <w:rsid w:val="008D24AE"/>
    <w:rsid w:val="008D250C"/>
    <w:rsid w:val="008D251C"/>
    <w:rsid w:val="008D2756"/>
    <w:rsid w:val="008D2F1D"/>
    <w:rsid w:val="008D33A3"/>
    <w:rsid w:val="008D3950"/>
    <w:rsid w:val="008D3EF7"/>
    <w:rsid w:val="008D3F2E"/>
    <w:rsid w:val="008D3FA1"/>
    <w:rsid w:val="008D41C1"/>
    <w:rsid w:val="008D6383"/>
    <w:rsid w:val="008D6D06"/>
    <w:rsid w:val="008D765F"/>
    <w:rsid w:val="008D783C"/>
    <w:rsid w:val="008D7C3E"/>
    <w:rsid w:val="008D7E18"/>
    <w:rsid w:val="008E0256"/>
    <w:rsid w:val="008E027F"/>
    <w:rsid w:val="008E02DA"/>
    <w:rsid w:val="008E0802"/>
    <w:rsid w:val="008E0F3D"/>
    <w:rsid w:val="008E0FEF"/>
    <w:rsid w:val="008E126D"/>
    <w:rsid w:val="008E1BC2"/>
    <w:rsid w:val="008E2097"/>
    <w:rsid w:val="008E21B4"/>
    <w:rsid w:val="008E228A"/>
    <w:rsid w:val="008E2427"/>
    <w:rsid w:val="008E31E2"/>
    <w:rsid w:val="008E330C"/>
    <w:rsid w:val="008E3694"/>
    <w:rsid w:val="008E3819"/>
    <w:rsid w:val="008E3CE4"/>
    <w:rsid w:val="008E4709"/>
    <w:rsid w:val="008E53E3"/>
    <w:rsid w:val="008E57A2"/>
    <w:rsid w:val="008E57B5"/>
    <w:rsid w:val="008E5F3B"/>
    <w:rsid w:val="008E60B9"/>
    <w:rsid w:val="008E6625"/>
    <w:rsid w:val="008E786B"/>
    <w:rsid w:val="008E7B7D"/>
    <w:rsid w:val="008E7D4F"/>
    <w:rsid w:val="008F039C"/>
    <w:rsid w:val="008F0577"/>
    <w:rsid w:val="008F1080"/>
    <w:rsid w:val="008F12C2"/>
    <w:rsid w:val="008F2A15"/>
    <w:rsid w:val="008F2DA6"/>
    <w:rsid w:val="008F377B"/>
    <w:rsid w:val="008F3B57"/>
    <w:rsid w:val="008F3DA4"/>
    <w:rsid w:val="008F3E4F"/>
    <w:rsid w:val="008F3E93"/>
    <w:rsid w:val="008F414B"/>
    <w:rsid w:val="008F4F02"/>
    <w:rsid w:val="008F59B8"/>
    <w:rsid w:val="008F6256"/>
    <w:rsid w:val="008F722E"/>
    <w:rsid w:val="009005F9"/>
    <w:rsid w:val="00900605"/>
    <w:rsid w:val="00900B8F"/>
    <w:rsid w:val="00900EC2"/>
    <w:rsid w:val="00901892"/>
    <w:rsid w:val="009019F1"/>
    <w:rsid w:val="00901AF4"/>
    <w:rsid w:val="00901C7C"/>
    <w:rsid w:val="00901ECE"/>
    <w:rsid w:val="0090255E"/>
    <w:rsid w:val="00903120"/>
    <w:rsid w:val="00903483"/>
    <w:rsid w:val="009038C0"/>
    <w:rsid w:val="00904551"/>
    <w:rsid w:val="0090459C"/>
    <w:rsid w:val="00904976"/>
    <w:rsid w:val="00904EA6"/>
    <w:rsid w:val="009055D9"/>
    <w:rsid w:val="00905C30"/>
    <w:rsid w:val="00906263"/>
    <w:rsid w:val="0090660F"/>
    <w:rsid w:val="00906717"/>
    <w:rsid w:val="00906DA1"/>
    <w:rsid w:val="00907029"/>
    <w:rsid w:val="009074F7"/>
    <w:rsid w:val="009078CD"/>
    <w:rsid w:val="00907DDA"/>
    <w:rsid w:val="00911483"/>
    <w:rsid w:val="00911693"/>
    <w:rsid w:val="009119EB"/>
    <w:rsid w:val="00911D40"/>
    <w:rsid w:val="00911FE4"/>
    <w:rsid w:val="00912832"/>
    <w:rsid w:val="009128AE"/>
    <w:rsid w:val="00912C95"/>
    <w:rsid w:val="00912E3F"/>
    <w:rsid w:val="00912FA2"/>
    <w:rsid w:val="0091319E"/>
    <w:rsid w:val="00913287"/>
    <w:rsid w:val="00913501"/>
    <w:rsid w:val="00913557"/>
    <w:rsid w:val="0091357B"/>
    <w:rsid w:val="00913A5E"/>
    <w:rsid w:val="009142E9"/>
    <w:rsid w:val="009143C8"/>
    <w:rsid w:val="00914FC9"/>
    <w:rsid w:val="009156BF"/>
    <w:rsid w:val="009157AC"/>
    <w:rsid w:val="00915AC1"/>
    <w:rsid w:val="00915C17"/>
    <w:rsid w:val="00915CBA"/>
    <w:rsid w:val="009164F9"/>
    <w:rsid w:val="00916A68"/>
    <w:rsid w:val="0091742C"/>
    <w:rsid w:val="009178F0"/>
    <w:rsid w:val="00917FA0"/>
    <w:rsid w:val="00920984"/>
    <w:rsid w:val="00920D07"/>
    <w:rsid w:val="009212B3"/>
    <w:rsid w:val="009214C5"/>
    <w:rsid w:val="00921744"/>
    <w:rsid w:val="00921824"/>
    <w:rsid w:val="00921B50"/>
    <w:rsid w:val="00921BC5"/>
    <w:rsid w:val="00921CE0"/>
    <w:rsid w:val="0092366F"/>
    <w:rsid w:val="00923F26"/>
    <w:rsid w:val="00924411"/>
    <w:rsid w:val="0092566B"/>
    <w:rsid w:val="00925A54"/>
    <w:rsid w:val="00925E5A"/>
    <w:rsid w:val="0092674C"/>
    <w:rsid w:val="00926987"/>
    <w:rsid w:val="00926D4D"/>
    <w:rsid w:val="00926DDC"/>
    <w:rsid w:val="0092720A"/>
    <w:rsid w:val="0092745B"/>
    <w:rsid w:val="009275AC"/>
    <w:rsid w:val="00927AB2"/>
    <w:rsid w:val="00927BC4"/>
    <w:rsid w:val="009302E5"/>
    <w:rsid w:val="009305EC"/>
    <w:rsid w:val="00931D49"/>
    <w:rsid w:val="00931F2A"/>
    <w:rsid w:val="00931F54"/>
    <w:rsid w:val="00931FB0"/>
    <w:rsid w:val="00932140"/>
    <w:rsid w:val="009322B9"/>
    <w:rsid w:val="00932761"/>
    <w:rsid w:val="009328EC"/>
    <w:rsid w:val="00932F3D"/>
    <w:rsid w:val="00932F40"/>
    <w:rsid w:val="009336E9"/>
    <w:rsid w:val="00934864"/>
    <w:rsid w:val="00934CB5"/>
    <w:rsid w:val="00934F83"/>
    <w:rsid w:val="00935681"/>
    <w:rsid w:val="00935AE6"/>
    <w:rsid w:val="00936703"/>
    <w:rsid w:val="009369DC"/>
    <w:rsid w:val="009372AE"/>
    <w:rsid w:val="00937584"/>
    <w:rsid w:val="009375A0"/>
    <w:rsid w:val="00937CBD"/>
    <w:rsid w:val="00940931"/>
    <w:rsid w:val="00940C4A"/>
    <w:rsid w:val="009410C3"/>
    <w:rsid w:val="00942361"/>
    <w:rsid w:val="00942587"/>
    <w:rsid w:val="009434F7"/>
    <w:rsid w:val="009434FF"/>
    <w:rsid w:val="00943A28"/>
    <w:rsid w:val="00943D24"/>
    <w:rsid w:val="0094407B"/>
    <w:rsid w:val="009440F5"/>
    <w:rsid w:val="00944129"/>
    <w:rsid w:val="0094440B"/>
    <w:rsid w:val="0094449F"/>
    <w:rsid w:val="00944B33"/>
    <w:rsid w:val="009455AD"/>
    <w:rsid w:val="009457DE"/>
    <w:rsid w:val="00946579"/>
    <w:rsid w:val="00946613"/>
    <w:rsid w:val="0094678B"/>
    <w:rsid w:val="00947033"/>
    <w:rsid w:val="00947158"/>
    <w:rsid w:val="00947A89"/>
    <w:rsid w:val="00947A9C"/>
    <w:rsid w:val="00950C1E"/>
    <w:rsid w:val="00951B5D"/>
    <w:rsid w:val="00951BE8"/>
    <w:rsid w:val="00951D78"/>
    <w:rsid w:val="0095208E"/>
    <w:rsid w:val="009521F8"/>
    <w:rsid w:val="00952436"/>
    <w:rsid w:val="00952A34"/>
    <w:rsid w:val="00953996"/>
    <w:rsid w:val="00953FF8"/>
    <w:rsid w:val="0095400C"/>
    <w:rsid w:val="0095474C"/>
    <w:rsid w:val="00954F86"/>
    <w:rsid w:val="00955019"/>
    <w:rsid w:val="00955088"/>
    <w:rsid w:val="00955C38"/>
    <w:rsid w:val="00956484"/>
    <w:rsid w:val="00956531"/>
    <w:rsid w:val="00956ECB"/>
    <w:rsid w:val="00957013"/>
    <w:rsid w:val="00957340"/>
    <w:rsid w:val="009573E8"/>
    <w:rsid w:val="00957681"/>
    <w:rsid w:val="009577CA"/>
    <w:rsid w:val="00957BBE"/>
    <w:rsid w:val="00960C97"/>
    <w:rsid w:val="0096117C"/>
    <w:rsid w:val="00961187"/>
    <w:rsid w:val="00961834"/>
    <w:rsid w:val="009618CF"/>
    <w:rsid w:val="009619B0"/>
    <w:rsid w:val="00961AA4"/>
    <w:rsid w:val="00961B95"/>
    <w:rsid w:val="009624D0"/>
    <w:rsid w:val="0096259C"/>
    <w:rsid w:val="00962922"/>
    <w:rsid w:val="00963B16"/>
    <w:rsid w:val="009644F2"/>
    <w:rsid w:val="009646F9"/>
    <w:rsid w:val="00964968"/>
    <w:rsid w:val="00964C87"/>
    <w:rsid w:val="00964CA1"/>
    <w:rsid w:val="00966231"/>
    <w:rsid w:val="009667F9"/>
    <w:rsid w:val="0096681A"/>
    <w:rsid w:val="00966A3E"/>
    <w:rsid w:val="00966E69"/>
    <w:rsid w:val="009673D3"/>
    <w:rsid w:val="0096745B"/>
    <w:rsid w:val="00967CD1"/>
    <w:rsid w:val="009703FD"/>
    <w:rsid w:val="00970878"/>
    <w:rsid w:val="00970F03"/>
    <w:rsid w:val="0097128C"/>
    <w:rsid w:val="00971397"/>
    <w:rsid w:val="00971E17"/>
    <w:rsid w:val="0097297F"/>
    <w:rsid w:val="0097305C"/>
    <w:rsid w:val="0097310D"/>
    <w:rsid w:val="00973C9C"/>
    <w:rsid w:val="009743FA"/>
    <w:rsid w:val="009744C8"/>
    <w:rsid w:val="00974546"/>
    <w:rsid w:val="00974925"/>
    <w:rsid w:val="009751DF"/>
    <w:rsid w:val="009755F3"/>
    <w:rsid w:val="009757F7"/>
    <w:rsid w:val="00975BCE"/>
    <w:rsid w:val="00975F2B"/>
    <w:rsid w:val="00976463"/>
    <w:rsid w:val="0097654F"/>
    <w:rsid w:val="00976C5C"/>
    <w:rsid w:val="00976EA5"/>
    <w:rsid w:val="009775D0"/>
    <w:rsid w:val="00980016"/>
    <w:rsid w:val="009800A1"/>
    <w:rsid w:val="009808C5"/>
    <w:rsid w:val="00980D05"/>
    <w:rsid w:val="00981114"/>
    <w:rsid w:val="00982049"/>
    <w:rsid w:val="00982D3D"/>
    <w:rsid w:val="009832BF"/>
    <w:rsid w:val="00983B28"/>
    <w:rsid w:val="00983B4D"/>
    <w:rsid w:val="00983E35"/>
    <w:rsid w:val="00983E96"/>
    <w:rsid w:val="00984191"/>
    <w:rsid w:val="009841CD"/>
    <w:rsid w:val="009845B4"/>
    <w:rsid w:val="0098551C"/>
    <w:rsid w:val="00985D7D"/>
    <w:rsid w:val="009860B6"/>
    <w:rsid w:val="009863D1"/>
    <w:rsid w:val="009875AA"/>
    <w:rsid w:val="00987832"/>
    <w:rsid w:val="009878F8"/>
    <w:rsid w:val="0098794B"/>
    <w:rsid w:val="00987BDF"/>
    <w:rsid w:val="009901AE"/>
    <w:rsid w:val="00990AE9"/>
    <w:rsid w:val="00990CCB"/>
    <w:rsid w:val="009913FB"/>
    <w:rsid w:val="00991EDF"/>
    <w:rsid w:val="00991F6A"/>
    <w:rsid w:val="009935B8"/>
    <w:rsid w:val="00993878"/>
    <w:rsid w:val="00993E3F"/>
    <w:rsid w:val="009940CE"/>
    <w:rsid w:val="009944D0"/>
    <w:rsid w:val="00994608"/>
    <w:rsid w:val="0099497A"/>
    <w:rsid w:val="0099499D"/>
    <w:rsid w:val="009952A3"/>
    <w:rsid w:val="009963B0"/>
    <w:rsid w:val="009968AB"/>
    <w:rsid w:val="00997234"/>
    <w:rsid w:val="00997752"/>
    <w:rsid w:val="00997B52"/>
    <w:rsid w:val="00997B8B"/>
    <w:rsid w:val="00997CE7"/>
    <w:rsid w:val="009A00F6"/>
    <w:rsid w:val="009A0BFA"/>
    <w:rsid w:val="009A0E36"/>
    <w:rsid w:val="009A104E"/>
    <w:rsid w:val="009A1926"/>
    <w:rsid w:val="009A1AAE"/>
    <w:rsid w:val="009A1B6F"/>
    <w:rsid w:val="009A257C"/>
    <w:rsid w:val="009A25CD"/>
    <w:rsid w:val="009A36FC"/>
    <w:rsid w:val="009A3A9F"/>
    <w:rsid w:val="009A3BFD"/>
    <w:rsid w:val="009A3E8D"/>
    <w:rsid w:val="009A53B2"/>
    <w:rsid w:val="009A57D9"/>
    <w:rsid w:val="009A5C1E"/>
    <w:rsid w:val="009A5C7F"/>
    <w:rsid w:val="009A5F23"/>
    <w:rsid w:val="009A6A5C"/>
    <w:rsid w:val="009A6E01"/>
    <w:rsid w:val="009A7534"/>
    <w:rsid w:val="009A7B0A"/>
    <w:rsid w:val="009B0000"/>
    <w:rsid w:val="009B095D"/>
    <w:rsid w:val="009B1FE0"/>
    <w:rsid w:val="009B2187"/>
    <w:rsid w:val="009B293E"/>
    <w:rsid w:val="009B3067"/>
    <w:rsid w:val="009B3333"/>
    <w:rsid w:val="009B35D5"/>
    <w:rsid w:val="009B3986"/>
    <w:rsid w:val="009B3A10"/>
    <w:rsid w:val="009B3AF6"/>
    <w:rsid w:val="009B3D4D"/>
    <w:rsid w:val="009B465C"/>
    <w:rsid w:val="009B4A63"/>
    <w:rsid w:val="009B5ABD"/>
    <w:rsid w:val="009B68C7"/>
    <w:rsid w:val="009B6B0A"/>
    <w:rsid w:val="009B6B87"/>
    <w:rsid w:val="009B73D0"/>
    <w:rsid w:val="009B77AE"/>
    <w:rsid w:val="009C0D42"/>
    <w:rsid w:val="009C0F00"/>
    <w:rsid w:val="009C10A1"/>
    <w:rsid w:val="009C1346"/>
    <w:rsid w:val="009C1361"/>
    <w:rsid w:val="009C18E2"/>
    <w:rsid w:val="009C1A72"/>
    <w:rsid w:val="009C1C4B"/>
    <w:rsid w:val="009C22A3"/>
    <w:rsid w:val="009C24D8"/>
    <w:rsid w:val="009C2A64"/>
    <w:rsid w:val="009C2CCB"/>
    <w:rsid w:val="009C30ED"/>
    <w:rsid w:val="009C38AF"/>
    <w:rsid w:val="009C3D64"/>
    <w:rsid w:val="009C404F"/>
    <w:rsid w:val="009C4186"/>
    <w:rsid w:val="009C4A68"/>
    <w:rsid w:val="009C4EA5"/>
    <w:rsid w:val="009C544D"/>
    <w:rsid w:val="009C5C3F"/>
    <w:rsid w:val="009C5D62"/>
    <w:rsid w:val="009C5E3C"/>
    <w:rsid w:val="009C63FB"/>
    <w:rsid w:val="009C6728"/>
    <w:rsid w:val="009C7098"/>
    <w:rsid w:val="009C7459"/>
    <w:rsid w:val="009C7531"/>
    <w:rsid w:val="009C7637"/>
    <w:rsid w:val="009C7A9A"/>
    <w:rsid w:val="009C7C42"/>
    <w:rsid w:val="009D024B"/>
    <w:rsid w:val="009D031E"/>
    <w:rsid w:val="009D0A49"/>
    <w:rsid w:val="009D0A8F"/>
    <w:rsid w:val="009D0FEB"/>
    <w:rsid w:val="009D138F"/>
    <w:rsid w:val="009D168D"/>
    <w:rsid w:val="009D1ABF"/>
    <w:rsid w:val="009D1CA7"/>
    <w:rsid w:val="009D1D7D"/>
    <w:rsid w:val="009D2280"/>
    <w:rsid w:val="009D24BF"/>
    <w:rsid w:val="009D2EA2"/>
    <w:rsid w:val="009D3236"/>
    <w:rsid w:val="009D375A"/>
    <w:rsid w:val="009D3889"/>
    <w:rsid w:val="009D3C42"/>
    <w:rsid w:val="009D4193"/>
    <w:rsid w:val="009D4616"/>
    <w:rsid w:val="009D5381"/>
    <w:rsid w:val="009D6593"/>
    <w:rsid w:val="009D65D7"/>
    <w:rsid w:val="009D65FF"/>
    <w:rsid w:val="009D717D"/>
    <w:rsid w:val="009D77BF"/>
    <w:rsid w:val="009E06BF"/>
    <w:rsid w:val="009E0DFB"/>
    <w:rsid w:val="009E0E7C"/>
    <w:rsid w:val="009E1163"/>
    <w:rsid w:val="009E1384"/>
    <w:rsid w:val="009E13BA"/>
    <w:rsid w:val="009E1436"/>
    <w:rsid w:val="009E16B6"/>
    <w:rsid w:val="009E18FE"/>
    <w:rsid w:val="009E1E77"/>
    <w:rsid w:val="009E2627"/>
    <w:rsid w:val="009E268E"/>
    <w:rsid w:val="009E28FA"/>
    <w:rsid w:val="009E2E87"/>
    <w:rsid w:val="009E36F6"/>
    <w:rsid w:val="009E38F1"/>
    <w:rsid w:val="009E3A16"/>
    <w:rsid w:val="009E3C16"/>
    <w:rsid w:val="009E3C83"/>
    <w:rsid w:val="009E3CC5"/>
    <w:rsid w:val="009E3F6D"/>
    <w:rsid w:val="009E4635"/>
    <w:rsid w:val="009E4ACA"/>
    <w:rsid w:val="009E4B4A"/>
    <w:rsid w:val="009E4BC6"/>
    <w:rsid w:val="009E4D56"/>
    <w:rsid w:val="009E585C"/>
    <w:rsid w:val="009E5A83"/>
    <w:rsid w:val="009E5FED"/>
    <w:rsid w:val="009E671C"/>
    <w:rsid w:val="009E6C9A"/>
    <w:rsid w:val="009E7209"/>
    <w:rsid w:val="009E7527"/>
    <w:rsid w:val="009E7753"/>
    <w:rsid w:val="009E7F80"/>
    <w:rsid w:val="009F038C"/>
    <w:rsid w:val="009F0743"/>
    <w:rsid w:val="009F0CF3"/>
    <w:rsid w:val="009F0F34"/>
    <w:rsid w:val="009F1538"/>
    <w:rsid w:val="009F2500"/>
    <w:rsid w:val="009F29AF"/>
    <w:rsid w:val="009F2A79"/>
    <w:rsid w:val="009F2FE8"/>
    <w:rsid w:val="009F346E"/>
    <w:rsid w:val="009F34BB"/>
    <w:rsid w:val="009F3BA0"/>
    <w:rsid w:val="009F4711"/>
    <w:rsid w:val="009F4760"/>
    <w:rsid w:val="009F4A96"/>
    <w:rsid w:val="009F53F9"/>
    <w:rsid w:val="009F5659"/>
    <w:rsid w:val="009F5A38"/>
    <w:rsid w:val="009F6271"/>
    <w:rsid w:val="009F6278"/>
    <w:rsid w:val="009F6454"/>
    <w:rsid w:val="009F64B9"/>
    <w:rsid w:val="009F69FB"/>
    <w:rsid w:val="009F70E6"/>
    <w:rsid w:val="009F71E9"/>
    <w:rsid w:val="009F72C6"/>
    <w:rsid w:val="009F78BF"/>
    <w:rsid w:val="009F7BEE"/>
    <w:rsid w:val="009F7F25"/>
    <w:rsid w:val="00A00B6E"/>
    <w:rsid w:val="00A00CC3"/>
    <w:rsid w:val="00A00D49"/>
    <w:rsid w:val="00A01048"/>
    <w:rsid w:val="00A0155E"/>
    <w:rsid w:val="00A016BD"/>
    <w:rsid w:val="00A021F1"/>
    <w:rsid w:val="00A022FB"/>
    <w:rsid w:val="00A02B67"/>
    <w:rsid w:val="00A02CF0"/>
    <w:rsid w:val="00A036E2"/>
    <w:rsid w:val="00A038BC"/>
    <w:rsid w:val="00A039C3"/>
    <w:rsid w:val="00A03BE2"/>
    <w:rsid w:val="00A05609"/>
    <w:rsid w:val="00A05637"/>
    <w:rsid w:val="00A05668"/>
    <w:rsid w:val="00A05E19"/>
    <w:rsid w:val="00A060A0"/>
    <w:rsid w:val="00A06629"/>
    <w:rsid w:val="00A06FF0"/>
    <w:rsid w:val="00A07283"/>
    <w:rsid w:val="00A07446"/>
    <w:rsid w:val="00A074E1"/>
    <w:rsid w:val="00A103AD"/>
    <w:rsid w:val="00A10916"/>
    <w:rsid w:val="00A10C3C"/>
    <w:rsid w:val="00A11326"/>
    <w:rsid w:val="00A115F4"/>
    <w:rsid w:val="00A116AA"/>
    <w:rsid w:val="00A11F37"/>
    <w:rsid w:val="00A1387D"/>
    <w:rsid w:val="00A13C25"/>
    <w:rsid w:val="00A13E11"/>
    <w:rsid w:val="00A144A3"/>
    <w:rsid w:val="00A155FA"/>
    <w:rsid w:val="00A156AD"/>
    <w:rsid w:val="00A156CA"/>
    <w:rsid w:val="00A15C6D"/>
    <w:rsid w:val="00A1645E"/>
    <w:rsid w:val="00A170F0"/>
    <w:rsid w:val="00A1740C"/>
    <w:rsid w:val="00A200C7"/>
    <w:rsid w:val="00A20C12"/>
    <w:rsid w:val="00A20C66"/>
    <w:rsid w:val="00A20DA6"/>
    <w:rsid w:val="00A210FE"/>
    <w:rsid w:val="00A21297"/>
    <w:rsid w:val="00A21890"/>
    <w:rsid w:val="00A218D1"/>
    <w:rsid w:val="00A21F6F"/>
    <w:rsid w:val="00A22C67"/>
    <w:rsid w:val="00A22F0B"/>
    <w:rsid w:val="00A241BA"/>
    <w:rsid w:val="00A249A4"/>
    <w:rsid w:val="00A2580D"/>
    <w:rsid w:val="00A26827"/>
    <w:rsid w:val="00A26DEC"/>
    <w:rsid w:val="00A2736C"/>
    <w:rsid w:val="00A3026D"/>
    <w:rsid w:val="00A309CC"/>
    <w:rsid w:val="00A30F0F"/>
    <w:rsid w:val="00A31469"/>
    <w:rsid w:val="00A31527"/>
    <w:rsid w:val="00A3184C"/>
    <w:rsid w:val="00A31F91"/>
    <w:rsid w:val="00A32368"/>
    <w:rsid w:val="00A32579"/>
    <w:rsid w:val="00A328AF"/>
    <w:rsid w:val="00A33113"/>
    <w:rsid w:val="00A33203"/>
    <w:rsid w:val="00A33616"/>
    <w:rsid w:val="00A337D0"/>
    <w:rsid w:val="00A33A3E"/>
    <w:rsid w:val="00A33A97"/>
    <w:rsid w:val="00A34C88"/>
    <w:rsid w:val="00A34DA8"/>
    <w:rsid w:val="00A3510E"/>
    <w:rsid w:val="00A3534A"/>
    <w:rsid w:val="00A3576F"/>
    <w:rsid w:val="00A361E5"/>
    <w:rsid w:val="00A36358"/>
    <w:rsid w:val="00A370B8"/>
    <w:rsid w:val="00A40170"/>
    <w:rsid w:val="00A401D8"/>
    <w:rsid w:val="00A40218"/>
    <w:rsid w:val="00A40270"/>
    <w:rsid w:val="00A41755"/>
    <w:rsid w:val="00A423D9"/>
    <w:rsid w:val="00A42CD5"/>
    <w:rsid w:val="00A42F28"/>
    <w:rsid w:val="00A43261"/>
    <w:rsid w:val="00A435FE"/>
    <w:rsid w:val="00A4393A"/>
    <w:rsid w:val="00A43BC4"/>
    <w:rsid w:val="00A447BA"/>
    <w:rsid w:val="00A44B24"/>
    <w:rsid w:val="00A451ED"/>
    <w:rsid w:val="00A454D0"/>
    <w:rsid w:val="00A45979"/>
    <w:rsid w:val="00A4646C"/>
    <w:rsid w:val="00A46F43"/>
    <w:rsid w:val="00A46F9C"/>
    <w:rsid w:val="00A4701C"/>
    <w:rsid w:val="00A47C98"/>
    <w:rsid w:val="00A5015B"/>
    <w:rsid w:val="00A50878"/>
    <w:rsid w:val="00A51384"/>
    <w:rsid w:val="00A51800"/>
    <w:rsid w:val="00A51E5B"/>
    <w:rsid w:val="00A51FD6"/>
    <w:rsid w:val="00A5268A"/>
    <w:rsid w:val="00A52A7C"/>
    <w:rsid w:val="00A53234"/>
    <w:rsid w:val="00A535FE"/>
    <w:rsid w:val="00A536C2"/>
    <w:rsid w:val="00A5370E"/>
    <w:rsid w:val="00A53CAD"/>
    <w:rsid w:val="00A53F24"/>
    <w:rsid w:val="00A542D9"/>
    <w:rsid w:val="00A5476A"/>
    <w:rsid w:val="00A54978"/>
    <w:rsid w:val="00A5499F"/>
    <w:rsid w:val="00A55222"/>
    <w:rsid w:val="00A558EB"/>
    <w:rsid w:val="00A5643B"/>
    <w:rsid w:val="00A567BE"/>
    <w:rsid w:val="00A56CF7"/>
    <w:rsid w:val="00A572D5"/>
    <w:rsid w:val="00A57E54"/>
    <w:rsid w:val="00A600D1"/>
    <w:rsid w:val="00A6041F"/>
    <w:rsid w:val="00A6114B"/>
    <w:rsid w:val="00A6135A"/>
    <w:rsid w:val="00A613E1"/>
    <w:rsid w:val="00A61BF4"/>
    <w:rsid w:val="00A62041"/>
    <w:rsid w:val="00A63B8E"/>
    <w:rsid w:val="00A63CA1"/>
    <w:rsid w:val="00A63DCB"/>
    <w:rsid w:val="00A63F7D"/>
    <w:rsid w:val="00A643B1"/>
    <w:rsid w:val="00A64D33"/>
    <w:rsid w:val="00A64D9F"/>
    <w:rsid w:val="00A65429"/>
    <w:rsid w:val="00A65E8D"/>
    <w:rsid w:val="00A661EC"/>
    <w:rsid w:val="00A66DC3"/>
    <w:rsid w:val="00A67611"/>
    <w:rsid w:val="00A67612"/>
    <w:rsid w:val="00A67AFE"/>
    <w:rsid w:val="00A70170"/>
    <w:rsid w:val="00A706CD"/>
    <w:rsid w:val="00A70AE0"/>
    <w:rsid w:val="00A70CD1"/>
    <w:rsid w:val="00A70D24"/>
    <w:rsid w:val="00A7157B"/>
    <w:rsid w:val="00A72211"/>
    <w:rsid w:val="00A72647"/>
    <w:rsid w:val="00A73196"/>
    <w:rsid w:val="00A736EE"/>
    <w:rsid w:val="00A73ABE"/>
    <w:rsid w:val="00A73F0A"/>
    <w:rsid w:val="00A7437B"/>
    <w:rsid w:val="00A743D4"/>
    <w:rsid w:val="00A74A9D"/>
    <w:rsid w:val="00A74B55"/>
    <w:rsid w:val="00A7504E"/>
    <w:rsid w:val="00A76474"/>
    <w:rsid w:val="00A76545"/>
    <w:rsid w:val="00A76709"/>
    <w:rsid w:val="00A77328"/>
    <w:rsid w:val="00A8028D"/>
    <w:rsid w:val="00A80524"/>
    <w:rsid w:val="00A805CA"/>
    <w:rsid w:val="00A8084C"/>
    <w:rsid w:val="00A80C52"/>
    <w:rsid w:val="00A80E8C"/>
    <w:rsid w:val="00A80F03"/>
    <w:rsid w:val="00A81F51"/>
    <w:rsid w:val="00A824DA"/>
    <w:rsid w:val="00A82793"/>
    <w:rsid w:val="00A83067"/>
    <w:rsid w:val="00A836E9"/>
    <w:rsid w:val="00A83927"/>
    <w:rsid w:val="00A8499F"/>
    <w:rsid w:val="00A85339"/>
    <w:rsid w:val="00A85575"/>
    <w:rsid w:val="00A85B22"/>
    <w:rsid w:val="00A86BC5"/>
    <w:rsid w:val="00A86BF6"/>
    <w:rsid w:val="00A86E98"/>
    <w:rsid w:val="00A86F2A"/>
    <w:rsid w:val="00A87B37"/>
    <w:rsid w:val="00A87C34"/>
    <w:rsid w:val="00A9149F"/>
    <w:rsid w:val="00A917D4"/>
    <w:rsid w:val="00A918A6"/>
    <w:rsid w:val="00A91E2D"/>
    <w:rsid w:val="00A924B6"/>
    <w:rsid w:val="00A92C0C"/>
    <w:rsid w:val="00A93064"/>
    <w:rsid w:val="00A934A2"/>
    <w:rsid w:val="00A93631"/>
    <w:rsid w:val="00A937A2"/>
    <w:rsid w:val="00A93DF4"/>
    <w:rsid w:val="00A93DFA"/>
    <w:rsid w:val="00A94153"/>
    <w:rsid w:val="00A948A3"/>
    <w:rsid w:val="00A9491D"/>
    <w:rsid w:val="00A94CA5"/>
    <w:rsid w:val="00A94F79"/>
    <w:rsid w:val="00A9512F"/>
    <w:rsid w:val="00A9534A"/>
    <w:rsid w:val="00A95451"/>
    <w:rsid w:val="00A959E4"/>
    <w:rsid w:val="00A95AB5"/>
    <w:rsid w:val="00A95B1E"/>
    <w:rsid w:val="00A96888"/>
    <w:rsid w:val="00A96ACF"/>
    <w:rsid w:val="00A96DBC"/>
    <w:rsid w:val="00A97331"/>
    <w:rsid w:val="00A973E8"/>
    <w:rsid w:val="00AA0249"/>
    <w:rsid w:val="00AA05DA"/>
    <w:rsid w:val="00AA07ED"/>
    <w:rsid w:val="00AA191F"/>
    <w:rsid w:val="00AA1A3E"/>
    <w:rsid w:val="00AA1A52"/>
    <w:rsid w:val="00AA1D2F"/>
    <w:rsid w:val="00AA22FE"/>
    <w:rsid w:val="00AA23D1"/>
    <w:rsid w:val="00AA2584"/>
    <w:rsid w:val="00AA2605"/>
    <w:rsid w:val="00AA3520"/>
    <w:rsid w:val="00AA35A6"/>
    <w:rsid w:val="00AA3F91"/>
    <w:rsid w:val="00AA43DD"/>
    <w:rsid w:val="00AA4BFC"/>
    <w:rsid w:val="00AA5323"/>
    <w:rsid w:val="00AA5804"/>
    <w:rsid w:val="00AA59AF"/>
    <w:rsid w:val="00AA5B1C"/>
    <w:rsid w:val="00AA6178"/>
    <w:rsid w:val="00AA629F"/>
    <w:rsid w:val="00AA6AEE"/>
    <w:rsid w:val="00AA72BA"/>
    <w:rsid w:val="00AA770D"/>
    <w:rsid w:val="00AA7A0B"/>
    <w:rsid w:val="00AA7EF6"/>
    <w:rsid w:val="00AB096D"/>
    <w:rsid w:val="00AB1F9A"/>
    <w:rsid w:val="00AB26B4"/>
    <w:rsid w:val="00AB26E4"/>
    <w:rsid w:val="00AB3BAD"/>
    <w:rsid w:val="00AB407D"/>
    <w:rsid w:val="00AB434E"/>
    <w:rsid w:val="00AB439D"/>
    <w:rsid w:val="00AB4E3B"/>
    <w:rsid w:val="00AB4FB0"/>
    <w:rsid w:val="00AB5283"/>
    <w:rsid w:val="00AB5738"/>
    <w:rsid w:val="00AB6784"/>
    <w:rsid w:val="00AB6957"/>
    <w:rsid w:val="00AB7230"/>
    <w:rsid w:val="00AB7447"/>
    <w:rsid w:val="00AB772C"/>
    <w:rsid w:val="00AB77FF"/>
    <w:rsid w:val="00AB7906"/>
    <w:rsid w:val="00AB7D8A"/>
    <w:rsid w:val="00AC022E"/>
    <w:rsid w:val="00AC0299"/>
    <w:rsid w:val="00AC03E5"/>
    <w:rsid w:val="00AC07AB"/>
    <w:rsid w:val="00AC0A7B"/>
    <w:rsid w:val="00AC0C45"/>
    <w:rsid w:val="00AC16D7"/>
    <w:rsid w:val="00AC1E94"/>
    <w:rsid w:val="00AC2575"/>
    <w:rsid w:val="00AC2C90"/>
    <w:rsid w:val="00AC2CC4"/>
    <w:rsid w:val="00AC2D20"/>
    <w:rsid w:val="00AC3DDF"/>
    <w:rsid w:val="00AC42CB"/>
    <w:rsid w:val="00AC4495"/>
    <w:rsid w:val="00AC46AD"/>
    <w:rsid w:val="00AC4F9A"/>
    <w:rsid w:val="00AC5625"/>
    <w:rsid w:val="00AC5EB4"/>
    <w:rsid w:val="00AC6120"/>
    <w:rsid w:val="00AC7340"/>
    <w:rsid w:val="00AD0170"/>
    <w:rsid w:val="00AD0407"/>
    <w:rsid w:val="00AD06B7"/>
    <w:rsid w:val="00AD1BE8"/>
    <w:rsid w:val="00AD20A4"/>
    <w:rsid w:val="00AD2485"/>
    <w:rsid w:val="00AD2AB2"/>
    <w:rsid w:val="00AD302E"/>
    <w:rsid w:val="00AD3071"/>
    <w:rsid w:val="00AD344C"/>
    <w:rsid w:val="00AD34EF"/>
    <w:rsid w:val="00AD3608"/>
    <w:rsid w:val="00AD39FB"/>
    <w:rsid w:val="00AD475A"/>
    <w:rsid w:val="00AD4E56"/>
    <w:rsid w:val="00AD4ECE"/>
    <w:rsid w:val="00AD51DA"/>
    <w:rsid w:val="00AD6358"/>
    <w:rsid w:val="00AD6965"/>
    <w:rsid w:val="00AD796C"/>
    <w:rsid w:val="00AD7ADA"/>
    <w:rsid w:val="00AD7E08"/>
    <w:rsid w:val="00AD7E83"/>
    <w:rsid w:val="00AE066C"/>
    <w:rsid w:val="00AE1A6F"/>
    <w:rsid w:val="00AE1AB0"/>
    <w:rsid w:val="00AE1C25"/>
    <w:rsid w:val="00AE1CEB"/>
    <w:rsid w:val="00AE1DAB"/>
    <w:rsid w:val="00AE1F5B"/>
    <w:rsid w:val="00AE1FFB"/>
    <w:rsid w:val="00AE23FA"/>
    <w:rsid w:val="00AE24F0"/>
    <w:rsid w:val="00AE2D97"/>
    <w:rsid w:val="00AE3540"/>
    <w:rsid w:val="00AE3797"/>
    <w:rsid w:val="00AE3983"/>
    <w:rsid w:val="00AE3DC8"/>
    <w:rsid w:val="00AE3EDD"/>
    <w:rsid w:val="00AE46B7"/>
    <w:rsid w:val="00AE4C10"/>
    <w:rsid w:val="00AE4F45"/>
    <w:rsid w:val="00AE4FBA"/>
    <w:rsid w:val="00AE4FD5"/>
    <w:rsid w:val="00AE59A1"/>
    <w:rsid w:val="00AE5C3E"/>
    <w:rsid w:val="00AE5D80"/>
    <w:rsid w:val="00AE5F4B"/>
    <w:rsid w:val="00AE62E9"/>
    <w:rsid w:val="00AE6C2B"/>
    <w:rsid w:val="00AE72B2"/>
    <w:rsid w:val="00AE7E17"/>
    <w:rsid w:val="00AF09E8"/>
    <w:rsid w:val="00AF112B"/>
    <w:rsid w:val="00AF14C8"/>
    <w:rsid w:val="00AF1558"/>
    <w:rsid w:val="00AF1839"/>
    <w:rsid w:val="00AF1D6F"/>
    <w:rsid w:val="00AF1E80"/>
    <w:rsid w:val="00AF1EB0"/>
    <w:rsid w:val="00AF254C"/>
    <w:rsid w:val="00AF262B"/>
    <w:rsid w:val="00AF27DE"/>
    <w:rsid w:val="00AF2D2F"/>
    <w:rsid w:val="00AF2D6A"/>
    <w:rsid w:val="00AF3117"/>
    <w:rsid w:val="00AF3699"/>
    <w:rsid w:val="00AF3742"/>
    <w:rsid w:val="00AF3E86"/>
    <w:rsid w:val="00AF4A8F"/>
    <w:rsid w:val="00AF4C13"/>
    <w:rsid w:val="00AF4D1A"/>
    <w:rsid w:val="00AF5256"/>
    <w:rsid w:val="00AF5606"/>
    <w:rsid w:val="00AF5A91"/>
    <w:rsid w:val="00AF5DC6"/>
    <w:rsid w:val="00AF5ED9"/>
    <w:rsid w:val="00AF600B"/>
    <w:rsid w:val="00AF64EC"/>
    <w:rsid w:val="00AF6C32"/>
    <w:rsid w:val="00AF7879"/>
    <w:rsid w:val="00AF7A95"/>
    <w:rsid w:val="00AF7ACD"/>
    <w:rsid w:val="00B005D9"/>
    <w:rsid w:val="00B00CED"/>
    <w:rsid w:val="00B01940"/>
    <w:rsid w:val="00B021BD"/>
    <w:rsid w:val="00B024E9"/>
    <w:rsid w:val="00B02C59"/>
    <w:rsid w:val="00B03058"/>
    <w:rsid w:val="00B03338"/>
    <w:rsid w:val="00B033C5"/>
    <w:rsid w:val="00B03A10"/>
    <w:rsid w:val="00B03C95"/>
    <w:rsid w:val="00B04F07"/>
    <w:rsid w:val="00B05426"/>
    <w:rsid w:val="00B0582B"/>
    <w:rsid w:val="00B0588A"/>
    <w:rsid w:val="00B05BAC"/>
    <w:rsid w:val="00B0611C"/>
    <w:rsid w:val="00B0692F"/>
    <w:rsid w:val="00B06C14"/>
    <w:rsid w:val="00B06C79"/>
    <w:rsid w:val="00B06D5A"/>
    <w:rsid w:val="00B06DC5"/>
    <w:rsid w:val="00B06EED"/>
    <w:rsid w:val="00B07106"/>
    <w:rsid w:val="00B07652"/>
    <w:rsid w:val="00B0782B"/>
    <w:rsid w:val="00B078D8"/>
    <w:rsid w:val="00B079EE"/>
    <w:rsid w:val="00B07B2E"/>
    <w:rsid w:val="00B07B30"/>
    <w:rsid w:val="00B07CC3"/>
    <w:rsid w:val="00B10F4A"/>
    <w:rsid w:val="00B10FDD"/>
    <w:rsid w:val="00B11933"/>
    <w:rsid w:val="00B11B17"/>
    <w:rsid w:val="00B11B3C"/>
    <w:rsid w:val="00B11C26"/>
    <w:rsid w:val="00B11C69"/>
    <w:rsid w:val="00B11CBC"/>
    <w:rsid w:val="00B11E98"/>
    <w:rsid w:val="00B11FEF"/>
    <w:rsid w:val="00B12B9C"/>
    <w:rsid w:val="00B12CAA"/>
    <w:rsid w:val="00B1350C"/>
    <w:rsid w:val="00B143D5"/>
    <w:rsid w:val="00B145EE"/>
    <w:rsid w:val="00B15762"/>
    <w:rsid w:val="00B16782"/>
    <w:rsid w:val="00B16F97"/>
    <w:rsid w:val="00B177EE"/>
    <w:rsid w:val="00B1794B"/>
    <w:rsid w:val="00B17976"/>
    <w:rsid w:val="00B17FDC"/>
    <w:rsid w:val="00B20035"/>
    <w:rsid w:val="00B20FFD"/>
    <w:rsid w:val="00B211A1"/>
    <w:rsid w:val="00B2137A"/>
    <w:rsid w:val="00B2141A"/>
    <w:rsid w:val="00B21641"/>
    <w:rsid w:val="00B21697"/>
    <w:rsid w:val="00B22212"/>
    <w:rsid w:val="00B22427"/>
    <w:rsid w:val="00B230DD"/>
    <w:rsid w:val="00B23446"/>
    <w:rsid w:val="00B248FD"/>
    <w:rsid w:val="00B24CEB"/>
    <w:rsid w:val="00B24D59"/>
    <w:rsid w:val="00B25330"/>
    <w:rsid w:val="00B254F6"/>
    <w:rsid w:val="00B25CBC"/>
    <w:rsid w:val="00B268BF"/>
    <w:rsid w:val="00B26ED7"/>
    <w:rsid w:val="00B27121"/>
    <w:rsid w:val="00B273F6"/>
    <w:rsid w:val="00B274F1"/>
    <w:rsid w:val="00B2762E"/>
    <w:rsid w:val="00B27B92"/>
    <w:rsid w:val="00B27BE5"/>
    <w:rsid w:val="00B27EF1"/>
    <w:rsid w:val="00B30B6C"/>
    <w:rsid w:val="00B30E4B"/>
    <w:rsid w:val="00B31020"/>
    <w:rsid w:val="00B312DE"/>
    <w:rsid w:val="00B31809"/>
    <w:rsid w:val="00B319A8"/>
    <w:rsid w:val="00B32ACB"/>
    <w:rsid w:val="00B32BC4"/>
    <w:rsid w:val="00B32DE3"/>
    <w:rsid w:val="00B3308E"/>
    <w:rsid w:val="00B33BBD"/>
    <w:rsid w:val="00B33D5A"/>
    <w:rsid w:val="00B356A4"/>
    <w:rsid w:val="00B35DF4"/>
    <w:rsid w:val="00B36B5B"/>
    <w:rsid w:val="00B37297"/>
    <w:rsid w:val="00B37308"/>
    <w:rsid w:val="00B375CF"/>
    <w:rsid w:val="00B3768B"/>
    <w:rsid w:val="00B402B9"/>
    <w:rsid w:val="00B407DC"/>
    <w:rsid w:val="00B40820"/>
    <w:rsid w:val="00B40A08"/>
    <w:rsid w:val="00B41535"/>
    <w:rsid w:val="00B416DC"/>
    <w:rsid w:val="00B4180D"/>
    <w:rsid w:val="00B41971"/>
    <w:rsid w:val="00B41AE8"/>
    <w:rsid w:val="00B422C3"/>
    <w:rsid w:val="00B429FF"/>
    <w:rsid w:val="00B42A90"/>
    <w:rsid w:val="00B42B57"/>
    <w:rsid w:val="00B42F0F"/>
    <w:rsid w:val="00B434CA"/>
    <w:rsid w:val="00B43A97"/>
    <w:rsid w:val="00B44494"/>
    <w:rsid w:val="00B44E00"/>
    <w:rsid w:val="00B4523F"/>
    <w:rsid w:val="00B452A7"/>
    <w:rsid w:val="00B46206"/>
    <w:rsid w:val="00B467F1"/>
    <w:rsid w:val="00B469CE"/>
    <w:rsid w:val="00B47019"/>
    <w:rsid w:val="00B479B8"/>
    <w:rsid w:val="00B47AA3"/>
    <w:rsid w:val="00B47D8D"/>
    <w:rsid w:val="00B50B60"/>
    <w:rsid w:val="00B51773"/>
    <w:rsid w:val="00B51B1E"/>
    <w:rsid w:val="00B51D2E"/>
    <w:rsid w:val="00B51F70"/>
    <w:rsid w:val="00B52372"/>
    <w:rsid w:val="00B525D0"/>
    <w:rsid w:val="00B52AB6"/>
    <w:rsid w:val="00B5301E"/>
    <w:rsid w:val="00B53196"/>
    <w:rsid w:val="00B5425C"/>
    <w:rsid w:val="00B545E9"/>
    <w:rsid w:val="00B54F23"/>
    <w:rsid w:val="00B550DE"/>
    <w:rsid w:val="00B55353"/>
    <w:rsid w:val="00B55B8F"/>
    <w:rsid w:val="00B55CA5"/>
    <w:rsid w:val="00B55D4C"/>
    <w:rsid w:val="00B55FC9"/>
    <w:rsid w:val="00B567D4"/>
    <w:rsid w:val="00B5696F"/>
    <w:rsid w:val="00B56A5C"/>
    <w:rsid w:val="00B56B29"/>
    <w:rsid w:val="00B578F3"/>
    <w:rsid w:val="00B57CF5"/>
    <w:rsid w:val="00B57F90"/>
    <w:rsid w:val="00B600D0"/>
    <w:rsid w:val="00B605D6"/>
    <w:rsid w:val="00B60C41"/>
    <w:rsid w:val="00B60E39"/>
    <w:rsid w:val="00B61930"/>
    <w:rsid w:val="00B61CA1"/>
    <w:rsid w:val="00B627EE"/>
    <w:rsid w:val="00B62BC9"/>
    <w:rsid w:val="00B63379"/>
    <w:rsid w:val="00B635E4"/>
    <w:rsid w:val="00B63817"/>
    <w:rsid w:val="00B63979"/>
    <w:rsid w:val="00B63A42"/>
    <w:rsid w:val="00B64636"/>
    <w:rsid w:val="00B6494C"/>
    <w:rsid w:val="00B64F50"/>
    <w:rsid w:val="00B650FF"/>
    <w:rsid w:val="00B6579E"/>
    <w:rsid w:val="00B657C7"/>
    <w:rsid w:val="00B65AF8"/>
    <w:rsid w:val="00B66108"/>
    <w:rsid w:val="00B66144"/>
    <w:rsid w:val="00B66625"/>
    <w:rsid w:val="00B669AF"/>
    <w:rsid w:val="00B67211"/>
    <w:rsid w:val="00B67FB5"/>
    <w:rsid w:val="00B70422"/>
    <w:rsid w:val="00B7045E"/>
    <w:rsid w:val="00B7088A"/>
    <w:rsid w:val="00B708AA"/>
    <w:rsid w:val="00B70B83"/>
    <w:rsid w:val="00B71479"/>
    <w:rsid w:val="00B715BD"/>
    <w:rsid w:val="00B7171F"/>
    <w:rsid w:val="00B71F70"/>
    <w:rsid w:val="00B72128"/>
    <w:rsid w:val="00B723C9"/>
    <w:rsid w:val="00B72DB4"/>
    <w:rsid w:val="00B73643"/>
    <w:rsid w:val="00B73AA4"/>
    <w:rsid w:val="00B73D49"/>
    <w:rsid w:val="00B73D53"/>
    <w:rsid w:val="00B74844"/>
    <w:rsid w:val="00B748B1"/>
    <w:rsid w:val="00B74936"/>
    <w:rsid w:val="00B74A91"/>
    <w:rsid w:val="00B74CCB"/>
    <w:rsid w:val="00B74E1C"/>
    <w:rsid w:val="00B74F32"/>
    <w:rsid w:val="00B74FD2"/>
    <w:rsid w:val="00B75023"/>
    <w:rsid w:val="00B75267"/>
    <w:rsid w:val="00B754A7"/>
    <w:rsid w:val="00B75EE6"/>
    <w:rsid w:val="00B76181"/>
    <w:rsid w:val="00B76385"/>
    <w:rsid w:val="00B76D07"/>
    <w:rsid w:val="00B76D0A"/>
    <w:rsid w:val="00B76E53"/>
    <w:rsid w:val="00B770E8"/>
    <w:rsid w:val="00B77BA6"/>
    <w:rsid w:val="00B808E0"/>
    <w:rsid w:val="00B80A78"/>
    <w:rsid w:val="00B80CF6"/>
    <w:rsid w:val="00B80DA8"/>
    <w:rsid w:val="00B81469"/>
    <w:rsid w:val="00B81502"/>
    <w:rsid w:val="00B81DE0"/>
    <w:rsid w:val="00B826AF"/>
    <w:rsid w:val="00B828E6"/>
    <w:rsid w:val="00B8316D"/>
    <w:rsid w:val="00B83322"/>
    <w:rsid w:val="00B83437"/>
    <w:rsid w:val="00B834BB"/>
    <w:rsid w:val="00B836B4"/>
    <w:rsid w:val="00B83F06"/>
    <w:rsid w:val="00B84394"/>
    <w:rsid w:val="00B8461D"/>
    <w:rsid w:val="00B8479C"/>
    <w:rsid w:val="00B84896"/>
    <w:rsid w:val="00B8514F"/>
    <w:rsid w:val="00B85186"/>
    <w:rsid w:val="00B852D5"/>
    <w:rsid w:val="00B8544E"/>
    <w:rsid w:val="00B864E6"/>
    <w:rsid w:val="00B8690E"/>
    <w:rsid w:val="00B86FCF"/>
    <w:rsid w:val="00B8714C"/>
    <w:rsid w:val="00B876B5"/>
    <w:rsid w:val="00B87B05"/>
    <w:rsid w:val="00B90A99"/>
    <w:rsid w:val="00B90C00"/>
    <w:rsid w:val="00B9113F"/>
    <w:rsid w:val="00B913BD"/>
    <w:rsid w:val="00B9161D"/>
    <w:rsid w:val="00B91871"/>
    <w:rsid w:val="00B91D3A"/>
    <w:rsid w:val="00B928C5"/>
    <w:rsid w:val="00B931CD"/>
    <w:rsid w:val="00B93A96"/>
    <w:rsid w:val="00B94A7E"/>
    <w:rsid w:val="00B94DC8"/>
    <w:rsid w:val="00B958B6"/>
    <w:rsid w:val="00B95A0F"/>
    <w:rsid w:val="00B95A80"/>
    <w:rsid w:val="00B95B3C"/>
    <w:rsid w:val="00B95E77"/>
    <w:rsid w:val="00B96B06"/>
    <w:rsid w:val="00B96C3E"/>
    <w:rsid w:val="00B96E56"/>
    <w:rsid w:val="00BA0128"/>
    <w:rsid w:val="00BA057C"/>
    <w:rsid w:val="00BA09E0"/>
    <w:rsid w:val="00BA109F"/>
    <w:rsid w:val="00BA25EE"/>
    <w:rsid w:val="00BA284E"/>
    <w:rsid w:val="00BA29B0"/>
    <w:rsid w:val="00BA2F16"/>
    <w:rsid w:val="00BA3088"/>
    <w:rsid w:val="00BA35D8"/>
    <w:rsid w:val="00BA3745"/>
    <w:rsid w:val="00BA438E"/>
    <w:rsid w:val="00BA449A"/>
    <w:rsid w:val="00BA4C74"/>
    <w:rsid w:val="00BA4FD4"/>
    <w:rsid w:val="00BA5302"/>
    <w:rsid w:val="00BA53DC"/>
    <w:rsid w:val="00BA5939"/>
    <w:rsid w:val="00BA622A"/>
    <w:rsid w:val="00BA6380"/>
    <w:rsid w:val="00BA67BE"/>
    <w:rsid w:val="00BA70A9"/>
    <w:rsid w:val="00BA774D"/>
    <w:rsid w:val="00BA7A2C"/>
    <w:rsid w:val="00BA7C01"/>
    <w:rsid w:val="00BB0CE8"/>
    <w:rsid w:val="00BB121C"/>
    <w:rsid w:val="00BB162F"/>
    <w:rsid w:val="00BB1CF8"/>
    <w:rsid w:val="00BB25C4"/>
    <w:rsid w:val="00BB28A4"/>
    <w:rsid w:val="00BB28F7"/>
    <w:rsid w:val="00BB2952"/>
    <w:rsid w:val="00BB2BB1"/>
    <w:rsid w:val="00BB2BDB"/>
    <w:rsid w:val="00BB2EBC"/>
    <w:rsid w:val="00BB2F3A"/>
    <w:rsid w:val="00BB3064"/>
    <w:rsid w:val="00BB3787"/>
    <w:rsid w:val="00BB37A9"/>
    <w:rsid w:val="00BB3A67"/>
    <w:rsid w:val="00BB3EB9"/>
    <w:rsid w:val="00BB4A23"/>
    <w:rsid w:val="00BB4A4E"/>
    <w:rsid w:val="00BB5D8D"/>
    <w:rsid w:val="00BB5E31"/>
    <w:rsid w:val="00BB5FD3"/>
    <w:rsid w:val="00BB61BA"/>
    <w:rsid w:val="00BB6450"/>
    <w:rsid w:val="00BB6A19"/>
    <w:rsid w:val="00BB726A"/>
    <w:rsid w:val="00BB72B8"/>
    <w:rsid w:val="00BB7DDE"/>
    <w:rsid w:val="00BC0324"/>
    <w:rsid w:val="00BC0FDF"/>
    <w:rsid w:val="00BC1817"/>
    <w:rsid w:val="00BC37D3"/>
    <w:rsid w:val="00BC39B4"/>
    <w:rsid w:val="00BC3ACC"/>
    <w:rsid w:val="00BC3BF9"/>
    <w:rsid w:val="00BC3D49"/>
    <w:rsid w:val="00BC3F34"/>
    <w:rsid w:val="00BC419B"/>
    <w:rsid w:val="00BC45DB"/>
    <w:rsid w:val="00BC4E48"/>
    <w:rsid w:val="00BC50AC"/>
    <w:rsid w:val="00BC530A"/>
    <w:rsid w:val="00BC538E"/>
    <w:rsid w:val="00BC5BDD"/>
    <w:rsid w:val="00BC5F65"/>
    <w:rsid w:val="00BC669A"/>
    <w:rsid w:val="00BC6844"/>
    <w:rsid w:val="00BC6EE5"/>
    <w:rsid w:val="00BC7A21"/>
    <w:rsid w:val="00BC7B36"/>
    <w:rsid w:val="00BC7B3E"/>
    <w:rsid w:val="00BC7BC3"/>
    <w:rsid w:val="00BC7CB6"/>
    <w:rsid w:val="00BD0B8D"/>
    <w:rsid w:val="00BD0E35"/>
    <w:rsid w:val="00BD0F54"/>
    <w:rsid w:val="00BD11DF"/>
    <w:rsid w:val="00BD1377"/>
    <w:rsid w:val="00BD149E"/>
    <w:rsid w:val="00BD181A"/>
    <w:rsid w:val="00BD1891"/>
    <w:rsid w:val="00BD1E23"/>
    <w:rsid w:val="00BD1FCD"/>
    <w:rsid w:val="00BD2438"/>
    <w:rsid w:val="00BD2703"/>
    <w:rsid w:val="00BD3112"/>
    <w:rsid w:val="00BD386E"/>
    <w:rsid w:val="00BD39A7"/>
    <w:rsid w:val="00BD3F48"/>
    <w:rsid w:val="00BD4674"/>
    <w:rsid w:val="00BD4760"/>
    <w:rsid w:val="00BD4812"/>
    <w:rsid w:val="00BD4954"/>
    <w:rsid w:val="00BD4A8A"/>
    <w:rsid w:val="00BD5007"/>
    <w:rsid w:val="00BD57D8"/>
    <w:rsid w:val="00BD5D47"/>
    <w:rsid w:val="00BD6279"/>
    <w:rsid w:val="00BD6427"/>
    <w:rsid w:val="00BD67E8"/>
    <w:rsid w:val="00BD6DB5"/>
    <w:rsid w:val="00BD70AA"/>
    <w:rsid w:val="00BD74E8"/>
    <w:rsid w:val="00BE0314"/>
    <w:rsid w:val="00BE152C"/>
    <w:rsid w:val="00BE177B"/>
    <w:rsid w:val="00BE2525"/>
    <w:rsid w:val="00BE25F3"/>
    <w:rsid w:val="00BE3244"/>
    <w:rsid w:val="00BE3503"/>
    <w:rsid w:val="00BE356B"/>
    <w:rsid w:val="00BE3BDD"/>
    <w:rsid w:val="00BE3F2E"/>
    <w:rsid w:val="00BE4AD6"/>
    <w:rsid w:val="00BE4E43"/>
    <w:rsid w:val="00BE537D"/>
    <w:rsid w:val="00BE5A41"/>
    <w:rsid w:val="00BE5CFE"/>
    <w:rsid w:val="00BE5F36"/>
    <w:rsid w:val="00BE5F64"/>
    <w:rsid w:val="00BE6194"/>
    <w:rsid w:val="00BE634B"/>
    <w:rsid w:val="00BE72D0"/>
    <w:rsid w:val="00BE79B0"/>
    <w:rsid w:val="00BF02C4"/>
    <w:rsid w:val="00BF0B16"/>
    <w:rsid w:val="00BF0BDA"/>
    <w:rsid w:val="00BF0C58"/>
    <w:rsid w:val="00BF0E76"/>
    <w:rsid w:val="00BF0F60"/>
    <w:rsid w:val="00BF10B4"/>
    <w:rsid w:val="00BF14E4"/>
    <w:rsid w:val="00BF19FF"/>
    <w:rsid w:val="00BF2413"/>
    <w:rsid w:val="00BF2796"/>
    <w:rsid w:val="00BF2D1B"/>
    <w:rsid w:val="00BF2DA1"/>
    <w:rsid w:val="00BF2F0E"/>
    <w:rsid w:val="00BF31EC"/>
    <w:rsid w:val="00BF364A"/>
    <w:rsid w:val="00BF470D"/>
    <w:rsid w:val="00BF5BD1"/>
    <w:rsid w:val="00BF5DBD"/>
    <w:rsid w:val="00BF5FD8"/>
    <w:rsid w:val="00BF611F"/>
    <w:rsid w:val="00BF6485"/>
    <w:rsid w:val="00BF64BE"/>
    <w:rsid w:val="00BF6D67"/>
    <w:rsid w:val="00BF75E9"/>
    <w:rsid w:val="00BF79C1"/>
    <w:rsid w:val="00C0022A"/>
    <w:rsid w:val="00C0029E"/>
    <w:rsid w:val="00C00327"/>
    <w:rsid w:val="00C009B3"/>
    <w:rsid w:val="00C01234"/>
    <w:rsid w:val="00C01252"/>
    <w:rsid w:val="00C020DF"/>
    <w:rsid w:val="00C026B7"/>
    <w:rsid w:val="00C03803"/>
    <w:rsid w:val="00C03AB3"/>
    <w:rsid w:val="00C03BE9"/>
    <w:rsid w:val="00C03D42"/>
    <w:rsid w:val="00C03EBD"/>
    <w:rsid w:val="00C0464D"/>
    <w:rsid w:val="00C04880"/>
    <w:rsid w:val="00C0494E"/>
    <w:rsid w:val="00C04B33"/>
    <w:rsid w:val="00C04C2A"/>
    <w:rsid w:val="00C05359"/>
    <w:rsid w:val="00C069FE"/>
    <w:rsid w:val="00C07336"/>
    <w:rsid w:val="00C0741D"/>
    <w:rsid w:val="00C10032"/>
    <w:rsid w:val="00C1035D"/>
    <w:rsid w:val="00C10930"/>
    <w:rsid w:val="00C11110"/>
    <w:rsid w:val="00C11504"/>
    <w:rsid w:val="00C118A6"/>
    <w:rsid w:val="00C12F48"/>
    <w:rsid w:val="00C1363B"/>
    <w:rsid w:val="00C14BD8"/>
    <w:rsid w:val="00C14E9D"/>
    <w:rsid w:val="00C15061"/>
    <w:rsid w:val="00C154E5"/>
    <w:rsid w:val="00C15600"/>
    <w:rsid w:val="00C15CBE"/>
    <w:rsid w:val="00C15F54"/>
    <w:rsid w:val="00C163DA"/>
    <w:rsid w:val="00C16443"/>
    <w:rsid w:val="00C16A52"/>
    <w:rsid w:val="00C16BBC"/>
    <w:rsid w:val="00C16CE3"/>
    <w:rsid w:val="00C16EA9"/>
    <w:rsid w:val="00C176A6"/>
    <w:rsid w:val="00C179B4"/>
    <w:rsid w:val="00C17EF2"/>
    <w:rsid w:val="00C2001F"/>
    <w:rsid w:val="00C20202"/>
    <w:rsid w:val="00C20AA8"/>
    <w:rsid w:val="00C2109F"/>
    <w:rsid w:val="00C2124F"/>
    <w:rsid w:val="00C21621"/>
    <w:rsid w:val="00C2169B"/>
    <w:rsid w:val="00C21FE6"/>
    <w:rsid w:val="00C22785"/>
    <w:rsid w:val="00C22F03"/>
    <w:rsid w:val="00C23335"/>
    <w:rsid w:val="00C237E9"/>
    <w:rsid w:val="00C238DD"/>
    <w:rsid w:val="00C23930"/>
    <w:rsid w:val="00C23D55"/>
    <w:rsid w:val="00C23F8F"/>
    <w:rsid w:val="00C2479C"/>
    <w:rsid w:val="00C24A40"/>
    <w:rsid w:val="00C24B34"/>
    <w:rsid w:val="00C24EF0"/>
    <w:rsid w:val="00C25126"/>
    <w:rsid w:val="00C258C0"/>
    <w:rsid w:val="00C25B6E"/>
    <w:rsid w:val="00C268D0"/>
    <w:rsid w:val="00C26E8E"/>
    <w:rsid w:val="00C27B09"/>
    <w:rsid w:val="00C27C86"/>
    <w:rsid w:val="00C311D4"/>
    <w:rsid w:val="00C313AF"/>
    <w:rsid w:val="00C317D0"/>
    <w:rsid w:val="00C31854"/>
    <w:rsid w:val="00C325F0"/>
    <w:rsid w:val="00C33779"/>
    <w:rsid w:val="00C33A2A"/>
    <w:rsid w:val="00C33CE1"/>
    <w:rsid w:val="00C343A0"/>
    <w:rsid w:val="00C34408"/>
    <w:rsid w:val="00C34607"/>
    <w:rsid w:val="00C34AFF"/>
    <w:rsid w:val="00C35108"/>
    <w:rsid w:val="00C35562"/>
    <w:rsid w:val="00C35833"/>
    <w:rsid w:val="00C36372"/>
    <w:rsid w:val="00C364C0"/>
    <w:rsid w:val="00C36626"/>
    <w:rsid w:val="00C36866"/>
    <w:rsid w:val="00C368C9"/>
    <w:rsid w:val="00C36E52"/>
    <w:rsid w:val="00C37B7D"/>
    <w:rsid w:val="00C37FA1"/>
    <w:rsid w:val="00C4057D"/>
    <w:rsid w:val="00C40622"/>
    <w:rsid w:val="00C406C2"/>
    <w:rsid w:val="00C4075C"/>
    <w:rsid w:val="00C41F5A"/>
    <w:rsid w:val="00C41FBC"/>
    <w:rsid w:val="00C42106"/>
    <w:rsid w:val="00C42486"/>
    <w:rsid w:val="00C42498"/>
    <w:rsid w:val="00C42D32"/>
    <w:rsid w:val="00C42E5C"/>
    <w:rsid w:val="00C42ED1"/>
    <w:rsid w:val="00C42FB7"/>
    <w:rsid w:val="00C43062"/>
    <w:rsid w:val="00C43890"/>
    <w:rsid w:val="00C4391D"/>
    <w:rsid w:val="00C4417A"/>
    <w:rsid w:val="00C444CF"/>
    <w:rsid w:val="00C44A4C"/>
    <w:rsid w:val="00C44BEA"/>
    <w:rsid w:val="00C44E05"/>
    <w:rsid w:val="00C45226"/>
    <w:rsid w:val="00C45879"/>
    <w:rsid w:val="00C45D34"/>
    <w:rsid w:val="00C45FBC"/>
    <w:rsid w:val="00C46101"/>
    <w:rsid w:val="00C46225"/>
    <w:rsid w:val="00C46407"/>
    <w:rsid w:val="00C47129"/>
    <w:rsid w:val="00C47960"/>
    <w:rsid w:val="00C5029D"/>
    <w:rsid w:val="00C50474"/>
    <w:rsid w:val="00C504A4"/>
    <w:rsid w:val="00C5071C"/>
    <w:rsid w:val="00C509EC"/>
    <w:rsid w:val="00C5126B"/>
    <w:rsid w:val="00C517AC"/>
    <w:rsid w:val="00C517DF"/>
    <w:rsid w:val="00C517F1"/>
    <w:rsid w:val="00C51814"/>
    <w:rsid w:val="00C518B6"/>
    <w:rsid w:val="00C522FA"/>
    <w:rsid w:val="00C525C1"/>
    <w:rsid w:val="00C53B2E"/>
    <w:rsid w:val="00C53EAC"/>
    <w:rsid w:val="00C54438"/>
    <w:rsid w:val="00C54496"/>
    <w:rsid w:val="00C545F9"/>
    <w:rsid w:val="00C54BCB"/>
    <w:rsid w:val="00C55492"/>
    <w:rsid w:val="00C55890"/>
    <w:rsid w:val="00C55E09"/>
    <w:rsid w:val="00C561D8"/>
    <w:rsid w:val="00C562BD"/>
    <w:rsid w:val="00C566A4"/>
    <w:rsid w:val="00C5673A"/>
    <w:rsid w:val="00C56A29"/>
    <w:rsid w:val="00C56D2E"/>
    <w:rsid w:val="00C576D8"/>
    <w:rsid w:val="00C57EEA"/>
    <w:rsid w:val="00C6004F"/>
    <w:rsid w:val="00C6026B"/>
    <w:rsid w:val="00C606C6"/>
    <w:rsid w:val="00C607EF"/>
    <w:rsid w:val="00C60B34"/>
    <w:rsid w:val="00C612E8"/>
    <w:rsid w:val="00C615A0"/>
    <w:rsid w:val="00C61BEA"/>
    <w:rsid w:val="00C62103"/>
    <w:rsid w:val="00C6375E"/>
    <w:rsid w:val="00C63BD1"/>
    <w:rsid w:val="00C6416B"/>
    <w:rsid w:val="00C6595E"/>
    <w:rsid w:val="00C65FB8"/>
    <w:rsid w:val="00C662BA"/>
    <w:rsid w:val="00C6688E"/>
    <w:rsid w:val="00C66B35"/>
    <w:rsid w:val="00C66D17"/>
    <w:rsid w:val="00C67276"/>
    <w:rsid w:val="00C6793D"/>
    <w:rsid w:val="00C67B2C"/>
    <w:rsid w:val="00C707AE"/>
    <w:rsid w:val="00C70A9F"/>
    <w:rsid w:val="00C70EAA"/>
    <w:rsid w:val="00C710AD"/>
    <w:rsid w:val="00C71582"/>
    <w:rsid w:val="00C71799"/>
    <w:rsid w:val="00C71C2E"/>
    <w:rsid w:val="00C71CDE"/>
    <w:rsid w:val="00C722E8"/>
    <w:rsid w:val="00C724F2"/>
    <w:rsid w:val="00C729DC"/>
    <w:rsid w:val="00C72DD0"/>
    <w:rsid w:val="00C73A46"/>
    <w:rsid w:val="00C73A5D"/>
    <w:rsid w:val="00C73B68"/>
    <w:rsid w:val="00C73FC1"/>
    <w:rsid w:val="00C74BF2"/>
    <w:rsid w:val="00C74C0C"/>
    <w:rsid w:val="00C75643"/>
    <w:rsid w:val="00C758C6"/>
    <w:rsid w:val="00C762D6"/>
    <w:rsid w:val="00C7658F"/>
    <w:rsid w:val="00C765C0"/>
    <w:rsid w:val="00C76754"/>
    <w:rsid w:val="00C76924"/>
    <w:rsid w:val="00C76974"/>
    <w:rsid w:val="00C76DAD"/>
    <w:rsid w:val="00C80018"/>
    <w:rsid w:val="00C805E9"/>
    <w:rsid w:val="00C80A3F"/>
    <w:rsid w:val="00C80C8C"/>
    <w:rsid w:val="00C81EFC"/>
    <w:rsid w:val="00C82B01"/>
    <w:rsid w:val="00C8339E"/>
    <w:rsid w:val="00C8369D"/>
    <w:rsid w:val="00C8390B"/>
    <w:rsid w:val="00C83BE4"/>
    <w:rsid w:val="00C83D10"/>
    <w:rsid w:val="00C84244"/>
    <w:rsid w:val="00C84783"/>
    <w:rsid w:val="00C8480E"/>
    <w:rsid w:val="00C85396"/>
    <w:rsid w:val="00C85717"/>
    <w:rsid w:val="00C85DDC"/>
    <w:rsid w:val="00C861EE"/>
    <w:rsid w:val="00C86912"/>
    <w:rsid w:val="00C8691E"/>
    <w:rsid w:val="00C86E10"/>
    <w:rsid w:val="00C871A0"/>
    <w:rsid w:val="00C871B3"/>
    <w:rsid w:val="00C877A7"/>
    <w:rsid w:val="00C87AD3"/>
    <w:rsid w:val="00C87C04"/>
    <w:rsid w:val="00C87F99"/>
    <w:rsid w:val="00C900D8"/>
    <w:rsid w:val="00C9012B"/>
    <w:rsid w:val="00C90C17"/>
    <w:rsid w:val="00C9103C"/>
    <w:rsid w:val="00C91090"/>
    <w:rsid w:val="00C9156E"/>
    <w:rsid w:val="00C91916"/>
    <w:rsid w:val="00C9191D"/>
    <w:rsid w:val="00C91C64"/>
    <w:rsid w:val="00C92593"/>
    <w:rsid w:val="00C93257"/>
    <w:rsid w:val="00C93A81"/>
    <w:rsid w:val="00C94013"/>
    <w:rsid w:val="00C94F6F"/>
    <w:rsid w:val="00C94FB2"/>
    <w:rsid w:val="00C9522F"/>
    <w:rsid w:val="00C95353"/>
    <w:rsid w:val="00C95741"/>
    <w:rsid w:val="00C95AD1"/>
    <w:rsid w:val="00C95EF1"/>
    <w:rsid w:val="00C9644F"/>
    <w:rsid w:val="00C96660"/>
    <w:rsid w:val="00C96671"/>
    <w:rsid w:val="00C96C82"/>
    <w:rsid w:val="00C96DEB"/>
    <w:rsid w:val="00C96F62"/>
    <w:rsid w:val="00C9729A"/>
    <w:rsid w:val="00CA0525"/>
    <w:rsid w:val="00CA0B0C"/>
    <w:rsid w:val="00CA11B6"/>
    <w:rsid w:val="00CA142B"/>
    <w:rsid w:val="00CA1672"/>
    <w:rsid w:val="00CA17E9"/>
    <w:rsid w:val="00CA1899"/>
    <w:rsid w:val="00CA27CD"/>
    <w:rsid w:val="00CA2A83"/>
    <w:rsid w:val="00CA3505"/>
    <w:rsid w:val="00CA365D"/>
    <w:rsid w:val="00CA3665"/>
    <w:rsid w:val="00CA3EC0"/>
    <w:rsid w:val="00CA429F"/>
    <w:rsid w:val="00CA4B1A"/>
    <w:rsid w:val="00CA4C69"/>
    <w:rsid w:val="00CA4E45"/>
    <w:rsid w:val="00CA4FD8"/>
    <w:rsid w:val="00CA507C"/>
    <w:rsid w:val="00CA55F2"/>
    <w:rsid w:val="00CA5C0D"/>
    <w:rsid w:val="00CA5CFD"/>
    <w:rsid w:val="00CA5F7F"/>
    <w:rsid w:val="00CA6223"/>
    <w:rsid w:val="00CA6280"/>
    <w:rsid w:val="00CA6BC4"/>
    <w:rsid w:val="00CA6F9D"/>
    <w:rsid w:val="00CA6FD2"/>
    <w:rsid w:val="00CA7147"/>
    <w:rsid w:val="00CA74EB"/>
    <w:rsid w:val="00CA78B7"/>
    <w:rsid w:val="00CA7B40"/>
    <w:rsid w:val="00CB03FE"/>
    <w:rsid w:val="00CB09A8"/>
    <w:rsid w:val="00CB0AB4"/>
    <w:rsid w:val="00CB0C65"/>
    <w:rsid w:val="00CB133A"/>
    <w:rsid w:val="00CB1AA7"/>
    <w:rsid w:val="00CB1B75"/>
    <w:rsid w:val="00CB1FCD"/>
    <w:rsid w:val="00CB234A"/>
    <w:rsid w:val="00CB24DF"/>
    <w:rsid w:val="00CB252A"/>
    <w:rsid w:val="00CB259F"/>
    <w:rsid w:val="00CB2B99"/>
    <w:rsid w:val="00CB2F3F"/>
    <w:rsid w:val="00CB3518"/>
    <w:rsid w:val="00CB3CA2"/>
    <w:rsid w:val="00CB3DCF"/>
    <w:rsid w:val="00CB4212"/>
    <w:rsid w:val="00CB4443"/>
    <w:rsid w:val="00CB45CA"/>
    <w:rsid w:val="00CB47A9"/>
    <w:rsid w:val="00CB557B"/>
    <w:rsid w:val="00CB5B4A"/>
    <w:rsid w:val="00CB5CF8"/>
    <w:rsid w:val="00CB5ECE"/>
    <w:rsid w:val="00CB6750"/>
    <w:rsid w:val="00CB7927"/>
    <w:rsid w:val="00CB7FB5"/>
    <w:rsid w:val="00CC00CD"/>
    <w:rsid w:val="00CC07FF"/>
    <w:rsid w:val="00CC083D"/>
    <w:rsid w:val="00CC0A6E"/>
    <w:rsid w:val="00CC0D16"/>
    <w:rsid w:val="00CC0ECE"/>
    <w:rsid w:val="00CC11CF"/>
    <w:rsid w:val="00CC1C23"/>
    <w:rsid w:val="00CC20B7"/>
    <w:rsid w:val="00CC309C"/>
    <w:rsid w:val="00CC3809"/>
    <w:rsid w:val="00CC3C5E"/>
    <w:rsid w:val="00CC3E1D"/>
    <w:rsid w:val="00CC4929"/>
    <w:rsid w:val="00CC4C30"/>
    <w:rsid w:val="00CC4D3F"/>
    <w:rsid w:val="00CC56CD"/>
    <w:rsid w:val="00CC578F"/>
    <w:rsid w:val="00CC5B8D"/>
    <w:rsid w:val="00CC6629"/>
    <w:rsid w:val="00CC6EBA"/>
    <w:rsid w:val="00CD00F0"/>
    <w:rsid w:val="00CD0144"/>
    <w:rsid w:val="00CD0145"/>
    <w:rsid w:val="00CD0762"/>
    <w:rsid w:val="00CD0874"/>
    <w:rsid w:val="00CD1378"/>
    <w:rsid w:val="00CD1C67"/>
    <w:rsid w:val="00CD241A"/>
    <w:rsid w:val="00CD265D"/>
    <w:rsid w:val="00CD2D33"/>
    <w:rsid w:val="00CD3D05"/>
    <w:rsid w:val="00CD4B59"/>
    <w:rsid w:val="00CD4DBC"/>
    <w:rsid w:val="00CD4DD1"/>
    <w:rsid w:val="00CD4E48"/>
    <w:rsid w:val="00CD5034"/>
    <w:rsid w:val="00CD618A"/>
    <w:rsid w:val="00CD6810"/>
    <w:rsid w:val="00CD719D"/>
    <w:rsid w:val="00CD7344"/>
    <w:rsid w:val="00CD771A"/>
    <w:rsid w:val="00CD7FFB"/>
    <w:rsid w:val="00CE0039"/>
    <w:rsid w:val="00CE0BBB"/>
    <w:rsid w:val="00CE159E"/>
    <w:rsid w:val="00CE26C0"/>
    <w:rsid w:val="00CE2C76"/>
    <w:rsid w:val="00CE2F59"/>
    <w:rsid w:val="00CE3861"/>
    <w:rsid w:val="00CE38E6"/>
    <w:rsid w:val="00CE3BC6"/>
    <w:rsid w:val="00CE443F"/>
    <w:rsid w:val="00CE493D"/>
    <w:rsid w:val="00CE4F68"/>
    <w:rsid w:val="00CE5415"/>
    <w:rsid w:val="00CE6AB9"/>
    <w:rsid w:val="00CE796F"/>
    <w:rsid w:val="00CF058A"/>
    <w:rsid w:val="00CF0848"/>
    <w:rsid w:val="00CF0B58"/>
    <w:rsid w:val="00CF13D0"/>
    <w:rsid w:val="00CF1B6D"/>
    <w:rsid w:val="00CF252F"/>
    <w:rsid w:val="00CF2CA1"/>
    <w:rsid w:val="00CF3018"/>
    <w:rsid w:val="00CF33DF"/>
    <w:rsid w:val="00CF3525"/>
    <w:rsid w:val="00CF359D"/>
    <w:rsid w:val="00CF3853"/>
    <w:rsid w:val="00CF3F43"/>
    <w:rsid w:val="00CF4569"/>
    <w:rsid w:val="00CF49C7"/>
    <w:rsid w:val="00CF4BC1"/>
    <w:rsid w:val="00CF4C5F"/>
    <w:rsid w:val="00CF4CDE"/>
    <w:rsid w:val="00CF50A3"/>
    <w:rsid w:val="00CF537D"/>
    <w:rsid w:val="00CF5534"/>
    <w:rsid w:val="00CF6A09"/>
    <w:rsid w:val="00CF6F96"/>
    <w:rsid w:val="00CF7296"/>
    <w:rsid w:val="00CF7746"/>
    <w:rsid w:val="00CF7A2A"/>
    <w:rsid w:val="00D006F8"/>
    <w:rsid w:val="00D00920"/>
    <w:rsid w:val="00D00C1D"/>
    <w:rsid w:val="00D00D2D"/>
    <w:rsid w:val="00D00EF8"/>
    <w:rsid w:val="00D00F87"/>
    <w:rsid w:val="00D017E7"/>
    <w:rsid w:val="00D01C06"/>
    <w:rsid w:val="00D01EA0"/>
    <w:rsid w:val="00D01F3F"/>
    <w:rsid w:val="00D02769"/>
    <w:rsid w:val="00D038CE"/>
    <w:rsid w:val="00D03925"/>
    <w:rsid w:val="00D0470C"/>
    <w:rsid w:val="00D04736"/>
    <w:rsid w:val="00D048BC"/>
    <w:rsid w:val="00D0491B"/>
    <w:rsid w:val="00D049D2"/>
    <w:rsid w:val="00D04CF4"/>
    <w:rsid w:val="00D04F7A"/>
    <w:rsid w:val="00D05279"/>
    <w:rsid w:val="00D0557E"/>
    <w:rsid w:val="00D05C49"/>
    <w:rsid w:val="00D0654D"/>
    <w:rsid w:val="00D06646"/>
    <w:rsid w:val="00D066A5"/>
    <w:rsid w:val="00D06784"/>
    <w:rsid w:val="00D06CDC"/>
    <w:rsid w:val="00D074CF"/>
    <w:rsid w:val="00D07D72"/>
    <w:rsid w:val="00D07FEF"/>
    <w:rsid w:val="00D1020F"/>
    <w:rsid w:val="00D118FE"/>
    <w:rsid w:val="00D11F8C"/>
    <w:rsid w:val="00D12330"/>
    <w:rsid w:val="00D12DFB"/>
    <w:rsid w:val="00D1352E"/>
    <w:rsid w:val="00D1386E"/>
    <w:rsid w:val="00D13AF5"/>
    <w:rsid w:val="00D145EA"/>
    <w:rsid w:val="00D14AD5"/>
    <w:rsid w:val="00D15031"/>
    <w:rsid w:val="00D15281"/>
    <w:rsid w:val="00D15517"/>
    <w:rsid w:val="00D1663B"/>
    <w:rsid w:val="00D168BC"/>
    <w:rsid w:val="00D174A2"/>
    <w:rsid w:val="00D178DC"/>
    <w:rsid w:val="00D17B88"/>
    <w:rsid w:val="00D17C33"/>
    <w:rsid w:val="00D205B9"/>
    <w:rsid w:val="00D20C27"/>
    <w:rsid w:val="00D20E46"/>
    <w:rsid w:val="00D21356"/>
    <w:rsid w:val="00D21798"/>
    <w:rsid w:val="00D217AB"/>
    <w:rsid w:val="00D224BD"/>
    <w:rsid w:val="00D22EA5"/>
    <w:rsid w:val="00D23509"/>
    <w:rsid w:val="00D23721"/>
    <w:rsid w:val="00D24619"/>
    <w:rsid w:val="00D24621"/>
    <w:rsid w:val="00D24674"/>
    <w:rsid w:val="00D24BA4"/>
    <w:rsid w:val="00D24E95"/>
    <w:rsid w:val="00D2520D"/>
    <w:rsid w:val="00D253E4"/>
    <w:rsid w:val="00D2559A"/>
    <w:rsid w:val="00D260DE"/>
    <w:rsid w:val="00D26384"/>
    <w:rsid w:val="00D26A44"/>
    <w:rsid w:val="00D26B57"/>
    <w:rsid w:val="00D270A0"/>
    <w:rsid w:val="00D27567"/>
    <w:rsid w:val="00D30288"/>
    <w:rsid w:val="00D30863"/>
    <w:rsid w:val="00D30FA6"/>
    <w:rsid w:val="00D3134D"/>
    <w:rsid w:val="00D31A39"/>
    <w:rsid w:val="00D31EB4"/>
    <w:rsid w:val="00D320BF"/>
    <w:rsid w:val="00D32114"/>
    <w:rsid w:val="00D32487"/>
    <w:rsid w:val="00D32D27"/>
    <w:rsid w:val="00D339C4"/>
    <w:rsid w:val="00D34242"/>
    <w:rsid w:val="00D343EE"/>
    <w:rsid w:val="00D34E5E"/>
    <w:rsid w:val="00D3542D"/>
    <w:rsid w:val="00D35910"/>
    <w:rsid w:val="00D35D0A"/>
    <w:rsid w:val="00D36D17"/>
    <w:rsid w:val="00D36F77"/>
    <w:rsid w:val="00D3746B"/>
    <w:rsid w:val="00D37DD4"/>
    <w:rsid w:val="00D4011D"/>
    <w:rsid w:val="00D403A1"/>
    <w:rsid w:val="00D40405"/>
    <w:rsid w:val="00D40D71"/>
    <w:rsid w:val="00D418F8"/>
    <w:rsid w:val="00D41C85"/>
    <w:rsid w:val="00D42236"/>
    <w:rsid w:val="00D42931"/>
    <w:rsid w:val="00D42A3B"/>
    <w:rsid w:val="00D43611"/>
    <w:rsid w:val="00D43666"/>
    <w:rsid w:val="00D43C46"/>
    <w:rsid w:val="00D43E6E"/>
    <w:rsid w:val="00D43FDA"/>
    <w:rsid w:val="00D4407D"/>
    <w:rsid w:val="00D442B7"/>
    <w:rsid w:val="00D4443F"/>
    <w:rsid w:val="00D4488C"/>
    <w:rsid w:val="00D44AAD"/>
    <w:rsid w:val="00D4582D"/>
    <w:rsid w:val="00D459EF"/>
    <w:rsid w:val="00D45E3E"/>
    <w:rsid w:val="00D462B8"/>
    <w:rsid w:val="00D46B23"/>
    <w:rsid w:val="00D47531"/>
    <w:rsid w:val="00D47598"/>
    <w:rsid w:val="00D479E4"/>
    <w:rsid w:val="00D47E3F"/>
    <w:rsid w:val="00D50098"/>
    <w:rsid w:val="00D50187"/>
    <w:rsid w:val="00D50FA3"/>
    <w:rsid w:val="00D51A3A"/>
    <w:rsid w:val="00D52167"/>
    <w:rsid w:val="00D52AF0"/>
    <w:rsid w:val="00D52E4B"/>
    <w:rsid w:val="00D52FF3"/>
    <w:rsid w:val="00D535EA"/>
    <w:rsid w:val="00D53902"/>
    <w:rsid w:val="00D53B77"/>
    <w:rsid w:val="00D53CDA"/>
    <w:rsid w:val="00D53FAE"/>
    <w:rsid w:val="00D54922"/>
    <w:rsid w:val="00D55041"/>
    <w:rsid w:val="00D550A3"/>
    <w:rsid w:val="00D55648"/>
    <w:rsid w:val="00D557DE"/>
    <w:rsid w:val="00D55AB3"/>
    <w:rsid w:val="00D57041"/>
    <w:rsid w:val="00D57162"/>
    <w:rsid w:val="00D5788B"/>
    <w:rsid w:val="00D57A39"/>
    <w:rsid w:val="00D57E97"/>
    <w:rsid w:val="00D60314"/>
    <w:rsid w:val="00D60CA9"/>
    <w:rsid w:val="00D613E7"/>
    <w:rsid w:val="00D6146E"/>
    <w:rsid w:val="00D61E8D"/>
    <w:rsid w:val="00D62148"/>
    <w:rsid w:val="00D6246E"/>
    <w:rsid w:val="00D62695"/>
    <w:rsid w:val="00D639F6"/>
    <w:rsid w:val="00D63E20"/>
    <w:rsid w:val="00D64629"/>
    <w:rsid w:val="00D64BFC"/>
    <w:rsid w:val="00D64D40"/>
    <w:rsid w:val="00D64FB0"/>
    <w:rsid w:val="00D659E1"/>
    <w:rsid w:val="00D664A0"/>
    <w:rsid w:val="00D66553"/>
    <w:rsid w:val="00D66D3E"/>
    <w:rsid w:val="00D6708A"/>
    <w:rsid w:val="00D677E4"/>
    <w:rsid w:val="00D67A92"/>
    <w:rsid w:val="00D67FE1"/>
    <w:rsid w:val="00D703AD"/>
    <w:rsid w:val="00D70AE5"/>
    <w:rsid w:val="00D70D68"/>
    <w:rsid w:val="00D7120D"/>
    <w:rsid w:val="00D712FF"/>
    <w:rsid w:val="00D7151E"/>
    <w:rsid w:val="00D716DB"/>
    <w:rsid w:val="00D71790"/>
    <w:rsid w:val="00D71FE2"/>
    <w:rsid w:val="00D72234"/>
    <w:rsid w:val="00D725E6"/>
    <w:rsid w:val="00D72737"/>
    <w:rsid w:val="00D727CB"/>
    <w:rsid w:val="00D731A4"/>
    <w:rsid w:val="00D731C6"/>
    <w:rsid w:val="00D738F3"/>
    <w:rsid w:val="00D73960"/>
    <w:rsid w:val="00D741D6"/>
    <w:rsid w:val="00D74D1F"/>
    <w:rsid w:val="00D74E25"/>
    <w:rsid w:val="00D751C2"/>
    <w:rsid w:val="00D75291"/>
    <w:rsid w:val="00D75713"/>
    <w:rsid w:val="00D7576D"/>
    <w:rsid w:val="00D75AD0"/>
    <w:rsid w:val="00D76632"/>
    <w:rsid w:val="00D802D6"/>
    <w:rsid w:val="00D80418"/>
    <w:rsid w:val="00D80932"/>
    <w:rsid w:val="00D80ADD"/>
    <w:rsid w:val="00D81146"/>
    <w:rsid w:val="00D8277F"/>
    <w:rsid w:val="00D82A9B"/>
    <w:rsid w:val="00D82BD0"/>
    <w:rsid w:val="00D82EB0"/>
    <w:rsid w:val="00D84773"/>
    <w:rsid w:val="00D8525E"/>
    <w:rsid w:val="00D855FE"/>
    <w:rsid w:val="00D85A62"/>
    <w:rsid w:val="00D85D78"/>
    <w:rsid w:val="00D86A75"/>
    <w:rsid w:val="00D86D57"/>
    <w:rsid w:val="00D86DFF"/>
    <w:rsid w:val="00D86E76"/>
    <w:rsid w:val="00D87336"/>
    <w:rsid w:val="00D90048"/>
    <w:rsid w:val="00D902BA"/>
    <w:rsid w:val="00D90432"/>
    <w:rsid w:val="00D904C1"/>
    <w:rsid w:val="00D9098E"/>
    <w:rsid w:val="00D90F2E"/>
    <w:rsid w:val="00D91265"/>
    <w:rsid w:val="00D9129A"/>
    <w:rsid w:val="00D914CE"/>
    <w:rsid w:val="00D91751"/>
    <w:rsid w:val="00D9182F"/>
    <w:rsid w:val="00D91862"/>
    <w:rsid w:val="00D91E2D"/>
    <w:rsid w:val="00D9211D"/>
    <w:rsid w:val="00D92350"/>
    <w:rsid w:val="00D92FC4"/>
    <w:rsid w:val="00D93289"/>
    <w:rsid w:val="00D937E4"/>
    <w:rsid w:val="00D939CE"/>
    <w:rsid w:val="00D93F33"/>
    <w:rsid w:val="00D94593"/>
    <w:rsid w:val="00D95087"/>
    <w:rsid w:val="00D9530A"/>
    <w:rsid w:val="00D95519"/>
    <w:rsid w:val="00D960F6"/>
    <w:rsid w:val="00D964FF"/>
    <w:rsid w:val="00D96531"/>
    <w:rsid w:val="00D96C77"/>
    <w:rsid w:val="00D971A9"/>
    <w:rsid w:val="00DA0807"/>
    <w:rsid w:val="00DA0E8A"/>
    <w:rsid w:val="00DA122E"/>
    <w:rsid w:val="00DA13FE"/>
    <w:rsid w:val="00DA15FF"/>
    <w:rsid w:val="00DA1C7A"/>
    <w:rsid w:val="00DA1C82"/>
    <w:rsid w:val="00DA23AF"/>
    <w:rsid w:val="00DA244A"/>
    <w:rsid w:val="00DA2D16"/>
    <w:rsid w:val="00DA312B"/>
    <w:rsid w:val="00DA3605"/>
    <w:rsid w:val="00DA378C"/>
    <w:rsid w:val="00DA3B92"/>
    <w:rsid w:val="00DA3BF0"/>
    <w:rsid w:val="00DA4262"/>
    <w:rsid w:val="00DA4BDB"/>
    <w:rsid w:val="00DA4CAC"/>
    <w:rsid w:val="00DA4CF1"/>
    <w:rsid w:val="00DA5342"/>
    <w:rsid w:val="00DA5569"/>
    <w:rsid w:val="00DA5B6C"/>
    <w:rsid w:val="00DA5B89"/>
    <w:rsid w:val="00DA622B"/>
    <w:rsid w:val="00DA64E5"/>
    <w:rsid w:val="00DA6C11"/>
    <w:rsid w:val="00DA7074"/>
    <w:rsid w:val="00DA7299"/>
    <w:rsid w:val="00DA78B3"/>
    <w:rsid w:val="00DB08E9"/>
    <w:rsid w:val="00DB1656"/>
    <w:rsid w:val="00DB1C2B"/>
    <w:rsid w:val="00DB202E"/>
    <w:rsid w:val="00DB28FA"/>
    <w:rsid w:val="00DB2CA0"/>
    <w:rsid w:val="00DB31EC"/>
    <w:rsid w:val="00DB3D2E"/>
    <w:rsid w:val="00DB41CD"/>
    <w:rsid w:val="00DB44BA"/>
    <w:rsid w:val="00DB4A82"/>
    <w:rsid w:val="00DB4CB5"/>
    <w:rsid w:val="00DB5260"/>
    <w:rsid w:val="00DB5417"/>
    <w:rsid w:val="00DB566A"/>
    <w:rsid w:val="00DB5675"/>
    <w:rsid w:val="00DB5746"/>
    <w:rsid w:val="00DB5C30"/>
    <w:rsid w:val="00DB647E"/>
    <w:rsid w:val="00DB66C1"/>
    <w:rsid w:val="00DB6AB3"/>
    <w:rsid w:val="00DB6AFD"/>
    <w:rsid w:val="00DB7271"/>
    <w:rsid w:val="00DB749F"/>
    <w:rsid w:val="00DB7968"/>
    <w:rsid w:val="00DB7A76"/>
    <w:rsid w:val="00DC0131"/>
    <w:rsid w:val="00DC047C"/>
    <w:rsid w:val="00DC06A4"/>
    <w:rsid w:val="00DC0CA3"/>
    <w:rsid w:val="00DC0CD9"/>
    <w:rsid w:val="00DC1084"/>
    <w:rsid w:val="00DC127C"/>
    <w:rsid w:val="00DC1663"/>
    <w:rsid w:val="00DC1F2A"/>
    <w:rsid w:val="00DC2667"/>
    <w:rsid w:val="00DC2B35"/>
    <w:rsid w:val="00DC40A9"/>
    <w:rsid w:val="00DC44A1"/>
    <w:rsid w:val="00DC4699"/>
    <w:rsid w:val="00DC4B89"/>
    <w:rsid w:val="00DC5677"/>
    <w:rsid w:val="00DC5D7C"/>
    <w:rsid w:val="00DC5F4F"/>
    <w:rsid w:val="00DC62C1"/>
    <w:rsid w:val="00DC64EA"/>
    <w:rsid w:val="00DC68E5"/>
    <w:rsid w:val="00DC7385"/>
    <w:rsid w:val="00DC744B"/>
    <w:rsid w:val="00DC7716"/>
    <w:rsid w:val="00DD019A"/>
    <w:rsid w:val="00DD06FD"/>
    <w:rsid w:val="00DD08D2"/>
    <w:rsid w:val="00DD090C"/>
    <w:rsid w:val="00DD1AF9"/>
    <w:rsid w:val="00DD1FDF"/>
    <w:rsid w:val="00DD20A8"/>
    <w:rsid w:val="00DD214A"/>
    <w:rsid w:val="00DD2BE7"/>
    <w:rsid w:val="00DD3068"/>
    <w:rsid w:val="00DD4667"/>
    <w:rsid w:val="00DD5A05"/>
    <w:rsid w:val="00DD5CF3"/>
    <w:rsid w:val="00DD60AE"/>
    <w:rsid w:val="00DD6180"/>
    <w:rsid w:val="00DD6B41"/>
    <w:rsid w:val="00DD77A1"/>
    <w:rsid w:val="00DD78C6"/>
    <w:rsid w:val="00DD7920"/>
    <w:rsid w:val="00DD7F12"/>
    <w:rsid w:val="00DE027E"/>
    <w:rsid w:val="00DE087A"/>
    <w:rsid w:val="00DE0D7F"/>
    <w:rsid w:val="00DE16E0"/>
    <w:rsid w:val="00DE17B5"/>
    <w:rsid w:val="00DE1817"/>
    <w:rsid w:val="00DE1DE8"/>
    <w:rsid w:val="00DE2020"/>
    <w:rsid w:val="00DE20B3"/>
    <w:rsid w:val="00DE2A1D"/>
    <w:rsid w:val="00DE2A81"/>
    <w:rsid w:val="00DE2DC9"/>
    <w:rsid w:val="00DE3943"/>
    <w:rsid w:val="00DE3B4F"/>
    <w:rsid w:val="00DE4148"/>
    <w:rsid w:val="00DE418F"/>
    <w:rsid w:val="00DE55E0"/>
    <w:rsid w:val="00DE5A27"/>
    <w:rsid w:val="00DE5D56"/>
    <w:rsid w:val="00DE61C0"/>
    <w:rsid w:val="00DE641F"/>
    <w:rsid w:val="00DE68AB"/>
    <w:rsid w:val="00DE6DD4"/>
    <w:rsid w:val="00DE6FAA"/>
    <w:rsid w:val="00DE7BED"/>
    <w:rsid w:val="00DE7CB3"/>
    <w:rsid w:val="00DF01C3"/>
    <w:rsid w:val="00DF0227"/>
    <w:rsid w:val="00DF03D5"/>
    <w:rsid w:val="00DF05C7"/>
    <w:rsid w:val="00DF1171"/>
    <w:rsid w:val="00DF134A"/>
    <w:rsid w:val="00DF1370"/>
    <w:rsid w:val="00DF18CC"/>
    <w:rsid w:val="00DF1D10"/>
    <w:rsid w:val="00DF1F44"/>
    <w:rsid w:val="00DF246E"/>
    <w:rsid w:val="00DF298D"/>
    <w:rsid w:val="00DF2BD2"/>
    <w:rsid w:val="00DF4E1C"/>
    <w:rsid w:val="00DF4FFC"/>
    <w:rsid w:val="00DF525F"/>
    <w:rsid w:val="00DF54EF"/>
    <w:rsid w:val="00DF5A00"/>
    <w:rsid w:val="00DF5B6B"/>
    <w:rsid w:val="00DF60FF"/>
    <w:rsid w:val="00DF628A"/>
    <w:rsid w:val="00DF76F5"/>
    <w:rsid w:val="00DF7A8E"/>
    <w:rsid w:val="00DF7CBB"/>
    <w:rsid w:val="00DF7DA7"/>
    <w:rsid w:val="00DF7F53"/>
    <w:rsid w:val="00DF7FB3"/>
    <w:rsid w:val="00E0097C"/>
    <w:rsid w:val="00E00EC6"/>
    <w:rsid w:val="00E01075"/>
    <w:rsid w:val="00E011CD"/>
    <w:rsid w:val="00E012AB"/>
    <w:rsid w:val="00E0141B"/>
    <w:rsid w:val="00E01AFB"/>
    <w:rsid w:val="00E01E78"/>
    <w:rsid w:val="00E02258"/>
    <w:rsid w:val="00E030AD"/>
    <w:rsid w:val="00E032F6"/>
    <w:rsid w:val="00E03DE0"/>
    <w:rsid w:val="00E047A0"/>
    <w:rsid w:val="00E048A2"/>
    <w:rsid w:val="00E049F4"/>
    <w:rsid w:val="00E04D0F"/>
    <w:rsid w:val="00E05304"/>
    <w:rsid w:val="00E0574F"/>
    <w:rsid w:val="00E060C8"/>
    <w:rsid w:val="00E064BE"/>
    <w:rsid w:val="00E06841"/>
    <w:rsid w:val="00E06D07"/>
    <w:rsid w:val="00E06F47"/>
    <w:rsid w:val="00E07953"/>
    <w:rsid w:val="00E07C87"/>
    <w:rsid w:val="00E07C8B"/>
    <w:rsid w:val="00E10124"/>
    <w:rsid w:val="00E10250"/>
    <w:rsid w:val="00E10F62"/>
    <w:rsid w:val="00E11FB8"/>
    <w:rsid w:val="00E12075"/>
    <w:rsid w:val="00E136C9"/>
    <w:rsid w:val="00E13BA3"/>
    <w:rsid w:val="00E148B4"/>
    <w:rsid w:val="00E14A86"/>
    <w:rsid w:val="00E1516B"/>
    <w:rsid w:val="00E157C4"/>
    <w:rsid w:val="00E15BFC"/>
    <w:rsid w:val="00E15C01"/>
    <w:rsid w:val="00E15CAA"/>
    <w:rsid w:val="00E15DF8"/>
    <w:rsid w:val="00E15E9B"/>
    <w:rsid w:val="00E15F88"/>
    <w:rsid w:val="00E160AD"/>
    <w:rsid w:val="00E164C2"/>
    <w:rsid w:val="00E16513"/>
    <w:rsid w:val="00E167F8"/>
    <w:rsid w:val="00E16B14"/>
    <w:rsid w:val="00E16BBC"/>
    <w:rsid w:val="00E177D7"/>
    <w:rsid w:val="00E200FC"/>
    <w:rsid w:val="00E204D0"/>
    <w:rsid w:val="00E21053"/>
    <w:rsid w:val="00E21153"/>
    <w:rsid w:val="00E21505"/>
    <w:rsid w:val="00E21659"/>
    <w:rsid w:val="00E21812"/>
    <w:rsid w:val="00E21970"/>
    <w:rsid w:val="00E21974"/>
    <w:rsid w:val="00E2208E"/>
    <w:rsid w:val="00E220BF"/>
    <w:rsid w:val="00E221E8"/>
    <w:rsid w:val="00E22C02"/>
    <w:rsid w:val="00E22EB3"/>
    <w:rsid w:val="00E2346B"/>
    <w:rsid w:val="00E2450B"/>
    <w:rsid w:val="00E2472B"/>
    <w:rsid w:val="00E249CC"/>
    <w:rsid w:val="00E24CEA"/>
    <w:rsid w:val="00E24F68"/>
    <w:rsid w:val="00E25374"/>
    <w:rsid w:val="00E25BDC"/>
    <w:rsid w:val="00E25DFA"/>
    <w:rsid w:val="00E25E9F"/>
    <w:rsid w:val="00E26319"/>
    <w:rsid w:val="00E26467"/>
    <w:rsid w:val="00E267C5"/>
    <w:rsid w:val="00E26B1E"/>
    <w:rsid w:val="00E27DE5"/>
    <w:rsid w:val="00E313C4"/>
    <w:rsid w:val="00E32B60"/>
    <w:rsid w:val="00E33330"/>
    <w:rsid w:val="00E33342"/>
    <w:rsid w:val="00E33571"/>
    <w:rsid w:val="00E33739"/>
    <w:rsid w:val="00E33C76"/>
    <w:rsid w:val="00E3456B"/>
    <w:rsid w:val="00E35182"/>
    <w:rsid w:val="00E355FB"/>
    <w:rsid w:val="00E36373"/>
    <w:rsid w:val="00E363F6"/>
    <w:rsid w:val="00E36808"/>
    <w:rsid w:val="00E36939"/>
    <w:rsid w:val="00E369BD"/>
    <w:rsid w:val="00E36F5E"/>
    <w:rsid w:val="00E37639"/>
    <w:rsid w:val="00E40213"/>
    <w:rsid w:val="00E40D74"/>
    <w:rsid w:val="00E41017"/>
    <w:rsid w:val="00E416F5"/>
    <w:rsid w:val="00E41880"/>
    <w:rsid w:val="00E418F2"/>
    <w:rsid w:val="00E4190B"/>
    <w:rsid w:val="00E41EDC"/>
    <w:rsid w:val="00E420E6"/>
    <w:rsid w:val="00E42627"/>
    <w:rsid w:val="00E429C7"/>
    <w:rsid w:val="00E42B50"/>
    <w:rsid w:val="00E4343A"/>
    <w:rsid w:val="00E43943"/>
    <w:rsid w:val="00E43AC0"/>
    <w:rsid w:val="00E440A9"/>
    <w:rsid w:val="00E44621"/>
    <w:rsid w:val="00E44680"/>
    <w:rsid w:val="00E44C11"/>
    <w:rsid w:val="00E44E96"/>
    <w:rsid w:val="00E45AC8"/>
    <w:rsid w:val="00E45FBE"/>
    <w:rsid w:val="00E45FFA"/>
    <w:rsid w:val="00E4630D"/>
    <w:rsid w:val="00E46416"/>
    <w:rsid w:val="00E46461"/>
    <w:rsid w:val="00E46777"/>
    <w:rsid w:val="00E46A3F"/>
    <w:rsid w:val="00E4736F"/>
    <w:rsid w:val="00E47603"/>
    <w:rsid w:val="00E47F16"/>
    <w:rsid w:val="00E506D9"/>
    <w:rsid w:val="00E50BA5"/>
    <w:rsid w:val="00E51208"/>
    <w:rsid w:val="00E51471"/>
    <w:rsid w:val="00E51FFE"/>
    <w:rsid w:val="00E5242A"/>
    <w:rsid w:val="00E5289C"/>
    <w:rsid w:val="00E528C0"/>
    <w:rsid w:val="00E52915"/>
    <w:rsid w:val="00E52A30"/>
    <w:rsid w:val="00E52B55"/>
    <w:rsid w:val="00E52DC4"/>
    <w:rsid w:val="00E52FA3"/>
    <w:rsid w:val="00E53943"/>
    <w:rsid w:val="00E539F9"/>
    <w:rsid w:val="00E53AF0"/>
    <w:rsid w:val="00E53E01"/>
    <w:rsid w:val="00E543E0"/>
    <w:rsid w:val="00E54720"/>
    <w:rsid w:val="00E54F7A"/>
    <w:rsid w:val="00E5584F"/>
    <w:rsid w:val="00E55ACD"/>
    <w:rsid w:val="00E55BC1"/>
    <w:rsid w:val="00E55F34"/>
    <w:rsid w:val="00E563B2"/>
    <w:rsid w:val="00E5707C"/>
    <w:rsid w:val="00E571A1"/>
    <w:rsid w:val="00E5778F"/>
    <w:rsid w:val="00E57D8A"/>
    <w:rsid w:val="00E60492"/>
    <w:rsid w:val="00E60F1C"/>
    <w:rsid w:val="00E60FE6"/>
    <w:rsid w:val="00E611C6"/>
    <w:rsid w:val="00E616EC"/>
    <w:rsid w:val="00E6185F"/>
    <w:rsid w:val="00E619A2"/>
    <w:rsid w:val="00E61EA3"/>
    <w:rsid w:val="00E62667"/>
    <w:rsid w:val="00E628F6"/>
    <w:rsid w:val="00E62F6F"/>
    <w:rsid w:val="00E63580"/>
    <w:rsid w:val="00E63874"/>
    <w:rsid w:val="00E63C9B"/>
    <w:rsid w:val="00E6416B"/>
    <w:rsid w:val="00E64B82"/>
    <w:rsid w:val="00E65178"/>
    <w:rsid w:val="00E65663"/>
    <w:rsid w:val="00E65E71"/>
    <w:rsid w:val="00E65EEB"/>
    <w:rsid w:val="00E66543"/>
    <w:rsid w:val="00E66551"/>
    <w:rsid w:val="00E665D4"/>
    <w:rsid w:val="00E66C41"/>
    <w:rsid w:val="00E66CD7"/>
    <w:rsid w:val="00E67260"/>
    <w:rsid w:val="00E6751C"/>
    <w:rsid w:val="00E67E9E"/>
    <w:rsid w:val="00E67F4E"/>
    <w:rsid w:val="00E67FAF"/>
    <w:rsid w:val="00E704CA"/>
    <w:rsid w:val="00E709C1"/>
    <w:rsid w:val="00E70B0E"/>
    <w:rsid w:val="00E71CE2"/>
    <w:rsid w:val="00E7226C"/>
    <w:rsid w:val="00E72600"/>
    <w:rsid w:val="00E7305A"/>
    <w:rsid w:val="00E7311A"/>
    <w:rsid w:val="00E73161"/>
    <w:rsid w:val="00E7382F"/>
    <w:rsid w:val="00E73C4C"/>
    <w:rsid w:val="00E748A5"/>
    <w:rsid w:val="00E75744"/>
    <w:rsid w:val="00E7599C"/>
    <w:rsid w:val="00E75C45"/>
    <w:rsid w:val="00E7627A"/>
    <w:rsid w:val="00E76591"/>
    <w:rsid w:val="00E766C0"/>
    <w:rsid w:val="00E767E3"/>
    <w:rsid w:val="00E76C71"/>
    <w:rsid w:val="00E76D27"/>
    <w:rsid w:val="00E77134"/>
    <w:rsid w:val="00E772FE"/>
    <w:rsid w:val="00E77A88"/>
    <w:rsid w:val="00E77AB9"/>
    <w:rsid w:val="00E77C78"/>
    <w:rsid w:val="00E77CF9"/>
    <w:rsid w:val="00E805D0"/>
    <w:rsid w:val="00E80DE2"/>
    <w:rsid w:val="00E81367"/>
    <w:rsid w:val="00E814ED"/>
    <w:rsid w:val="00E82098"/>
    <w:rsid w:val="00E82298"/>
    <w:rsid w:val="00E828C5"/>
    <w:rsid w:val="00E82F40"/>
    <w:rsid w:val="00E83018"/>
    <w:rsid w:val="00E83A07"/>
    <w:rsid w:val="00E83F8C"/>
    <w:rsid w:val="00E84253"/>
    <w:rsid w:val="00E844CA"/>
    <w:rsid w:val="00E84868"/>
    <w:rsid w:val="00E84C3D"/>
    <w:rsid w:val="00E84F0B"/>
    <w:rsid w:val="00E851B9"/>
    <w:rsid w:val="00E85D0F"/>
    <w:rsid w:val="00E85FE9"/>
    <w:rsid w:val="00E8613F"/>
    <w:rsid w:val="00E866B9"/>
    <w:rsid w:val="00E8687A"/>
    <w:rsid w:val="00E86B94"/>
    <w:rsid w:val="00E86C68"/>
    <w:rsid w:val="00E87EF6"/>
    <w:rsid w:val="00E906B6"/>
    <w:rsid w:val="00E90FD0"/>
    <w:rsid w:val="00E9199A"/>
    <w:rsid w:val="00E9202D"/>
    <w:rsid w:val="00E9250F"/>
    <w:rsid w:val="00E9261B"/>
    <w:rsid w:val="00E92FC5"/>
    <w:rsid w:val="00E930D5"/>
    <w:rsid w:val="00E93948"/>
    <w:rsid w:val="00E93CEE"/>
    <w:rsid w:val="00E9442B"/>
    <w:rsid w:val="00E94D4A"/>
    <w:rsid w:val="00E9517A"/>
    <w:rsid w:val="00E96E6D"/>
    <w:rsid w:val="00E9727D"/>
    <w:rsid w:val="00E974D8"/>
    <w:rsid w:val="00E97C5B"/>
    <w:rsid w:val="00EA04C2"/>
    <w:rsid w:val="00EA0796"/>
    <w:rsid w:val="00EA110E"/>
    <w:rsid w:val="00EA12F1"/>
    <w:rsid w:val="00EA1E55"/>
    <w:rsid w:val="00EA24F3"/>
    <w:rsid w:val="00EA2DED"/>
    <w:rsid w:val="00EA2F78"/>
    <w:rsid w:val="00EA3B19"/>
    <w:rsid w:val="00EA4535"/>
    <w:rsid w:val="00EA58F8"/>
    <w:rsid w:val="00EA5C51"/>
    <w:rsid w:val="00EA64CE"/>
    <w:rsid w:val="00EA6556"/>
    <w:rsid w:val="00EA6643"/>
    <w:rsid w:val="00EA6696"/>
    <w:rsid w:val="00EA66E0"/>
    <w:rsid w:val="00EA6FDA"/>
    <w:rsid w:val="00EA71CC"/>
    <w:rsid w:val="00EA736A"/>
    <w:rsid w:val="00EA7CBA"/>
    <w:rsid w:val="00EB05C8"/>
    <w:rsid w:val="00EB0CA0"/>
    <w:rsid w:val="00EB0F3D"/>
    <w:rsid w:val="00EB0FB7"/>
    <w:rsid w:val="00EB1376"/>
    <w:rsid w:val="00EB13D9"/>
    <w:rsid w:val="00EB196E"/>
    <w:rsid w:val="00EB1D4A"/>
    <w:rsid w:val="00EB31E3"/>
    <w:rsid w:val="00EB3449"/>
    <w:rsid w:val="00EB423B"/>
    <w:rsid w:val="00EB42B2"/>
    <w:rsid w:val="00EB4913"/>
    <w:rsid w:val="00EB4A8B"/>
    <w:rsid w:val="00EB4B4E"/>
    <w:rsid w:val="00EB4E9E"/>
    <w:rsid w:val="00EB5616"/>
    <w:rsid w:val="00EB575B"/>
    <w:rsid w:val="00EB5E19"/>
    <w:rsid w:val="00EB683D"/>
    <w:rsid w:val="00EB692E"/>
    <w:rsid w:val="00EB6E70"/>
    <w:rsid w:val="00EB71EC"/>
    <w:rsid w:val="00EC01A4"/>
    <w:rsid w:val="00EC0510"/>
    <w:rsid w:val="00EC0C95"/>
    <w:rsid w:val="00EC0DFF"/>
    <w:rsid w:val="00EC1D7C"/>
    <w:rsid w:val="00EC21C0"/>
    <w:rsid w:val="00EC2E72"/>
    <w:rsid w:val="00EC3462"/>
    <w:rsid w:val="00EC361E"/>
    <w:rsid w:val="00EC38E1"/>
    <w:rsid w:val="00EC3971"/>
    <w:rsid w:val="00EC3EAF"/>
    <w:rsid w:val="00EC4279"/>
    <w:rsid w:val="00EC43A6"/>
    <w:rsid w:val="00EC46A4"/>
    <w:rsid w:val="00EC4A3C"/>
    <w:rsid w:val="00EC4B35"/>
    <w:rsid w:val="00EC4BEF"/>
    <w:rsid w:val="00EC4D0B"/>
    <w:rsid w:val="00EC5D64"/>
    <w:rsid w:val="00EC5FE2"/>
    <w:rsid w:val="00EC6255"/>
    <w:rsid w:val="00ED0057"/>
    <w:rsid w:val="00ED02FC"/>
    <w:rsid w:val="00ED0360"/>
    <w:rsid w:val="00ED06D6"/>
    <w:rsid w:val="00ED0970"/>
    <w:rsid w:val="00ED0D53"/>
    <w:rsid w:val="00ED1618"/>
    <w:rsid w:val="00ED1E42"/>
    <w:rsid w:val="00ED2066"/>
    <w:rsid w:val="00ED2812"/>
    <w:rsid w:val="00ED286D"/>
    <w:rsid w:val="00ED2B70"/>
    <w:rsid w:val="00ED2F43"/>
    <w:rsid w:val="00ED2FA3"/>
    <w:rsid w:val="00ED32D9"/>
    <w:rsid w:val="00ED38C9"/>
    <w:rsid w:val="00ED392C"/>
    <w:rsid w:val="00ED3F5A"/>
    <w:rsid w:val="00ED45A2"/>
    <w:rsid w:val="00ED4FD9"/>
    <w:rsid w:val="00ED50DE"/>
    <w:rsid w:val="00ED558E"/>
    <w:rsid w:val="00ED5642"/>
    <w:rsid w:val="00ED5A19"/>
    <w:rsid w:val="00ED5DA8"/>
    <w:rsid w:val="00ED5DCD"/>
    <w:rsid w:val="00ED5E49"/>
    <w:rsid w:val="00ED6160"/>
    <w:rsid w:val="00ED62C0"/>
    <w:rsid w:val="00ED6828"/>
    <w:rsid w:val="00ED68D2"/>
    <w:rsid w:val="00ED6A02"/>
    <w:rsid w:val="00ED6A66"/>
    <w:rsid w:val="00ED6B46"/>
    <w:rsid w:val="00ED7589"/>
    <w:rsid w:val="00ED7B07"/>
    <w:rsid w:val="00EE082B"/>
    <w:rsid w:val="00EE0E9C"/>
    <w:rsid w:val="00EE0F5E"/>
    <w:rsid w:val="00EE2140"/>
    <w:rsid w:val="00EE276D"/>
    <w:rsid w:val="00EE2F9B"/>
    <w:rsid w:val="00EE3017"/>
    <w:rsid w:val="00EE3065"/>
    <w:rsid w:val="00EE31CC"/>
    <w:rsid w:val="00EE32A8"/>
    <w:rsid w:val="00EE3728"/>
    <w:rsid w:val="00EE38BB"/>
    <w:rsid w:val="00EE394E"/>
    <w:rsid w:val="00EE3A43"/>
    <w:rsid w:val="00EE46F4"/>
    <w:rsid w:val="00EE4FA2"/>
    <w:rsid w:val="00EE5088"/>
    <w:rsid w:val="00EE5643"/>
    <w:rsid w:val="00EE59B8"/>
    <w:rsid w:val="00EE5B7E"/>
    <w:rsid w:val="00EE5E16"/>
    <w:rsid w:val="00EE6314"/>
    <w:rsid w:val="00EE7612"/>
    <w:rsid w:val="00EF01CB"/>
    <w:rsid w:val="00EF026F"/>
    <w:rsid w:val="00EF0952"/>
    <w:rsid w:val="00EF0BDF"/>
    <w:rsid w:val="00EF18CB"/>
    <w:rsid w:val="00EF2051"/>
    <w:rsid w:val="00EF20F6"/>
    <w:rsid w:val="00EF2354"/>
    <w:rsid w:val="00EF25A2"/>
    <w:rsid w:val="00EF2A35"/>
    <w:rsid w:val="00EF2A89"/>
    <w:rsid w:val="00EF3293"/>
    <w:rsid w:val="00EF3503"/>
    <w:rsid w:val="00EF354F"/>
    <w:rsid w:val="00EF4351"/>
    <w:rsid w:val="00EF45C5"/>
    <w:rsid w:val="00EF46AD"/>
    <w:rsid w:val="00EF4713"/>
    <w:rsid w:val="00EF4737"/>
    <w:rsid w:val="00EF55B4"/>
    <w:rsid w:val="00EF5B3F"/>
    <w:rsid w:val="00EF5FBE"/>
    <w:rsid w:val="00EF6FE2"/>
    <w:rsid w:val="00EF71C8"/>
    <w:rsid w:val="00F00030"/>
    <w:rsid w:val="00F00598"/>
    <w:rsid w:val="00F007AC"/>
    <w:rsid w:val="00F00F5E"/>
    <w:rsid w:val="00F0116F"/>
    <w:rsid w:val="00F01F92"/>
    <w:rsid w:val="00F021F3"/>
    <w:rsid w:val="00F0267F"/>
    <w:rsid w:val="00F0366F"/>
    <w:rsid w:val="00F03870"/>
    <w:rsid w:val="00F038D6"/>
    <w:rsid w:val="00F03B53"/>
    <w:rsid w:val="00F04531"/>
    <w:rsid w:val="00F046E3"/>
    <w:rsid w:val="00F05635"/>
    <w:rsid w:val="00F0569A"/>
    <w:rsid w:val="00F0598D"/>
    <w:rsid w:val="00F05FC8"/>
    <w:rsid w:val="00F06223"/>
    <w:rsid w:val="00F062C6"/>
    <w:rsid w:val="00F06AD8"/>
    <w:rsid w:val="00F07442"/>
    <w:rsid w:val="00F07458"/>
    <w:rsid w:val="00F07565"/>
    <w:rsid w:val="00F07915"/>
    <w:rsid w:val="00F07EB0"/>
    <w:rsid w:val="00F07F76"/>
    <w:rsid w:val="00F107E0"/>
    <w:rsid w:val="00F10C25"/>
    <w:rsid w:val="00F114DE"/>
    <w:rsid w:val="00F11E52"/>
    <w:rsid w:val="00F12DC8"/>
    <w:rsid w:val="00F12FE1"/>
    <w:rsid w:val="00F1329C"/>
    <w:rsid w:val="00F133D9"/>
    <w:rsid w:val="00F133F8"/>
    <w:rsid w:val="00F14170"/>
    <w:rsid w:val="00F143BE"/>
    <w:rsid w:val="00F14CDF"/>
    <w:rsid w:val="00F15A4A"/>
    <w:rsid w:val="00F16085"/>
    <w:rsid w:val="00F1657A"/>
    <w:rsid w:val="00F16C2B"/>
    <w:rsid w:val="00F16EFD"/>
    <w:rsid w:val="00F17072"/>
    <w:rsid w:val="00F17F52"/>
    <w:rsid w:val="00F20367"/>
    <w:rsid w:val="00F2084A"/>
    <w:rsid w:val="00F208B1"/>
    <w:rsid w:val="00F212FC"/>
    <w:rsid w:val="00F216CC"/>
    <w:rsid w:val="00F21809"/>
    <w:rsid w:val="00F21C0F"/>
    <w:rsid w:val="00F21D59"/>
    <w:rsid w:val="00F21E07"/>
    <w:rsid w:val="00F21E7A"/>
    <w:rsid w:val="00F223F0"/>
    <w:rsid w:val="00F2289C"/>
    <w:rsid w:val="00F23FFC"/>
    <w:rsid w:val="00F24323"/>
    <w:rsid w:val="00F245A6"/>
    <w:rsid w:val="00F24A03"/>
    <w:rsid w:val="00F24A25"/>
    <w:rsid w:val="00F24C3E"/>
    <w:rsid w:val="00F24CDD"/>
    <w:rsid w:val="00F25527"/>
    <w:rsid w:val="00F2554A"/>
    <w:rsid w:val="00F2622A"/>
    <w:rsid w:val="00F2665A"/>
    <w:rsid w:val="00F26C60"/>
    <w:rsid w:val="00F26DDA"/>
    <w:rsid w:val="00F2742F"/>
    <w:rsid w:val="00F2752A"/>
    <w:rsid w:val="00F277F8"/>
    <w:rsid w:val="00F27A5F"/>
    <w:rsid w:val="00F27A7E"/>
    <w:rsid w:val="00F30C08"/>
    <w:rsid w:val="00F310D6"/>
    <w:rsid w:val="00F315BB"/>
    <w:rsid w:val="00F31D0B"/>
    <w:rsid w:val="00F31D2F"/>
    <w:rsid w:val="00F3202D"/>
    <w:rsid w:val="00F32B94"/>
    <w:rsid w:val="00F32D23"/>
    <w:rsid w:val="00F333CA"/>
    <w:rsid w:val="00F338A3"/>
    <w:rsid w:val="00F33B7F"/>
    <w:rsid w:val="00F3435C"/>
    <w:rsid w:val="00F34550"/>
    <w:rsid w:val="00F3456C"/>
    <w:rsid w:val="00F3563A"/>
    <w:rsid w:val="00F35811"/>
    <w:rsid w:val="00F360EE"/>
    <w:rsid w:val="00F36927"/>
    <w:rsid w:val="00F36C2F"/>
    <w:rsid w:val="00F36CF4"/>
    <w:rsid w:val="00F36F8B"/>
    <w:rsid w:val="00F375EF"/>
    <w:rsid w:val="00F37998"/>
    <w:rsid w:val="00F37FB5"/>
    <w:rsid w:val="00F407D9"/>
    <w:rsid w:val="00F40CCD"/>
    <w:rsid w:val="00F40D49"/>
    <w:rsid w:val="00F41188"/>
    <w:rsid w:val="00F41275"/>
    <w:rsid w:val="00F42082"/>
    <w:rsid w:val="00F4250E"/>
    <w:rsid w:val="00F42DEC"/>
    <w:rsid w:val="00F43510"/>
    <w:rsid w:val="00F43515"/>
    <w:rsid w:val="00F43ED4"/>
    <w:rsid w:val="00F44397"/>
    <w:rsid w:val="00F443DB"/>
    <w:rsid w:val="00F44CD7"/>
    <w:rsid w:val="00F44E4E"/>
    <w:rsid w:val="00F45643"/>
    <w:rsid w:val="00F462F1"/>
    <w:rsid w:val="00F46426"/>
    <w:rsid w:val="00F46648"/>
    <w:rsid w:val="00F469ED"/>
    <w:rsid w:val="00F46B59"/>
    <w:rsid w:val="00F4700C"/>
    <w:rsid w:val="00F4712B"/>
    <w:rsid w:val="00F47182"/>
    <w:rsid w:val="00F47AFC"/>
    <w:rsid w:val="00F50BA2"/>
    <w:rsid w:val="00F51048"/>
    <w:rsid w:val="00F51A38"/>
    <w:rsid w:val="00F52721"/>
    <w:rsid w:val="00F52A78"/>
    <w:rsid w:val="00F5371F"/>
    <w:rsid w:val="00F5389B"/>
    <w:rsid w:val="00F53973"/>
    <w:rsid w:val="00F53B88"/>
    <w:rsid w:val="00F5409A"/>
    <w:rsid w:val="00F54546"/>
    <w:rsid w:val="00F5492E"/>
    <w:rsid w:val="00F550FE"/>
    <w:rsid w:val="00F55E6B"/>
    <w:rsid w:val="00F562AF"/>
    <w:rsid w:val="00F565DB"/>
    <w:rsid w:val="00F5692F"/>
    <w:rsid w:val="00F573E5"/>
    <w:rsid w:val="00F57E3E"/>
    <w:rsid w:val="00F60E73"/>
    <w:rsid w:val="00F60E79"/>
    <w:rsid w:val="00F60ECB"/>
    <w:rsid w:val="00F61174"/>
    <w:rsid w:val="00F61192"/>
    <w:rsid w:val="00F618A4"/>
    <w:rsid w:val="00F62832"/>
    <w:rsid w:val="00F628DD"/>
    <w:rsid w:val="00F62DA2"/>
    <w:rsid w:val="00F63352"/>
    <w:rsid w:val="00F63F55"/>
    <w:rsid w:val="00F64A48"/>
    <w:rsid w:val="00F64AB2"/>
    <w:rsid w:val="00F64ECF"/>
    <w:rsid w:val="00F65FA8"/>
    <w:rsid w:val="00F6657C"/>
    <w:rsid w:val="00F6694D"/>
    <w:rsid w:val="00F66B1E"/>
    <w:rsid w:val="00F66BC5"/>
    <w:rsid w:val="00F673E9"/>
    <w:rsid w:val="00F677D7"/>
    <w:rsid w:val="00F6795A"/>
    <w:rsid w:val="00F679F7"/>
    <w:rsid w:val="00F67E97"/>
    <w:rsid w:val="00F7004E"/>
    <w:rsid w:val="00F703CA"/>
    <w:rsid w:val="00F706AE"/>
    <w:rsid w:val="00F70846"/>
    <w:rsid w:val="00F708C5"/>
    <w:rsid w:val="00F71188"/>
    <w:rsid w:val="00F71819"/>
    <w:rsid w:val="00F71B9A"/>
    <w:rsid w:val="00F71FE7"/>
    <w:rsid w:val="00F721E4"/>
    <w:rsid w:val="00F72925"/>
    <w:rsid w:val="00F72E72"/>
    <w:rsid w:val="00F73858"/>
    <w:rsid w:val="00F73A11"/>
    <w:rsid w:val="00F73C8C"/>
    <w:rsid w:val="00F73E02"/>
    <w:rsid w:val="00F740F2"/>
    <w:rsid w:val="00F741EC"/>
    <w:rsid w:val="00F7446A"/>
    <w:rsid w:val="00F7464D"/>
    <w:rsid w:val="00F7465D"/>
    <w:rsid w:val="00F74B27"/>
    <w:rsid w:val="00F7546E"/>
    <w:rsid w:val="00F75668"/>
    <w:rsid w:val="00F75D4A"/>
    <w:rsid w:val="00F77005"/>
    <w:rsid w:val="00F77472"/>
    <w:rsid w:val="00F776B4"/>
    <w:rsid w:val="00F77B7F"/>
    <w:rsid w:val="00F77CB1"/>
    <w:rsid w:val="00F808C5"/>
    <w:rsid w:val="00F80ADB"/>
    <w:rsid w:val="00F80E32"/>
    <w:rsid w:val="00F80E66"/>
    <w:rsid w:val="00F81817"/>
    <w:rsid w:val="00F818BE"/>
    <w:rsid w:val="00F8206D"/>
    <w:rsid w:val="00F82388"/>
    <w:rsid w:val="00F82B15"/>
    <w:rsid w:val="00F82C4A"/>
    <w:rsid w:val="00F84368"/>
    <w:rsid w:val="00F84CC7"/>
    <w:rsid w:val="00F84D60"/>
    <w:rsid w:val="00F85C1B"/>
    <w:rsid w:val="00F868FB"/>
    <w:rsid w:val="00F86E1F"/>
    <w:rsid w:val="00F87793"/>
    <w:rsid w:val="00F87A9E"/>
    <w:rsid w:val="00F87D5D"/>
    <w:rsid w:val="00F9088B"/>
    <w:rsid w:val="00F90F23"/>
    <w:rsid w:val="00F90F2A"/>
    <w:rsid w:val="00F91530"/>
    <w:rsid w:val="00F91582"/>
    <w:rsid w:val="00F91BF9"/>
    <w:rsid w:val="00F91EBA"/>
    <w:rsid w:val="00F922C1"/>
    <w:rsid w:val="00F92CE9"/>
    <w:rsid w:val="00F93007"/>
    <w:rsid w:val="00F93426"/>
    <w:rsid w:val="00F93450"/>
    <w:rsid w:val="00F9356B"/>
    <w:rsid w:val="00F936EA"/>
    <w:rsid w:val="00F93726"/>
    <w:rsid w:val="00F94F54"/>
    <w:rsid w:val="00F95414"/>
    <w:rsid w:val="00F959DD"/>
    <w:rsid w:val="00F95AC1"/>
    <w:rsid w:val="00F95DDC"/>
    <w:rsid w:val="00F95E63"/>
    <w:rsid w:val="00F95F85"/>
    <w:rsid w:val="00F96272"/>
    <w:rsid w:val="00F975B1"/>
    <w:rsid w:val="00FA0115"/>
    <w:rsid w:val="00FA0791"/>
    <w:rsid w:val="00FA09A9"/>
    <w:rsid w:val="00FA1609"/>
    <w:rsid w:val="00FA16D8"/>
    <w:rsid w:val="00FA1818"/>
    <w:rsid w:val="00FA1BF2"/>
    <w:rsid w:val="00FA1D60"/>
    <w:rsid w:val="00FA23DA"/>
    <w:rsid w:val="00FA252D"/>
    <w:rsid w:val="00FA2BFB"/>
    <w:rsid w:val="00FA2E2E"/>
    <w:rsid w:val="00FA2FDC"/>
    <w:rsid w:val="00FA3349"/>
    <w:rsid w:val="00FA3535"/>
    <w:rsid w:val="00FA3956"/>
    <w:rsid w:val="00FA3E1F"/>
    <w:rsid w:val="00FA45DB"/>
    <w:rsid w:val="00FA49E5"/>
    <w:rsid w:val="00FA4AF9"/>
    <w:rsid w:val="00FA4F59"/>
    <w:rsid w:val="00FA5707"/>
    <w:rsid w:val="00FA5A48"/>
    <w:rsid w:val="00FA5D1A"/>
    <w:rsid w:val="00FA5EF2"/>
    <w:rsid w:val="00FA6009"/>
    <w:rsid w:val="00FA6373"/>
    <w:rsid w:val="00FA6C2D"/>
    <w:rsid w:val="00FA6CB0"/>
    <w:rsid w:val="00FA76BA"/>
    <w:rsid w:val="00FA76F3"/>
    <w:rsid w:val="00FA7B2F"/>
    <w:rsid w:val="00FA7D7B"/>
    <w:rsid w:val="00FB0192"/>
    <w:rsid w:val="00FB0213"/>
    <w:rsid w:val="00FB030B"/>
    <w:rsid w:val="00FB06A7"/>
    <w:rsid w:val="00FB0D6F"/>
    <w:rsid w:val="00FB13A8"/>
    <w:rsid w:val="00FB15C5"/>
    <w:rsid w:val="00FB190C"/>
    <w:rsid w:val="00FB231F"/>
    <w:rsid w:val="00FB28ED"/>
    <w:rsid w:val="00FB3721"/>
    <w:rsid w:val="00FB3788"/>
    <w:rsid w:val="00FB3A1D"/>
    <w:rsid w:val="00FB3A68"/>
    <w:rsid w:val="00FB3BE8"/>
    <w:rsid w:val="00FB3C6E"/>
    <w:rsid w:val="00FB3E12"/>
    <w:rsid w:val="00FB3E17"/>
    <w:rsid w:val="00FB4230"/>
    <w:rsid w:val="00FB4F52"/>
    <w:rsid w:val="00FB5374"/>
    <w:rsid w:val="00FB56F8"/>
    <w:rsid w:val="00FB5DF8"/>
    <w:rsid w:val="00FB5DFC"/>
    <w:rsid w:val="00FB6049"/>
    <w:rsid w:val="00FB61F6"/>
    <w:rsid w:val="00FB655A"/>
    <w:rsid w:val="00FB65A3"/>
    <w:rsid w:val="00FB66C4"/>
    <w:rsid w:val="00FB6D36"/>
    <w:rsid w:val="00FB6FA5"/>
    <w:rsid w:val="00FB75ED"/>
    <w:rsid w:val="00FB7828"/>
    <w:rsid w:val="00FC00FB"/>
    <w:rsid w:val="00FC0114"/>
    <w:rsid w:val="00FC0B4E"/>
    <w:rsid w:val="00FC0B61"/>
    <w:rsid w:val="00FC1CAD"/>
    <w:rsid w:val="00FC2466"/>
    <w:rsid w:val="00FC2A99"/>
    <w:rsid w:val="00FC3BE0"/>
    <w:rsid w:val="00FC45F8"/>
    <w:rsid w:val="00FC4740"/>
    <w:rsid w:val="00FC4973"/>
    <w:rsid w:val="00FC4B84"/>
    <w:rsid w:val="00FC58F3"/>
    <w:rsid w:val="00FC5D46"/>
    <w:rsid w:val="00FC5D8B"/>
    <w:rsid w:val="00FC6461"/>
    <w:rsid w:val="00FC65D9"/>
    <w:rsid w:val="00FC688B"/>
    <w:rsid w:val="00FC6BBC"/>
    <w:rsid w:val="00FC7285"/>
    <w:rsid w:val="00FC73B0"/>
    <w:rsid w:val="00FC792D"/>
    <w:rsid w:val="00FC7BD9"/>
    <w:rsid w:val="00FC7C47"/>
    <w:rsid w:val="00FC7D73"/>
    <w:rsid w:val="00FC7DC2"/>
    <w:rsid w:val="00FC7FF1"/>
    <w:rsid w:val="00FD0843"/>
    <w:rsid w:val="00FD0B20"/>
    <w:rsid w:val="00FD147A"/>
    <w:rsid w:val="00FD1885"/>
    <w:rsid w:val="00FD1915"/>
    <w:rsid w:val="00FD1E7E"/>
    <w:rsid w:val="00FD373C"/>
    <w:rsid w:val="00FD3CBD"/>
    <w:rsid w:val="00FD4202"/>
    <w:rsid w:val="00FD44B6"/>
    <w:rsid w:val="00FD4509"/>
    <w:rsid w:val="00FD4A31"/>
    <w:rsid w:val="00FD4DDB"/>
    <w:rsid w:val="00FD53D1"/>
    <w:rsid w:val="00FD588B"/>
    <w:rsid w:val="00FD5AD0"/>
    <w:rsid w:val="00FD6386"/>
    <w:rsid w:val="00FD779A"/>
    <w:rsid w:val="00FD7B41"/>
    <w:rsid w:val="00FD7B4D"/>
    <w:rsid w:val="00FD7FCF"/>
    <w:rsid w:val="00FE006D"/>
    <w:rsid w:val="00FE0342"/>
    <w:rsid w:val="00FE0618"/>
    <w:rsid w:val="00FE0CA2"/>
    <w:rsid w:val="00FE139F"/>
    <w:rsid w:val="00FE187E"/>
    <w:rsid w:val="00FE2184"/>
    <w:rsid w:val="00FE2963"/>
    <w:rsid w:val="00FE2A8C"/>
    <w:rsid w:val="00FE2BD1"/>
    <w:rsid w:val="00FE2D51"/>
    <w:rsid w:val="00FE3648"/>
    <w:rsid w:val="00FE36CA"/>
    <w:rsid w:val="00FE376E"/>
    <w:rsid w:val="00FE3991"/>
    <w:rsid w:val="00FE3EBB"/>
    <w:rsid w:val="00FE46C0"/>
    <w:rsid w:val="00FE546A"/>
    <w:rsid w:val="00FE5744"/>
    <w:rsid w:val="00FE5B4E"/>
    <w:rsid w:val="00FE5C34"/>
    <w:rsid w:val="00FE6B46"/>
    <w:rsid w:val="00FE74C2"/>
    <w:rsid w:val="00FE7B49"/>
    <w:rsid w:val="00FE7D57"/>
    <w:rsid w:val="00FF06E3"/>
    <w:rsid w:val="00FF08E4"/>
    <w:rsid w:val="00FF0EA3"/>
    <w:rsid w:val="00FF1219"/>
    <w:rsid w:val="00FF162B"/>
    <w:rsid w:val="00FF1701"/>
    <w:rsid w:val="00FF1ABC"/>
    <w:rsid w:val="00FF23B7"/>
    <w:rsid w:val="00FF264E"/>
    <w:rsid w:val="00FF2862"/>
    <w:rsid w:val="00FF3618"/>
    <w:rsid w:val="00FF3834"/>
    <w:rsid w:val="00FF423E"/>
    <w:rsid w:val="00FF428B"/>
    <w:rsid w:val="00FF430C"/>
    <w:rsid w:val="00FF4722"/>
    <w:rsid w:val="00FF55D6"/>
    <w:rsid w:val="00FF56F3"/>
    <w:rsid w:val="00FF58B1"/>
    <w:rsid w:val="00FF5C91"/>
    <w:rsid w:val="00FF5D2D"/>
    <w:rsid w:val="00FF5DAA"/>
    <w:rsid w:val="00FF6368"/>
    <w:rsid w:val="00FF6A5E"/>
    <w:rsid w:val="00FF6A74"/>
    <w:rsid w:val="00FF71F3"/>
    <w:rsid w:val="00FF78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8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index heading" w:uiPriority="0"/>
    <w:lsdException w:name="caption" w:uiPriority="35" w:qFormat="1"/>
    <w:lsdException w:name="page number" w:uiPriority="0"/>
    <w:lsdException w:name="Lis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alutation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Plain Text" w:uiPriority="0"/>
    <w:lsdException w:name="No List" w:uiPriority="0"/>
    <w:lsdException w:name="Table Grid 5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44170"/>
    <w:rPr>
      <w:sz w:val="24"/>
      <w:szCs w:val="24"/>
    </w:rPr>
  </w:style>
  <w:style w:type="paragraph" w:styleId="1">
    <w:name w:val="heading 1"/>
    <w:aliases w:val=".,Heading 1 Char Char,Heading 1, Знак Знак, Знак Знак Знак, Знак Знак Знак Знак Знак,новая страница, Знак, раздел,iiaay no?aieoa,?acaae,íîâàÿ ñòðàíèöà,ðàçäåë,H1,раздел,Заголовок 1_tmp,Заголовок 1 Знак Знак,Заголовок 1 Знак Знак Знак"/>
    <w:basedOn w:val="a1"/>
    <w:next w:val="a2"/>
    <w:link w:val="10"/>
    <w:qFormat/>
    <w:rsid w:val="00830CCD"/>
    <w:pPr>
      <w:keepNext/>
      <w:spacing w:before="480" w:after="720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1"/>
    <w:next w:val="a1"/>
    <w:autoRedefine/>
    <w:qFormat/>
    <w:rsid w:val="00F5371F"/>
    <w:pPr>
      <w:keepNext/>
      <w:numPr>
        <w:ilvl w:val="1"/>
      </w:numPr>
      <w:tabs>
        <w:tab w:val="num" w:pos="993"/>
        <w:tab w:val="num" w:pos="1142"/>
        <w:tab w:val="left" w:pos="1701"/>
      </w:tabs>
      <w:spacing w:before="240" w:line="360" w:lineRule="auto"/>
      <w:ind w:left="993"/>
      <w:outlineLvl w:val="1"/>
    </w:pPr>
    <w:rPr>
      <w:rFonts w:ascii="Arial" w:hAnsi="Arial" w:cs="Arial"/>
      <w:b/>
      <w:bCs/>
      <w:i/>
      <w:iCs/>
    </w:rPr>
  </w:style>
  <w:style w:type="paragraph" w:styleId="30">
    <w:name w:val="heading 3"/>
    <w:aliases w:val="Заголовок 3 Знак1,Заголовок 3 Знак Знак,Заголовок 3 Знак"/>
    <w:basedOn w:val="a1"/>
    <w:next w:val="a1"/>
    <w:link w:val="32"/>
    <w:autoRedefine/>
    <w:qFormat/>
    <w:rsid w:val="003C78D3"/>
    <w:pPr>
      <w:keepNext/>
      <w:numPr>
        <w:numId w:val="3"/>
      </w:numPr>
      <w:tabs>
        <w:tab w:val="left" w:pos="709"/>
        <w:tab w:val="left" w:pos="851"/>
        <w:tab w:val="left" w:pos="993"/>
      </w:tabs>
      <w:spacing w:before="400" w:after="120" w:line="360" w:lineRule="auto"/>
      <w:ind w:left="425" w:firstLine="45"/>
      <w:outlineLvl w:val="2"/>
    </w:pPr>
    <w:rPr>
      <w:rFonts w:ascii="Arial" w:hAnsi="Arial" w:cs="Arial"/>
      <w:b/>
      <w:bCs/>
      <w:sz w:val="28"/>
      <w:szCs w:val="28"/>
    </w:rPr>
  </w:style>
  <w:style w:type="paragraph" w:styleId="4">
    <w:name w:val="heading 4"/>
    <w:basedOn w:val="a1"/>
    <w:next w:val="a1"/>
    <w:qFormat/>
    <w:rsid w:val="00FB13A8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1"/>
    <w:next w:val="a1"/>
    <w:qFormat/>
    <w:rsid w:val="00CB45CA"/>
    <w:pPr>
      <w:keepNext/>
      <w:ind w:firstLine="993"/>
      <w:jc w:val="both"/>
      <w:outlineLvl w:val="4"/>
    </w:pPr>
    <w:rPr>
      <w:szCs w:val="20"/>
    </w:rPr>
  </w:style>
  <w:style w:type="paragraph" w:styleId="6">
    <w:name w:val="heading 6"/>
    <w:basedOn w:val="a1"/>
    <w:next w:val="a1"/>
    <w:qFormat/>
    <w:rsid w:val="00CB45CA"/>
    <w:pPr>
      <w:keepNext/>
      <w:jc w:val="center"/>
      <w:outlineLvl w:val="5"/>
    </w:pPr>
    <w:rPr>
      <w:b/>
      <w:bCs/>
      <w:sz w:val="19"/>
    </w:rPr>
  </w:style>
  <w:style w:type="paragraph" w:styleId="7">
    <w:name w:val="heading 7"/>
    <w:basedOn w:val="a1"/>
    <w:next w:val="a1"/>
    <w:link w:val="70"/>
    <w:qFormat/>
    <w:rsid w:val="005A14A7"/>
    <w:pPr>
      <w:spacing w:before="240" w:after="60"/>
      <w:outlineLvl w:val="6"/>
    </w:pPr>
  </w:style>
  <w:style w:type="paragraph" w:styleId="8">
    <w:name w:val="heading 8"/>
    <w:basedOn w:val="a1"/>
    <w:next w:val="a1"/>
    <w:qFormat/>
    <w:rsid w:val="00CB45CA"/>
    <w:pPr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qFormat/>
    <w:rsid w:val="00CB45CA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header"/>
    <w:basedOn w:val="a1"/>
    <w:link w:val="a7"/>
    <w:rsid w:val="00844170"/>
    <w:pPr>
      <w:tabs>
        <w:tab w:val="center" w:pos="4677"/>
        <w:tab w:val="right" w:pos="9355"/>
      </w:tabs>
    </w:pPr>
  </w:style>
  <w:style w:type="paragraph" w:styleId="a8">
    <w:name w:val="footer"/>
    <w:basedOn w:val="a1"/>
    <w:rsid w:val="00844170"/>
    <w:pPr>
      <w:tabs>
        <w:tab w:val="center" w:pos="4677"/>
        <w:tab w:val="right" w:pos="9355"/>
      </w:tabs>
    </w:pPr>
  </w:style>
  <w:style w:type="table" w:styleId="a9">
    <w:name w:val="Table Grid"/>
    <w:basedOn w:val="a4"/>
    <w:rsid w:val="006D2A4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page number"/>
    <w:basedOn w:val="a3"/>
    <w:rsid w:val="00844170"/>
  </w:style>
  <w:style w:type="paragraph" w:customStyle="1" w:styleId="ab">
    <w:name w:val="Выравнивание слево (таблица)"/>
    <w:basedOn w:val="a1"/>
    <w:rsid w:val="00C36372"/>
  </w:style>
  <w:style w:type="character" w:styleId="ac">
    <w:name w:val="annotation reference"/>
    <w:semiHidden/>
    <w:rsid w:val="003E3E9A"/>
    <w:rPr>
      <w:sz w:val="16"/>
      <w:szCs w:val="16"/>
    </w:rPr>
  </w:style>
  <w:style w:type="paragraph" w:styleId="ad">
    <w:name w:val="annotation text"/>
    <w:basedOn w:val="a1"/>
    <w:semiHidden/>
    <w:rsid w:val="003E3E9A"/>
    <w:rPr>
      <w:sz w:val="20"/>
      <w:szCs w:val="20"/>
    </w:rPr>
  </w:style>
  <w:style w:type="paragraph" w:styleId="ae">
    <w:name w:val="annotation subject"/>
    <w:basedOn w:val="ad"/>
    <w:next w:val="ad"/>
    <w:semiHidden/>
    <w:rsid w:val="003E3E9A"/>
    <w:rPr>
      <w:b/>
      <w:bCs/>
    </w:rPr>
  </w:style>
  <w:style w:type="paragraph" w:styleId="af">
    <w:name w:val="Balloon Text"/>
    <w:basedOn w:val="a1"/>
    <w:link w:val="af0"/>
    <w:rsid w:val="003E3E9A"/>
    <w:rPr>
      <w:rFonts w:ascii="Tahoma" w:hAnsi="Tahoma" w:cs="Tahoma"/>
      <w:sz w:val="16"/>
      <w:szCs w:val="16"/>
    </w:rPr>
  </w:style>
  <w:style w:type="paragraph" w:customStyle="1" w:styleId="af1">
    <w:name w:val="Обложка"/>
    <w:aliases w:val="название проекта"/>
    <w:basedOn w:val="a1"/>
    <w:rsid w:val="00212494"/>
    <w:pPr>
      <w:ind w:right="60"/>
      <w:jc w:val="center"/>
    </w:pPr>
    <w:rPr>
      <w:b/>
      <w:sz w:val="32"/>
      <w:szCs w:val="32"/>
    </w:rPr>
  </w:style>
  <w:style w:type="paragraph" w:customStyle="1" w:styleId="af2">
    <w:name w:val="Название тома"/>
    <w:basedOn w:val="a1"/>
    <w:rsid w:val="00212494"/>
    <w:pPr>
      <w:jc w:val="center"/>
    </w:pPr>
  </w:style>
  <w:style w:type="paragraph" w:customStyle="1" w:styleId="af3">
    <w:name w:val="Шифр"/>
    <w:basedOn w:val="a1"/>
    <w:rsid w:val="00212494"/>
    <w:pPr>
      <w:jc w:val="center"/>
    </w:pPr>
    <w:rPr>
      <w:caps/>
      <w:sz w:val="28"/>
      <w:szCs w:val="28"/>
    </w:rPr>
  </w:style>
  <w:style w:type="paragraph" w:customStyle="1" w:styleId="af4">
    <w:name w:val="Аннотация (титульный лист)"/>
    <w:basedOn w:val="a1"/>
    <w:rsid w:val="00212494"/>
  </w:style>
  <w:style w:type="paragraph" w:customStyle="1" w:styleId="af5">
    <w:name w:val="Текст поекта (обложка)"/>
    <w:basedOn w:val="a1"/>
    <w:rsid w:val="00830CCD"/>
    <w:pPr>
      <w:framePr w:wrap="around" w:vAnchor="page" w:hAnchor="page" w:x="1146" w:y="14199"/>
      <w:spacing w:line="360" w:lineRule="auto"/>
      <w:ind w:firstLine="709"/>
      <w:jc w:val="both"/>
    </w:pPr>
    <w:rPr>
      <w:caps/>
      <w:szCs w:val="18"/>
    </w:rPr>
  </w:style>
  <w:style w:type="paragraph" w:customStyle="1" w:styleId="a2">
    <w:name w:val="Текст с отступом"/>
    <w:basedOn w:val="a1"/>
    <w:rsid w:val="001160A6"/>
    <w:pPr>
      <w:tabs>
        <w:tab w:val="left" w:pos="3225"/>
      </w:tabs>
      <w:spacing w:line="360" w:lineRule="auto"/>
      <w:ind w:firstLine="709"/>
      <w:jc w:val="both"/>
    </w:pPr>
  </w:style>
  <w:style w:type="paragraph" w:customStyle="1" w:styleId="af6">
    <w:name w:val="Стиль по центру"/>
    <w:basedOn w:val="a1"/>
    <w:next w:val="a2"/>
    <w:rsid w:val="00DE5D56"/>
    <w:pPr>
      <w:jc w:val="center"/>
    </w:pPr>
    <w:rPr>
      <w:szCs w:val="20"/>
    </w:rPr>
  </w:style>
  <w:style w:type="paragraph" w:customStyle="1" w:styleId="af7">
    <w:name w:val="Текст в право"/>
    <w:basedOn w:val="a1"/>
    <w:rsid w:val="00DE5D56"/>
    <w:pPr>
      <w:tabs>
        <w:tab w:val="left" w:pos="3225"/>
      </w:tabs>
      <w:spacing w:line="360" w:lineRule="auto"/>
    </w:pPr>
  </w:style>
  <w:style w:type="paragraph" w:styleId="11">
    <w:name w:val="toc 1"/>
    <w:basedOn w:val="a1"/>
    <w:next w:val="a1"/>
    <w:autoRedefine/>
    <w:uiPriority w:val="39"/>
    <w:rsid w:val="00B8316D"/>
    <w:pPr>
      <w:tabs>
        <w:tab w:val="left" w:pos="567"/>
        <w:tab w:val="right" w:leader="dot" w:pos="10025"/>
      </w:tabs>
      <w:spacing w:line="360" w:lineRule="auto"/>
      <w:jc w:val="both"/>
    </w:pPr>
    <w:rPr>
      <w:rFonts w:ascii="Arial" w:hAnsi="Arial" w:cs="Arial"/>
      <w:b/>
      <w:noProof/>
    </w:rPr>
  </w:style>
  <w:style w:type="character" w:styleId="af8">
    <w:name w:val="Hyperlink"/>
    <w:rsid w:val="004553C8"/>
    <w:rPr>
      <w:color w:val="0000FF"/>
      <w:u w:val="single"/>
    </w:rPr>
  </w:style>
  <w:style w:type="paragraph" w:styleId="20">
    <w:name w:val="List Bullet 2"/>
    <w:basedOn w:val="a1"/>
    <w:autoRedefine/>
    <w:rsid w:val="006C1AB1"/>
    <w:pPr>
      <w:spacing w:line="360" w:lineRule="auto"/>
      <w:ind w:firstLine="720"/>
      <w:jc w:val="both"/>
    </w:pPr>
    <w:rPr>
      <w:rFonts w:ascii="Arial" w:hAnsi="Arial"/>
      <w:sz w:val="22"/>
      <w:szCs w:val="20"/>
    </w:rPr>
  </w:style>
  <w:style w:type="paragraph" w:styleId="af9">
    <w:name w:val="Body Text Indent"/>
    <w:basedOn w:val="a1"/>
    <w:link w:val="afa"/>
    <w:rsid w:val="005A14A7"/>
    <w:pPr>
      <w:widowControl w:val="0"/>
      <w:spacing w:line="360" w:lineRule="auto"/>
      <w:ind w:firstLine="709"/>
      <w:jc w:val="both"/>
    </w:pPr>
    <w:rPr>
      <w:bCs/>
      <w:szCs w:val="18"/>
    </w:rPr>
  </w:style>
  <w:style w:type="paragraph" w:styleId="21">
    <w:name w:val="Body Text Indent 2"/>
    <w:basedOn w:val="a1"/>
    <w:link w:val="22"/>
    <w:rsid w:val="005A14A7"/>
    <w:pPr>
      <w:spacing w:line="360" w:lineRule="auto"/>
      <w:ind w:left="96" w:firstLine="645"/>
      <w:jc w:val="both"/>
    </w:pPr>
    <w:rPr>
      <w:bCs/>
      <w:sz w:val="22"/>
      <w:szCs w:val="18"/>
    </w:rPr>
  </w:style>
  <w:style w:type="paragraph" w:customStyle="1" w:styleId="80">
    <w:name w:val="çàãîëîâîê 8"/>
    <w:basedOn w:val="a1"/>
    <w:next w:val="a1"/>
    <w:rsid w:val="00526211"/>
    <w:pPr>
      <w:keepNext/>
      <w:autoSpaceDE w:val="0"/>
      <w:autoSpaceDN w:val="0"/>
      <w:adjustRightInd w:val="0"/>
      <w:spacing w:line="360" w:lineRule="auto"/>
      <w:jc w:val="both"/>
    </w:pPr>
  </w:style>
  <w:style w:type="paragraph" w:customStyle="1" w:styleId="12">
    <w:name w:val="Стиль1"/>
    <w:basedOn w:val="a1"/>
    <w:autoRedefine/>
    <w:rsid w:val="00526211"/>
    <w:pPr>
      <w:overflowPunct w:val="0"/>
      <w:autoSpaceDE w:val="0"/>
      <w:autoSpaceDN w:val="0"/>
      <w:adjustRightInd w:val="0"/>
      <w:spacing w:line="360" w:lineRule="auto"/>
      <w:jc w:val="center"/>
    </w:pPr>
    <w:rPr>
      <w:rFonts w:ascii="Arial" w:hAnsi="Arial" w:cs="Arial"/>
      <w:b/>
      <w:sz w:val="28"/>
      <w:szCs w:val="28"/>
    </w:rPr>
  </w:style>
  <w:style w:type="paragraph" w:styleId="23">
    <w:name w:val="Body Text 2"/>
    <w:basedOn w:val="a1"/>
    <w:link w:val="24"/>
    <w:rsid w:val="00637F73"/>
    <w:pPr>
      <w:spacing w:after="120" w:line="480" w:lineRule="auto"/>
    </w:pPr>
  </w:style>
  <w:style w:type="paragraph" w:styleId="31">
    <w:name w:val="Body Text Indent 3"/>
    <w:basedOn w:val="a1"/>
    <w:link w:val="33"/>
    <w:rsid w:val="00637F73"/>
    <w:pPr>
      <w:spacing w:after="120"/>
      <w:ind w:left="283"/>
    </w:pPr>
    <w:rPr>
      <w:sz w:val="16"/>
      <w:szCs w:val="16"/>
    </w:rPr>
  </w:style>
  <w:style w:type="character" w:styleId="afb">
    <w:name w:val="Strong"/>
    <w:uiPriority w:val="22"/>
    <w:qFormat/>
    <w:rsid w:val="00BA774D"/>
    <w:rPr>
      <w:b/>
      <w:bCs/>
    </w:rPr>
  </w:style>
  <w:style w:type="paragraph" w:styleId="afc">
    <w:name w:val="Title"/>
    <w:basedOn w:val="a1"/>
    <w:link w:val="afd"/>
    <w:qFormat/>
    <w:rsid w:val="002074E9"/>
    <w:pPr>
      <w:overflowPunct w:val="0"/>
      <w:autoSpaceDE w:val="0"/>
      <w:autoSpaceDN w:val="0"/>
      <w:adjustRightInd w:val="0"/>
      <w:jc w:val="center"/>
    </w:pPr>
    <w:rPr>
      <w:b/>
      <w:bCs/>
      <w:szCs w:val="18"/>
    </w:rPr>
  </w:style>
  <w:style w:type="character" w:customStyle="1" w:styleId="32">
    <w:name w:val="Заголовок 3 Знак2"/>
    <w:aliases w:val="Заголовок 3 Знак1 Знак,Заголовок 3 Знак Знак Знак,Заголовок 3 Знак Знак1"/>
    <w:link w:val="30"/>
    <w:rsid w:val="003C78D3"/>
    <w:rPr>
      <w:rFonts w:ascii="Arial" w:hAnsi="Arial" w:cs="Arial"/>
      <w:b/>
      <w:bCs/>
      <w:sz w:val="28"/>
      <w:szCs w:val="28"/>
    </w:rPr>
  </w:style>
  <w:style w:type="paragraph" w:styleId="25">
    <w:name w:val="toc 2"/>
    <w:basedOn w:val="a1"/>
    <w:next w:val="a1"/>
    <w:autoRedefine/>
    <w:uiPriority w:val="39"/>
    <w:rsid w:val="008B1CF7"/>
    <w:pPr>
      <w:tabs>
        <w:tab w:val="right" w:leader="dot" w:pos="10025"/>
      </w:tabs>
      <w:spacing w:line="360" w:lineRule="auto"/>
      <w:ind w:left="240"/>
      <w:jc w:val="both"/>
    </w:pPr>
  </w:style>
  <w:style w:type="paragraph" w:styleId="34">
    <w:name w:val="toc 3"/>
    <w:basedOn w:val="a1"/>
    <w:next w:val="a1"/>
    <w:autoRedefine/>
    <w:uiPriority w:val="39"/>
    <w:rsid w:val="008B1CF7"/>
    <w:pPr>
      <w:tabs>
        <w:tab w:val="right" w:leader="dot" w:pos="10025"/>
      </w:tabs>
      <w:spacing w:line="360" w:lineRule="auto"/>
      <w:ind w:left="480"/>
      <w:jc w:val="both"/>
    </w:pPr>
  </w:style>
  <w:style w:type="paragraph" w:styleId="40">
    <w:name w:val="toc 4"/>
    <w:basedOn w:val="a1"/>
    <w:next w:val="a1"/>
    <w:autoRedefine/>
    <w:semiHidden/>
    <w:rsid w:val="00FB13A8"/>
    <w:pPr>
      <w:ind w:left="720"/>
    </w:pPr>
  </w:style>
  <w:style w:type="paragraph" w:styleId="afe">
    <w:name w:val="Document Map"/>
    <w:basedOn w:val="a1"/>
    <w:semiHidden/>
    <w:rsid w:val="00FB13A8"/>
    <w:pPr>
      <w:shd w:val="clear" w:color="auto" w:fill="000080"/>
    </w:pPr>
    <w:rPr>
      <w:rFonts w:ascii="Tahoma" w:hAnsi="Tahoma" w:cs="Tahoma"/>
    </w:rPr>
  </w:style>
  <w:style w:type="paragraph" w:customStyle="1" w:styleId="13">
    <w:name w:val="Текст с отступом Знак1"/>
    <w:basedOn w:val="a1"/>
    <w:link w:val="14"/>
    <w:rsid w:val="00FB13A8"/>
    <w:pPr>
      <w:tabs>
        <w:tab w:val="left" w:pos="3225"/>
      </w:tabs>
      <w:spacing w:line="360" w:lineRule="auto"/>
      <w:ind w:firstLine="709"/>
      <w:jc w:val="both"/>
    </w:pPr>
  </w:style>
  <w:style w:type="character" w:customStyle="1" w:styleId="14">
    <w:name w:val="Текст с отступом Знак1 Знак"/>
    <w:link w:val="13"/>
    <w:rsid w:val="00FB13A8"/>
    <w:rPr>
      <w:sz w:val="24"/>
      <w:szCs w:val="24"/>
      <w:lang w:val="ru-RU" w:eastAsia="ru-RU" w:bidi="ar-SA"/>
    </w:rPr>
  </w:style>
  <w:style w:type="character" w:customStyle="1" w:styleId="10">
    <w:name w:val="Заголовок 1 Знак"/>
    <w:aliases w:val=". Знак,Heading 1 Char Char Знак,Heading 1 Знак, Знак Знак Знак1, Знак Знак Знак Знак, Знак Знак Знак Знак Знак Знак,новая страница Знак, Знак Знак1, раздел Знак,iiaay no?aieoa Знак,?acaae Знак,íîâàÿ ñòðàíèöà Знак,ðàçäåë Знак,H1 Знак"/>
    <w:link w:val="1"/>
    <w:rsid w:val="008C5B4C"/>
    <w:rPr>
      <w:rFonts w:cs="Arial"/>
      <w:b/>
      <w:bCs/>
      <w:kern w:val="32"/>
      <w:sz w:val="28"/>
      <w:szCs w:val="32"/>
      <w:lang w:val="ru-RU" w:eastAsia="ru-RU" w:bidi="ar-SA"/>
    </w:rPr>
  </w:style>
  <w:style w:type="paragraph" w:styleId="aff">
    <w:name w:val="Subtitle"/>
    <w:basedOn w:val="a1"/>
    <w:qFormat/>
    <w:rsid w:val="00CB45CA"/>
    <w:pPr>
      <w:jc w:val="center"/>
    </w:pPr>
    <w:rPr>
      <w:b/>
      <w:bCs/>
      <w:sz w:val="28"/>
      <w:szCs w:val="20"/>
    </w:rPr>
  </w:style>
  <w:style w:type="paragraph" w:styleId="aff0">
    <w:name w:val="Body Text"/>
    <w:aliases w:val="Основной текст Знак Знак Знак,Основной текст Знак Знак,Основной нормальный,Основной нормальный Знак,Основной нормальный Зн...,Абзац,Основной текст документа,Основной текст документа Знак Знак Знак Знак Знак,Основной текст Знак4,Знак Знак"/>
    <w:basedOn w:val="a1"/>
    <w:link w:val="aff1"/>
    <w:rsid w:val="00CB45CA"/>
    <w:pPr>
      <w:spacing w:after="120"/>
    </w:pPr>
  </w:style>
  <w:style w:type="paragraph" w:customStyle="1" w:styleId="210">
    <w:name w:val="Основной текст 21"/>
    <w:basedOn w:val="a1"/>
    <w:rsid w:val="00CB45CA"/>
    <w:pPr>
      <w:widowControl w:val="0"/>
      <w:ind w:firstLine="720"/>
      <w:jc w:val="both"/>
    </w:pPr>
    <w:rPr>
      <w:sz w:val="28"/>
      <w:szCs w:val="20"/>
    </w:rPr>
  </w:style>
  <w:style w:type="paragraph" w:customStyle="1" w:styleId="BodyTextIndent21">
    <w:name w:val="Body Text Indent 21"/>
    <w:basedOn w:val="a1"/>
    <w:rsid w:val="00CB45CA"/>
    <w:pPr>
      <w:widowControl w:val="0"/>
      <w:ind w:firstLine="708"/>
      <w:jc w:val="both"/>
    </w:pPr>
    <w:rPr>
      <w:b/>
      <w:sz w:val="28"/>
      <w:szCs w:val="20"/>
    </w:rPr>
  </w:style>
  <w:style w:type="paragraph" w:customStyle="1" w:styleId="35">
    <w:name w:val="заголовок 3"/>
    <w:basedOn w:val="a1"/>
    <w:next w:val="a1"/>
    <w:rsid w:val="00CB45CA"/>
    <w:pPr>
      <w:keepNext/>
      <w:widowControl w:val="0"/>
      <w:ind w:firstLine="993"/>
      <w:jc w:val="right"/>
    </w:pPr>
    <w:rPr>
      <w:sz w:val="28"/>
      <w:szCs w:val="20"/>
    </w:rPr>
  </w:style>
  <w:style w:type="paragraph" w:customStyle="1" w:styleId="60">
    <w:name w:val="заголовок 6"/>
    <w:basedOn w:val="a1"/>
    <w:next w:val="a1"/>
    <w:rsid w:val="00CB45CA"/>
    <w:pPr>
      <w:keepNext/>
      <w:widowControl w:val="0"/>
      <w:jc w:val="center"/>
    </w:pPr>
    <w:rPr>
      <w:sz w:val="28"/>
      <w:szCs w:val="20"/>
    </w:rPr>
  </w:style>
  <w:style w:type="paragraph" w:styleId="36">
    <w:name w:val="Body Text 3"/>
    <w:basedOn w:val="a1"/>
    <w:rsid w:val="00CB45CA"/>
    <w:pPr>
      <w:spacing w:after="120"/>
    </w:pPr>
    <w:rPr>
      <w:sz w:val="16"/>
      <w:szCs w:val="16"/>
    </w:rPr>
  </w:style>
  <w:style w:type="paragraph" w:styleId="3">
    <w:name w:val="List Bullet 3"/>
    <w:basedOn w:val="a1"/>
    <w:autoRedefine/>
    <w:rsid w:val="00F44397"/>
    <w:pPr>
      <w:numPr>
        <w:numId w:val="1"/>
      </w:numPr>
    </w:pPr>
  </w:style>
  <w:style w:type="paragraph" w:customStyle="1" w:styleId="caaieiaie2">
    <w:name w:val="caaieiaie2"/>
    <w:basedOn w:val="a1"/>
    <w:rsid w:val="00F44397"/>
    <w:pPr>
      <w:keepNext/>
      <w:spacing w:after="120" w:line="360" w:lineRule="auto"/>
      <w:jc w:val="center"/>
    </w:pPr>
  </w:style>
  <w:style w:type="paragraph" w:styleId="26">
    <w:name w:val="List 2"/>
    <w:basedOn w:val="a1"/>
    <w:rsid w:val="0062304E"/>
    <w:pPr>
      <w:ind w:left="566" w:hanging="283"/>
    </w:pPr>
    <w:rPr>
      <w:rFonts w:eastAsia="SimSun"/>
      <w:b/>
      <w:szCs w:val="20"/>
    </w:rPr>
  </w:style>
  <w:style w:type="paragraph" w:styleId="aff2">
    <w:name w:val="Plain Text"/>
    <w:basedOn w:val="a1"/>
    <w:link w:val="aff3"/>
    <w:rsid w:val="001A4073"/>
    <w:rPr>
      <w:rFonts w:eastAsia="SimSun"/>
    </w:rPr>
  </w:style>
  <w:style w:type="character" w:customStyle="1" w:styleId="aff3">
    <w:name w:val="Текст Знак"/>
    <w:link w:val="aff2"/>
    <w:rsid w:val="001A4073"/>
    <w:rPr>
      <w:rFonts w:eastAsia="SimSun"/>
      <w:sz w:val="24"/>
      <w:szCs w:val="24"/>
    </w:rPr>
  </w:style>
  <w:style w:type="paragraph" w:styleId="aff4">
    <w:name w:val="Block Text"/>
    <w:basedOn w:val="a1"/>
    <w:rsid w:val="00FB5374"/>
    <w:pPr>
      <w:ind w:left="300" w:right="363" w:firstLine="517"/>
      <w:jc w:val="both"/>
    </w:pPr>
    <w:rPr>
      <w:rFonts w:ascii="Arial Narrow" w:eastAsia="SimSun" w:hAnsi="Arial Narrow"/>
    </w:rPr>
  </w:style>
  <w:style w:type="paragraph" w:styleId="aff5">
    <w:name w:val="List Paragraph"/>
    <w:basedOn w:val="a1"/>
    <w:uiPriority w:val="34"/>
    <w:qFormat/>
    <w:rsid w:val="00FB5374"/>
    <w:pPr>
      <w:ind w:left="720"/>
      <w:contextualSpacing/>
    </w:pPr>
    <w:rPr>
      <w:rFonts w:eastAsia="SimSun"/>
      <w:b/>
      <w:szCs w:val="20"/>
    </w:rPr>
  </w:style>
  <w:style w:type="character" w:styleId="aff6">
    <w:name w:val="Emphasis"/>
    <w:qFormat/>
    <w:rsid w:val="00335561"/>
    <w:rPr>
      <w:i/>
      <w:iCs/>
    </w:rPr>
  </w:style>
  <w:style w:type="table" w:styleId="50">
    <w:name w:val="Table Grid 5"/>
    <w:basedOn w:val="a4"/>
    <w:rsid w:val="00335561"/>
    <w:rPr>
      <w:rFonts w:eastAsia="SimSun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character" w:customStyle="1" w:styleId="33">
    <w:name w:val="Основной текст с отступом 3 Знак"/>
    <w:link w:val="31"/>
    <w:rsid w:val="008466C9"/>
    <w:rPr>
      <w:sz w:val="16"/>
      <w:szCs w:val="16"/>
    </w:rPr>
  </w:style>
  <w:style w:type="character" w:customStyle="1" w:styleId="aff1">
    <w:name w:val="Основной текст Знак"/>
    <w:aliases w:val="Основной текст Знак Знак Знак Знак2,Основной текст Знак Знак Знак1,Основной нормальный Знак1,Основной нормальный Знак Знак,Основной нормальный Зн... Знак,Абзац Знак,Основной текст документа Знак,Основной текст Знак4 Знак"/>
    <w:link w:val="aff0"/>
    <w:rsid w:val="008466C9"/>
    <w:rPr>
      <w:sz w:val="24"/>
      <w:szCs w:val="24"/>
    </w:rPr>
  </w:style>
  <w:style w:type="paragraph" w:styleId="aff7">
    <w:name w:val="Salutation"/>
    <w:basedOn w:val="a1"/>
    <w:next w:val="a1"/>
    <w:link w:val="aff8"/>
    <w:rsid w:val="00CA0525"/>
    <w:rPr>
      <w:rFonts w:eastAsia="SimSun"/>
      <w:b/>
      <w:szCs w:val="20"/>
    </w:rPr>
  </w:style>
  <w:style w:type="character" w:customStyle="1" w:styleId="aff8">
    <w:name w:val="Приветствие Знак"/>
    <w:link w:val="aff7"/>
    <w:rsid w:val="00CA0525"/>
    <w:rPr>
      <w:rFonts w:eastAsia="SimSun"/>
      <w:b/>
      <w:sz w:val="24"/>
    </w:rPr>
  </w:style>
  <w:style w:type="paragraph" w:customStyle="1" w:styleId="caaieiaie1">
    <w:name w:val="caaieiaie 1"/>
    <w:basedOn w:val="a1"/>
    <w:next w:val="a1"/>
    <w:rsid w:val="00F4712B"/>
    <w:pPr>
      <w:keepNext/>
      <w:widowControl w:val="0"/>
      <w:spacing w:before="240" w:after="60"/>
    </w:pPr>
    <w:rPr>
      <w:rFonts w:ascii="Arial" w:hAnsi="Arial"/>
      <w:b/>
      <w:kern w:val="28"/>
      <w:sz w:val="28"/>
      <w:szCs w:val="20"/>
    </w:rPr>
  </w:style>
  <w:style w:type="paragraph" w:customStyle="1" w:styleId="caaieiaie20">
    <w:name w:val="caaieiaie 2"/>
    <w:basedOn w:val="a1"/>
    <w:next w:val="a1"/>
    <w:rsid w:val="00F4712B"/>
    <w:pPr>
      <w:keepNext/>
      <w:widowControl w:val="0"/>
      <w:spacing w:before="240" w:after="60"/>
    </w:pPr>
    <w:rPr>
      <w:rFonts w:ascii="Arial" w:hAnsi="Arial"/>
      <w:b/>
      <w:i/>
      <w:szCs w:val="20"/>
    </w:rPr>
  </w:style>
  <w:style w:type="paragraph" w:customStyle="1" w:styleId="caaieiaie3">
    <w:name w:val="caaieiaie 3"/>
    <w:basedOn w:val="a1"/>
    <w:next w:val="a1"/>
    <w:rsid w:val="00F4712B"/>
    <w:pPr>
      <w:keepNext/>
      <w:widowControl w:val="0"/>
      <w:spacing w:before="240" w:after="60"/>
    </w:pPr>
    <w:rPr>
      <w:b/>
      <w:szCs w:val="20"/>
    </w:rPr>
  </w:style>
  <w:style w:type="paragraph" w:customStyle="1" w:styleId="caaieiaie4">
    <w:name w:val="caaieiaie 4"/>
    <w:basedOn w:val="a1"/>
    <w:next w:val="a1"/>
    <w:rsid w:val="00F4712B"/>
    <w:pPr>
      <w:keepNext/>
      <w:widowControl w:val="0"/>
      <w:spacing w:before="240" w:after="60"/>
    </w:pPr>
    <w:rPr>
      <w:b/>
      <w:i/>
      <w:szCs w:val="20"/>
    </w:rPr>
  </w:style>
  <w:style w:type="paragraph" w:customStyle="1" w:styleId="caaieiaie5">
    <w:name w:val="caaieiaie 5"/>
    <w:basedOn w:val="a1"/>
    <w:next w:val="a1"/>
    <w:rsid w:val="00F4712B"/>
    <w:pPr>
      <w:widowControl w:val="0"/>
      <w:spacing w:before="240" w:after="60"/>
    </w:pPr>
    <w:rPr>
      <w:rFonts w:ascii="Arial" w:hAnsi="Arial"/>
      <w:sz w:val="22"/>
      <w:szCs w:val="20"/>
    </w:rPr>
  </w:style>
  <w:style w:type="paragraph" w:customStyle="1" w:styleId="caaieiaie6">
    <w:name w:val="caaieiaie 6"/>
    <w:basedOn w:val="a1"/>
    <w:next w:val="a1"/>
    <w:rsid w:val="00F4712B"/>
    <w:pPr>
      <w:widowControl w:val="0"/>
      <w:spacing w:before="240" w:after="60"/>
    </w:pPr>
    <w:rPr>
      <w:rFonts w:ascii="Arial" w:hAnsi="Arial"/>
      <w:i/>
      <w:sz w:val="22"/>
      <w:szCs w:val="20"/>
    </w:rPr>
  </w:style>
  <w:style w:type="paragraph" w:customStyle="1" w:styleId="caaieiaie7">
    <w:name w:val="caaieiaie 7"/>
    <w:basedOn w:val="a1"/>
    <w:next w:val="a1"/>
    <w:rsid w:val="00F4712B"/>
    <w:pPr>
      <w:widowControl w:val="0"/>
      <w:spacing w:before="240" w:after="60"/>
    </w:pPr>
    <w:rPr>
      <w:rFonts w:ascii="Arial" w:hAnsi="Arial"/>
      <w:sz w:val="20"/>
      <w:szCs w:val="20"/>
    </w:rPr>
  </w:style>
  <w:style w:type="paragraph" w:customStyle="1" w:styleId="caaieiaie9">
    <w:name w:val="caaieiaie 9"/>
    <w:basedOn w:val="a1"/>
    <w:next w:val="a1"/>
    <w:rsid w:val="00F4712B"/>
    <w:pPr>
      <w:widowControl w:val="0"/>
      <w:spacing w:before="240" w:after="60"/>
    </w:pPr>
    <w:rPr>
      <w:rFonts w:ascii="Arial" w:hAnsi="Arial"/>
      <w:i/>
      <w:sz w:val="18"/>
      <w:szCs w:val="20"/>
    </w:rPr>
  </w:style>
  <w:style w:type="character" w:customStyle="1" w:styleId="Iniiaiieoeoo">
    <w:name w:val="Iniiaiie o?eoo"/>
    <w:rsid w:val="00F4712B"/>
  </w:style>
  <w:style w:type="paragraph" w:customStyle="1" w:styleId="caaie">
    <w:name w:val="caaie"/>
    <w:basedOn w:val="a1"/>
    <w:next w:val="a1"/>
    <w:rsid w:val="00F4712B"/>
    <w:pPr>
      <w:widowControl w:val="0"/>
      <w:spacing w:before="240" w:after="60"/>
    </w:pPr>
    <w:rPr>
      <w:rFonts w:ascii="Arial" w:hAnsi="Arial"/>
      <w:i/>
      <w:sz w:val="20"/>
      <w:szCs w:val="20"/>
    </w:rPr>
  </w:style>
  <w:style w:type="paragraph" w:customStyle="1" w:styleId="iaeaa">
    <w:name w:val="iaeaa"/>
    <w:basedOn w:val="a1"/>
    <w:next w:val="a1"/>
    <w:rsid w:val="00F4712B"/>
    <w:pPr>
      <w:widowControl w:val="0"/>
      <w:tabs>
        <w:tab w:val="right" w:leader="dot" w:pos="9922"/>
      </w:tabs>
      <w:spacing w:before="120"/>
    </w:pPr>
    <w:rPr>
      <w:b/>
      <w:i/>
      <w:sz w:val="28"/>
      <w:szCs w:val="20"/>
      <w:u w:val="single"/>
    </w:rPr>
  </w:style>
  <w:style w:type="paragraph" w:customStyle="1" w:styleId="iaeaaeaiea2">
    <w:name w:val="iaeaaeaiea 2"/>
    <w:basedOn w:val="a1"/>
    <w:next w:val="a1"/>
    <w:rsid w:val="00F4712B"/>
    <w:pPr>
      <w:widowControl w:val="0"/>
      <w:tabs>
        <w:tab w:val="right" w:leader="dot" w:pos="9922"/>
      </w:tabs>
      <w:spacing w:before="120"/>
    </w:pPr>
    <w:rPr>
      <w:b/>
      <w:sz w:val="28"/>
      <w:szCs w:val="20"/>
    </w:rPr>
  </w:style>
  <w:style w:type="paragraph" w:customStyle="1" w:styleId="iaeaaeaiea3">
    <w:name w:val="iaeaaeaiea 3"/>
    <w:basedOn w:val="a1"/>
    <w:next w:val="a1"/>
    <w:rsid w:val="00F4712B"/>
    <w:pPr>
      <w:widowControl w:val="0"/>
      <w:tabs>
        <w:tab w:val="right" w:leader="dot" w:pos="9922"/>
      </w:tabs>
      <w:ind w:left="240"/>
    </w:pPr>
    <w:rPr>
      <w:sz w:val="20"/>
      <w:szCs w:val="20"/>
    </w:rPr>
  </w:style>
  <w:style w:type="paragraph" w:customStyle="1" w:styleId="iaeaaeaiea4">
    <w:name w:val="iaeaaeaiea 4"/>
    <w:basedOn w:val="a1"/>
    <w:next w:val="a1"/>
    <w:rsid w:val="00F4712B"/>
    <w:pPr>
      <w:widowControl w:val="0"/>
      <w:tabs>
        <w:tab w:val="right" w:leader="dot" w:pos="9922"/>
      </w:tabs>
      <w:ind w:left="480"/>
    </w:pPr>
    <w:rPr>
      <w:sz w:val="20"/>
      <w:szCs w:val="20"/>
    </w:rPr>
  </w:style>
  <w:style w:type="paragraph" w:customStyle="1" w:styleId="iaee0aea">
    <w:name w:val="iaee0aea"/>
    <w:basedOn w:val="a1"/>
    <w:next w:val="a1"/>
    <w:rsid w:val="00F4712B"/>
    <w:pPr>
      <w:widowControl w:val="0"/>
      <w:tabs>
        <w:tab w:val="right" w:leader="dot" w:pos="9922"/>
      </w:tabs>
      <w:ind w:left="720"/>
    </w:pPr>
    <w:rPr>
      <w:sz w:val="20"/>
      <w:szCs w:val="20"/>
    </w:rPr>
  </w:style>
  <w:style w:type="paragraph" w:customStyle="1" w:styleId="iaeaaeaiea6">
    <w:name w:val="iaeaaeaiea 6"/>
    <w:basedOn w:val="a1"/>
    <w:next w:val="a1"/>
    <w:rsid w:val="00F4712B"/>
    <w:pPr>
      <w:widowControl w:val="0"/>
      <w:tabs>
        <w:tab w:val="right" w:leader="dot" w:pos="9922"/>
      </w:tabs>
      <w:ind w:left="960"/>
    </w:pPr>
    <w:rPr>
      <w:sz w:val="20"/>
      <w:szCs w:val="20"/>
    </w:rPr>
  </w:style>
  <w:style w:type="paragraph" w:customStyle="1" w:styleId="iaeaaeaiea7">
    <w:name w:val="iaeaaeaiea 7"/>
    <w:basedOn w:val="a1"/>
    <w:next w:val="a1"/>
    <w:rsid w:val="00F4712B"/>
    <w:pPr>
      <w:widowControl w:val="0"/>
      <w:tabs>
        <w:tab w:val="right" w:leader="dot" w:pos="9922"/>
      </w:tabs>
      <w:ind w:left="1200"/>
    </w:pPr>
    <w:rPr>
      <w:sz w:val="20"/>
      <w:szCs w:val="20"/>
    </w:rPr>
  </w:style>
  <w:style w:type="paragraph" w:customStyle="1" w:styleId="iaeaaeaiea8">
    <w:name w:val="iaeaaeaiea 8"/>
    <w:basedOn w:val="a1"/>
    <w:next w:val="a1"/>
    <w:rsid w:val="00F4712B"/>
    <w:pPr>
      <w:widowControl w:val="0"/>
      <w:tabs>
        <w:tab w:val="right" w:leader="dot" w:pos="9922"/>
      </w:tabs>
      <w:ind w:left="1440"/>
    </w:pPr>
    <w:rPr>
      <w:sz w:val="20"/>
      <w:szCs w:val="20"/>
    </w:rPr>
  </w:style>
  <w:style w:type="paragraph" w:customStyle="1" w:styleId="iaeaaeaiee59">
    <w:name w:val="iaeaaeaieµe5 9"/>
    <w:basedOn w:val="a1"/>
    <w:next w:val="a1"/>
    <w:rsid w:val="00F4712B"/>
    <w:pPr>
      <w:widowControl w:val="0"/>
      <w:tabs>
        <w:tab w:val="right" w:leader="dot" w:pos="9922"/>
      </w:tabs>
      <w:ind w:left="1680"/>
    </w:pPr>
    <w:rPr>
      <w:sz w:val="20"/>
      <w:szCs w:val="20"/>
    </w:rPr>
  </w:style>
  <w:style w:type="character" w:customStyle="1" w:styleId="iiianoaieou">
    <w:name w:val="iiia? no?aieou"/>
    <w:basedOn w:val="Iniiaiieoeoo"/>
    <w:rsid w:val="00F4712B"/>
  </w:style>
  <w:style w:type="paragraph" w:customStyle="1" w:styleId="cdeieeeieiioeooe">
    <w:name w:val="cde?iee eieiioeooe"/>
    <w:basedOn w:val="a1"/>
    <w:rsid w:val="00F4712B"/>
    <w:pPr>
      <w:widowControl w:val="0"/>
      <w:tabs>
        <w:tab w:val="center" w:pos="4536"/>
        <w:tab w:val="right" w:pos="9072"/>
      </w:tabs>
    </w:pPr>
    <w:rPr>
      <w:szCs w:val="20"/>
    </w:rPr>
  </w:style>
  <w:style w:type="paragraph" w:customStyle="1" w:styleId="220">
    <w:name w:val="Основной текст 22"/>
    <w:basedOn w:val="a1"/>
    <w:rsid w:val="00F4712B"/>
    <w:pPr>
      <w:widowControl w:val="0"/>
      <w:ind w:left="3540"/>
    </w:pPr>
    <w:rPr>
      <w:b/>
      <w:sz w:val="32"/>
      <w:szCs w:val="20"/>
    </w:rPr>
  </w:style>
  <w:style w:type="paragraph" w:styleId="15">
    <w:name w:val="index 1"/>
    <w:basedOn w:val="a1"/>
    <w:next w:val="a1"/>
    <w:autoRedefine/>
    <w:semiHidden/>
    <w:rsid w:val="00F4712B"/>
    <w:pPr>
      <w:ind w:left="240" w:hanging="240"/>
    </w:pPr>
    <w:rPr>
      <w:b/>
      <w:szCs w:val="20"/>
    </w:rPr>
  </w:style>
  <w:style w:type="paragraph" w:styleId="27">
    <w:name w:val="index 2"/>
    <w:basedOn w:val="a1"/>
    <w:next w:val="a1"/>
    <w:autoRedefine/>
    <w:semiHidden/>
    <w:rsid w:val="00F4712B"/>
    <w:pPr>
      <w:ind w:left="480" w:hanging="240"/>
    </w:pPr>
    <w:rPr>
      <w:b/>
      <w:szCs w:val="20"/>
    </w:rPr>
  </w:style>
  <w:style w:type="paragraph" w:styleId="37">
    <w:name w:val="index 3"/>
    <w:basedOn w:val="a1"/>
    <w:next w:val="a1"/>
    <w:autoRedefine/>
    <w:semiHidden/>
    <w:rsid w:val="00F4712B"/>
    <w:pPr>
      <w:ind w:left="720" w:hanging="240"/>
    </w:pPr>
    <w:rPr>
      <w:b/>
      <w:szCs w:val="20"/>
    </w:rPr>
  </w:style>
  <w:style w:type="paragraph" w:styleId="41">
    <w:name w:val="index 4"/>
    <w:basedOn w:val="a1"/>
    <w:next w:val="a1"/>
    <w:autoRedefine/>
    <w:semiHidden/>
    <w:rsid w:val="00F4712B"/>
    <w:pPr>
      <w:ind w:left="960" w:hanging="240"/>
    </w:pPr>
    <w:rPr>
      <w:b/>
      <w:szCs w:val="20"/>
    </w:rPr>
  </w:style>
  <w:style w:type="paragraph" w:styleId="51">
    <w:name w:val="index 5"/>
    <w:basedOn w:val="a1"/>
    <w:next w:val="a1"/>
    <w:autoRedefine/>
    <w:semiHidden/>
    <w:rsid w:val="00F4712B"/>
    <w:pPr>
      <w:ind w:left="1200" w:hanging="240"/>
    </w:pPr>
    <w:rPr>
      <w:b/>
      <w:szCs w:val="20"/>
    </w:rPr>
  </w:style>
  <w:style w:type="paragraph" w:styleId="61">
    <w:name w:val="index 6"/>
    <w:basedOn w:val="a1"/>
    <w:next w:val="a1"/>
    <w:autoRedefine/>
    <w:semiHidden/>
    <w:rsid w:val="00F4712B"/>
    <w:pPr>
      <w:ind w:left="1440" w:hanging="240"/>
    </w:pPr>
    <w:rPr>
      <w:b/>
      <w:szCs w:val="20"/>
    </w:rPr>
  </w:style>
  <w:style w:type="paragraph" w:styleId="71">
    <w:name w:val="index 7"/>
    <w:basedOn w:val="a1"/>
    <w:next w:val="a1"/>
    <w:autoRedefine/>
    <w:semiHidden/>
    <w:rsid w:val="00F4712B"/>
    <w:pPr>
      <w:ind w:left="1680" w:hanging="240"/>
    </w:pPr>
    <w:rPr>
      <w:b/>
      <w:szCs w:val="20"/>
    </w:rPr>
  </w:style>
  <w:style w:type="paragraph" w:styleId="81">
    <w:name w:val="index 8"/>
    <w:basedOn w:val="a1"/>
    <w:next w:val="a1"/>
    <w:autoRedefine/>
    <w:semiHidden/>
    <w:rsid w:val="00F4712B"/>
    <w:pPr>
      <w:ind w:left="1920" w:hanging="240"/>
    </w:pPr>
    <w:rPr>
      <w:b/>
      <w:szCs w:val="20"/>
    </w:rPr>
  </w:style>
  <w:style w:type="paragraph" w:styleId="90">
    <w:name w:val="index 9"/>
    <w:basedOn w:val="a1"/>
    <w:next w:val="a1"/>
    <w:autoRedefine/>
    <w:semiHidden/>
    <w:rsid w:val="00F4712B"/>
    <w:pPr>
      <w:ind w:left="2160" w:hanging="240"/>
    </w:pPr>
    <w:rPr>
      <w:b/>
      <w:szCs w:val="20"/>
    </w:rPr>
  </w:style>
  <w:style w:type="paragraph" w:styleId="aff9">
    <w:name w:val="index heading"/>
    <w:basedOn w:val="a1"/>
    <w:next w:val="15"/>
    <w:semiHidden/>
    <w:rsid w:val="00F4712B"/>
    <w:rPr>
      <w:b/>
      <w:szCs w:val="20"/>
    </w:rPr>
  </w:style>
  <w:style w:type="paragraph" w:customStyle="1" w:styleId="Iacaaiea">
    <w:name w:val="Iacaaiea"/>
    <w:basedOn w:val="Iauiue"/>
    <w:rsid w:val="00F4712B"/>
    <w:pPr>
      <w:jc w:val="center"/>
    </w:pPr>
    <w:rPr>
      <w:sz w:val="24"/>
    </w:rPr>
  </w:style>
  <w:style w:type="paragraph" w:customStyle="1" w:styleId="Iauiue">
    <w:name w:val="Iau?iue"/>
    <w:rsid w:val="00F4712B"/>
  </w:style>
  <w:style w:type="paragraph" w:customStyle="1" w:styleId="affa">
    <w:name w:val="???????"/>
    <w:rsid w:val="00F4712B"/>
  </w:style>
  <w:style w:type="paragraph" w:customStyle="1" w:styleId="610">
    <w:name w:val="заголовок 61"/>
    <w:basedOn w:val="a1"/>
    <w:next w:val="a1"/>
    <w:rsid w:val="00F4712B"/>
    <w:pPr>
      <w:keepNext/>
      <w:jc w:val="both"/>
    </w:pPr>
    <w:rPr>
      <w:rFonts w:ascii="Journal" w:hAnsi="Journal"/>
      <w:szCs w:val="20"/>
    </w:rPr>
  </w:style>
  <w:style w:type="paragraph" w:customStyle="1" w:styleId="Sltext">
    <w:name w:val="Sl_text"/>
    <w:basedOn w:val="a1"/>
    <w:rsid w:val="00F4712B"/>
    <w:pPr>
      <w:ind w:left="567" w:firstLine="567"/>
      <w:jc w:val="both"/>
    </w:pPr>
    <w:rPr>
      <w:rFonts w:ascii="Arial" w:hAnsi="Arial"/>
      <w:szCs w:val="20"/>
    </w:rPr>
  </w:style>
  <w:style w:type="paragraph" w:customStyle="1" w:styleId="91">
    <w:name w:val="заголовок 91"/>
    <w:basedOn w:val="a1"/>
    <w:next w:val="a1"/>
    <w:rsid w:val="00F4712B"/>
    <w:pPr>
      <w:keepNext/>
    </w:pPr>
    <w:rPr>
      <w:szCs w:val="20"/>
    </w:rPr>
  </w:style>
  <w:style w:type="paragraph" w:customStyle="1" w:styleId="Iniiaiieoaeno3">
    <w:name w:val="Iniiaiie oaeno 3"/>
    <w:basedOn w:val="Iauiue"/>
    <w:rsid w:val="00F4712B"/>
    <w:pPr>
      <w:jc w:val="center"/>
    </w:pPr>
    <w:rPr>
      <w:sz w:val="18"/>
    </w:rPr>
  </w:style>
  <w:style w:type="paragraph" w:customStyle="1" w:styleId="Style1">
    <w:name w:val="Style1"/>
    <w:basedOn w:val="a1"/>
    <w:rsid w:val="00F4712B"/>
    <w:pPr>
      <w:ind w:firstLine="567"/>
      <w:jc w:val="both"/>
    </w:pPr>
    <w:rPr>
      <w:rFonts w:ascii="NTTimes/Cyrillic" w:hAnsi="NTTimes/Cyrillic"/>
      <w:sz w:val="22"/>
      <w:szCs w:val="20"/>
    </w:rPr>
  </w:style>
  <w:style w:type="paragraph" w:styleId="affb">
    <w:name w:val="List"/>
    <w:basedOn w:val="a1"/>
    <w:rsid w:val="00F4712B"/>
    <w:pPr>
      <w:ind w:left="283" w:hanging="283"/>
    </w:pPr>
    <w:rPr>
      <w:rFonts w:eastAsia="SimSun"/>
      <w:b/>
      <w:szCs w:val="20"/>
    </w:rPr>
  </w:style>
  <w:style w:type="character" w:customStyle="1" w:styleId="affc">
    <w:name w:val="Основной текст Знак Знак Знак Знак"/>
    <w:aliases w:val="Основной текст Знак Знак Знак Знак1"/>
    <w:rsid w:val="00F4712B"/>
    <w:rPr>
      <w:rFonts w:eastAsia="SimSun"/>
      <w:sz w:val="24"/>
      <w:lang w:val="ru-RU" w:eastAsia="ru-RU" w:bidi="ar-SA"/>
    </w:rPr>
  </w:style>
  <w:style w:type="paragraph" w:customStyle="1" w:styleId="affd">
    <w:name w:val="Название таблицы"/>
    <w:basedOn w:val="a1"/>
    <w:link w:val="affe"/>
    <w:rsid w:val="00F4712B"/>
    <w:pPr>
      <w:keepNext/>
      <w:spacing w:after="120"/>
      <w:jc w:val="center"/>
    </w:pPr>
    <w:rPr>
      <w:rFonts w:ascii="Arial" w:hAnsi="Arial" w:cs="Arial"/>
      <w:b/>
      <w:szCs w:val="20"/>
    </w:rPr>
  </w:style>
  <w:style w:type="character" w:customStyle="1" w:styleId="affe">
    <w:name w:val="Название таблицы Знак"/>
    <w:link w:val="affd"/>
    <w:rsid w:val="00F4712B"/>
    <w:rPr>
      <w:rFonts w:ascii="Arial" w:hAnsi="Arial" w:cs="Arial"/>
      <w:b/>
      <w:sz w:val="24"/>
    </w:rPr>
  </w:style>
  <w:style w:type="character" w:customStyle="1" w:styleId="a7">
    <w:name w:val="Верхний колонтитул Знак"/>
    <w:link w:val="a6"/>
    <w:rsid w:val="00F4712B"/>
    <w:rPr>
      <w:sz w:val="24"/>
      <w:szCs w:val="24"/>
    </w:rPr>
  </w:style>
  <w:style w:type="character" w:customStyle="1" w:styleId="16">
    <w:name w:val="Основной текст Знак1"/>
    <w:rsid w:val="00F4712B"/>
    <w:rPr>
      <w:sz w:val="24"/>
    </w:rPr>
  </w:style>
  <w:style w:type="paragraph" w:customStyle="1" w:styleId="N">
    <w:name w:val="N_Обычный"/>
    <w:basedOn w:val="a1"/>
    <w:rsid w:val="008324DC"/>
    <w:pPr>
      <w:spacing w:line="360" w:lineRule="auto"/>
      <w:ind w:firstLine="567"/>
      <w:jc w:val="both"/>
    </w:pPr>
    <w:rPr>
      <w:rFonts w:ascii="Arial" w:hAnsi="Arial"/>
      <w:szCs w:val="20"/>
    </w:rPr>
  </w:style>
  <w:style w:type="character" w:customStyle="1" w:styleId="afa">
    <w:name w:val="Основной текст с отступом Знак"/>
    <w:link w:val="af9"/>
    <w:rsid w:val="00973C9C"/>
    <w:rPr>
      <w:bCs/>
      <w:sz w:val="24"/>
      <w:szCs w:val="18"/>
    </w:rPr>
  </w:style>
  <w:style w:type="character" w:customStyle="1" w:styleId="22">
    <w:name w:val="Основной текст с отступом 2 Знак"/>
    <w:link w:val="21"/>
    <w:rsid w:val="00EC1D7C"/>
    <w:rPr>
      <w:bCs/>
      <w:sz w:val="22"/>
      <w:szCs w:val="18"/>
    </w:rPr>
  </w:style>
  <w:style w:type="paragraph" w:customStyle="1" w:styleId="afff">
    <w:name w:val="Таблица"/>
    <w:basedOn w:val="a1"/>
    <w:next w:val="a1"/>
    <w:link w:val="afff0"/>
    <w:rsid w:val="00012EED"/>
    <w:pPr>
      <w:jc w:val="center"/>
    </w:pPr>
  </w:style>
  <w:style w:type="character" w:customStyle="1" w:styleId="afff0">
    <w:name w:val="Таблица Знак"/>
    <w:link w:val="afff"/>
    <w:rsid w:val="00012EED"/>
    <w:rPr>
      <w:sz w:val="24"/>
      <w:szCs w:val="24"/>
    </w:rPr>
  </w:style>
  <w:style w:type="paragraph" w:styleId="afff1">
    <w:name w:val="Normal (Web)"/>
    <w:basedOn w:val="a1"/>
    <w:uiPriority w:val="99"/>
    <w:unhideWhenUsed/>
    <w:rsid w:val="00527AF7"/>
    <w:pPr>
      <w:spacing w:before="100" w:beforeAutospacing="1" w:after="100" w:afterAutospacing="1"/>
    </w:pPr>
    <w:rPr>
      <w:color w:val="000000"/>
    </w:rPr>
  </w:style>
  <w:style w:type="paragraph" w:customStyle="1" w:styleId="afff2">
    <w:name w:val="текст_"/>
    <w:autoRedefine/>
    <w:rsid w:val="005D5046"/>
    <w:pPr>
      <w:spacing w:line="360" w:lineRule="auto"/>
      <w:ind w:firstLine="825"/>
      <w:jc w:val="both"/>
    </w:pPr>
    <w:rPr>
      <w:sz w:val="24"/>
    </w:rPr>
  </w:style>
  <w:style w:type="paragraph" w:customStyle="1" w:styleId="afff3">
    <w:name w:val="заголовок таблицы"/>
    <w:autoRedefine/>
    <w:rsid w:val="00323382"/>
    <w:pPr>
      <w:keepLines/>
      <w:spacing w:line="360" w:lineRule="auto"/>
      <w:ind w:firstLine="709"/>
    </w:pPr>
    <w:rPr>
      <w:sz w:val="24"/>
      <w:szCs w:val="24"/>
    </w:rPr>
  </w:style>
  <w:style w:type="paragraph" w:customStyle="1" w:styleId="afff4">
    <w:name w:val="текст в таблице(цифры)"/>
    <w:autoRedefine/>
    <w:rsid w:val="00323382"/>
    <w:pPr>
      <w:jc w:val="center"/>
    </w:pPr>
    <w:rPr>
      <w:bCs/>
      <w:sz w:val="28"/>
    </w:rPr>
  </w:style>
  <w:style w:type="paragraph" w:customStyle="1" w:styleId="afff5">
    <w:name w:val="Знак"/>
    <w:basedOn w:val="a1"/>
    <w:rsid w:val="006D401D"/>
    <w:pPr>
      <w:widowControl w:val="0"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xl22">
    <w:name w:val="xl22"/>
    <w:basedOn w:val="a1"/>
    <w:rsid w:val="001332AC"/>
    <w:pPr>
      <w:spacing w:before="100" w:beforeAutospacing="1" w:after="100" w:afterAutospacing="1"/>
      <w:textAlignment w:val="top"/>
    </w:pPr>
    <w:rPr>
      <w:rFonts w:ascii="Arial" w:hAnsi="Arial" w:cs="Arial"/>
    </w:rPr>
  </w:style>
  <w:style w:type="paragraph" w:styleId="a">
    <w:name w:val="List Number"/>
    <w:basedOn w:val="a1"/>
    <w:uiPriority w:val="99"/>
    <w:semiHidden/>
    <w:unhideWhenUsed/>
    <w:rsid w:val="00E5289C"/>
    <w:pPr>
      <w:numPr>
        <w:numId w:val="4"/>
      </w:numPr>
      <w:contextualSpacing/>
    </w:pPr>
  </w:style>
  <w:style w:type="paragraph" w:customStyle="1" w:styleId="afff6">
    <w:name w:val="абзац"/>
    <w:basedOn w:val="a1"/>
    <w:link w:val="afff7"/>
    <w:rsid w:val="00C72DD0"/>
    <w:pPr>
      <w:spacing w:line="360" w:lineRule="auto"/>
      <w:ind w:firstLine="851"/>
      <w:jc w:val="both"/>
    </w:pPr>
    <w:rPr>
      <w:szCs w:val="20"/>
    </w:rPr>
  </w:style>
  <w:style w:type="character" w:customStyle="1" w:styleId="afff7">
    <w:name w:val="абзац Знак"/>
    <w:link w:val="afff6"/>
    <w:rsid w:val="00C72DD0"/>
    <w:rPr>
      <w:sz w:val="24"/>
    </w:rPr>
  </w:style>
  <w:style w:type="character" w:customStyle="1" w:styleId="FontStyle44">
    <w:name w:val="Font Style44"/>
    <w:rsid w:val="00DD090C"/>
    <w:rPr>
      <w:rFonts w:ascii="Arial" w:hAnsi="Arial" w:cs="Arial"/>
      <w:sz w:val="22"/>
      <w:szCs w:val="22"/>
    </w:rPr>
  </w:style>
  <w:style w:type="paragraph" w:customStyle="1" w:styleId="Style15">
    <w:name w:val="Style15"/>
    <w:basedOn w:val="a1"/>
    <w:rsid w:val="00DD090C"/>
    <w:pPr>
      <w:widowControl w:val="0"/>
      <w:autoSpaceDE w:val="0"/>
      <w:autoSpaceDN w:val="0"/>
      <w:adjustRightInd w:val="0"/>
      <w:spacing w:line="418" w:lineRule="exact"/>
      <w:ind w:firstLine="490"/>
      <w:jc w:val="both"/>
    </w:pPr>
    <w:rPr>
      <w:rFonts w:ascii="Arial" w:hAnsi="Arial"/>
    </w:rPr>
  </w:style>
  <w:style w:type="paragraph" w:customStyle="1" w:styleId="afff8">
    <w:name w:val="Знак"/>
    <w:basedOn w:val="a1"/>
    <w:rsid w:val="00C24EF0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0">
    <w:name w:val="0 Обычный"/>
    <w:basedOn w:val="a1"/>
    <w:link w:val="00"/>
    <w:rsid w:val="004E234E"/>
    <w:pPr>
      <w:spacing w:line="360" w:lineRule="auto"/>
      <w:ind w:firstLine="709"/>
      <w:jc w:val="both"/>
    </w:pPr>
    <w:rPr>
      <w:rFonts w:ascii="Arial" w:eastAsia="TimesNewRomanPSMT" w:hAnsi="Arial" w:cs="Arial"/>
    </w:rPr>
  </w:style>
  <w:style w:type="character" w:customStyle="1" w:styleId="00">
    <w:name w:val="0 Обычный Знак"/>
    <w:link w:val="0"/>
    <w:rsid w:val="004E234E"/>
    <w:rPr>
      <w:rFonts w:ascii="Arial" w:eastAsia="TimesNewRomanPSMT" w:hAnsi="Arial" w:cs="Arial"/>
      <w:sz w:val="24"/>
      <w:szCs w:val="24"/>
    </w:rPr>
  </w:style>
  <w:style w:type="character" w:customStyle="1" w:styleId="FontStyle29">
    <w:name w:val="Font Style29"/>
    <w:uiPriority w:val="99"/>
    <w:rsid w:val="00022915"/>
    <w:rPr>
      <w:rFonts w:ascii="Times New Roman" w:eastAsia="MS Mincho" w:hAnsi="Times New Roman" w:cs="Times New Roman"/>
      <w:sz w:val="22"/>
      <w:szCs w:val="22"/>
      <w:lang w:val="en-US" w:eastAsia="en-US" w:bidi="ar-SA"/>
    </w:rPr>
  </w:style>
  <w:style w:type="paragraph" w:styleId="afff9">
    <w:name w:val="No Spacing"/>
    <w:link w:val="afffa"/>
    <w:qFormat/>
    <w:rsid w:val="00022915"/>
    <w:pPr>
      <w:ind w:firstLine="284"/>
      <w:jc w:val="both"/>
    </w:pPr>
    <w:rPr>
      <w:sz w:val="24"/>
      <w:szCs w:val="24"/>
    </w:rPr>
  </w:style>
  <w:style w:type="character" w:customStyle="1" w:styleId="afffa">
    <w:name w:val="Без интервала Знак"/>
    <w:link w:val="afff9"/>
    <w:rsid w:val="004B19E7"/>
    <w:rPr>
      <w:sz w:val="24"/>
      <w:szCs w:val="24"/>
      <w:lang w:bidi="ar-SA"/>
    </w:rPr>
  </w:style>
  <w:style w:type="paragraph" w:customStyle="1" w:styleId="Arial">
    <w:name w:val="Обычный + Arial"/>
    <w:aliases w:val="по ширине,Первая строка:  1.27 см,Междустр.интервал:  полу...,Обычный + 12 pt,Первая строка:  1,5 см,Междустр.интервал:  полут..."/>
    <w:basedOn w:val="af9"/>
    <w:link w:val="12pt"/>
    <w:rsid w:val="00917FA0"/>
    <w:pPr>
      <w:widowControl/>
      <w:spacing w:line="240" w:lineRule="auto"/>
      <w:ind w:firstLine="720"/>
    </w:pPr>
    <w:rPr>
      <w:rFonts w:ascii="Arial" w:hAnsi="Arial"/>
      <w:bCs w:val="0"/>
      <w:szCs w:val="24"/>
    </w:rPr>
  </w:style>
  <w:style w:type="character" w:customStyle="1" w:styleId="12pt">
    <w:name w:val="Обычный + 12 pt Знак"/>
    <w:aliases w:val="по ширине Знак,Первая строка:  1 Знак,5 см Знак,Междустр.интервал:  полут... Знак"/>
    <w:link w:val="Arial"/>
    <w:rsid w:val="00917FA0"/>
    <w:rPr>
      <w:rFonts w:ascii="Arial" w:hAnsi="Arial" w:cs="Arial"/>
      <w:sz w:val="24"/>
      <w:szCs w:val="24"/>
    </w:rPr>
  </w:style>
  <w:style w:type="character" w:customStyle="1" w:styleId="afd">
    <w:name w:val="Название Знак"/>
    <w:link w:val="afc"/>
    <w:rsid w:val="00664B94"/>
    <w:rPr>
      <w:b/>
      <w:bCs/>
      <w:sz w:val="24"/>
      <w:szCs w:val="18"/>
    </w:rPr>
  </w:style>
  <w:style w:type="paragraph" w:customStyle="1" w:styleId="230">
    <w:name w:val="Основной текст 23"/>
    <w:basedOn w:val="a1"/>
    <w:rsid w:val="002C3A97"/>
    <w:pPr>
      <w:overflowPunct w:val="0"/>
      <w:autoSpaceDE w:val="0"/>
      <w:autoSpaceDN w:val="0"/>
      <w:adjustRightInd w:val="0"/>
      <w:ind w:firstLine="567"/>
      <w:jc w:val="both"/>
      <w:textAlignment w:val="baseline"/>
    </w:pPr>
    <w:rPr>
      <w:szCs w:val="20"/>
    </w:rPr>
  </w:style>
  <w:style w:type="numbering" w:customStyle="1" w:styleId="a0">
    <w:name w:val="Трехуровневый"/>
    <w:rsid w:val="00E92FC5"/>
    <w:pPr>
      <w:numPr>
        <w:numId w:val="7"/>
      </w:numPr>
    </w:pPr>
  </w:style>
  <w:style w:type="paragraph" w:customStyle="1" w:styleId="afffb">
    <w:name w:val="Чертежный"/>
    <w:rsid w:val="00E92FC5"/>
    <w:pPr>
      <w:jc w:val="both"/>
    </w:pPr>
    <w:rPr>
      <w:rFonts w:ascii="ISOCPEUR" w:hAnsi="ISOCPEUR"/>
      <w:i/>
      <w:sz w:val="28"/>
      <w:lang w:val="uk-UA"/>
    </w:rPr>
  </w:style>
  <w:style w:type="paragraph" w:customStyle="1" w:styleId="17">
    <w:name w:val="1"/>
    <w:basedOn w:val="a1"/>
    <w:rsid w:val="00E92FC5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customStyle="1" w:styleId="DefaultParagraphFontParaCharCharChar">
    <w:name w:val="Default Paragraph Font Para Char Char Char"/>
    <w:basedOn w:val="a1"/>
    <w:rsid w:val="00E92FC5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18">
    <w:name w:val="Абзац списка1"/>
    <w:basedOn w:val="a1"/>
    <w:rsid w:val="00E92FC5"/>
    <w:pPr>
      <w:ind w:left="708"/>
    </w:pPr>
    <w:rPr>
      <w:sz w:val="20"/>
      <w:szCs w:val="20"/>
    </w:rPr>
  </w:style>
  <w:style w:type="character" w:customStyle="1" w:styleId="70">
    <w:name w:val="Заголовок 7 Знак"/>
    <w:link w:val="7"/>
    <w:rsid w:val="00E92FC5"/>
    <w:rPr>
      <w:sz w:val="24"/>
      <w:szCs w:val="24"/>
    </w:rPr>
  </w:style>
  <w:style w:type="character" w:customStyle="1" w:styleId="24">
    <w:name w:val="Основной текст 2 Знак"/>
    <w:link w:val="23"/>
    <w:rsid w:val="00E92FC5"/>
    <w:rPr>
      <w:sz w:val="24"/>
      <w:szCs w:val="24"/>
    </w:rPr>
  </w:style>
  <w:style w:type="paragraph" w:customStyle="1" w:styleId="19">
    <w:name w:val="Знак Знак Знак1 Знак"/>
    <w:basedOn w:val="a1"/>
    <w:rsid w:val="00E92FC5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character" w:customStyle="1" w:styleId="af0">
    <w:name w:val="Текст выноски Знак"/>
    <w:link w:val="af"/>
    <w:rsid w:val="00E92FC5"/>
    <w:rPr>
      <w:rFonts w:ascii="Tahoma" w:hAnsi="Tahoma" w:cs="Tahoma"/>
      <w:sz w:val="16"/>
      <w:szCs w:val="16"/>
    </w:rPr>
  </w:style>
  <w:style w:type="paragraph" w:customStyle="1" w:styleId="28">
    <w:name w:val="Знак Знак2 Знак Знак Знак Знак"/>
    <w:basedOn w:val="a1"/>
    <w:rsid w:val="00D4488C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BodyText22">
    <w:name w:val="Body Text 22"/>
    <w:basedOn w:val="a1"/>
    <w:rsid w:val="001567F0"/>
    <w:pPr>
      <w:ind w:right="-58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21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24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74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534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54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4054779">
                  <w:marLeft w:val="0"/>
                  <w:marRight w:val="0"/>
                  <w:marTop w:val="21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955917">
                      <w:marLeft w:val="0"/>
                      <w:marRight w:val="0"/>
                      <w:marTop w:val="0"/>
                      <w:marBottom w:val="240"/>
                      <w:divBdr>
                        <w:top w:val="single" w:sz="6" w:space="0" w:color="EDEDED"/>
                        <w:left w:val="single" w:sz="6" w:space="0" w:color="EDEDED"/>
                        <w:bottom w:val="single" w:sz="6" w:space="0" w:color="EDEDED"/>
                        <w:right w:val="single" w:sz="6" w:space="0" w:color="EDEDED"/>
                      </w:divBdr>
                      <w:divsChild>
                        <w:div w:id="15212408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4510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661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18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5837">
      <w:bodyDiv w:val="1"/>
      <w:marLeft w:val="0"/>
      <w:marRight w:val="0"/>
      <w:marTop w:val="300"/>
      <w:marBottom w:val="4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42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97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178354">
                  <w:marLeft w:val="0"/>
                  <w:marRight w:val="0"/>
                  <w:marTop w:val="75"/>
                  <w:marBottom w:val="0"/>
                  <w:divBdr>
                    <w:top w:val="single" w:sz="6" w:space="7" w:color="BAB9B9"/>
                    <w:left w:val="single" w:sz="6" w:space="7" w:color="BAB9B9"/>
                    <w:bottom w:val="single" w:sz="6" w:space="7" w:color="BAB9B9"/>
                    <w:right w:val="single" w:sz="6" w:space="7" w:color="BAB9B9"/>
                  </w:divBdr>
                  <w:divsChild>
                    <w:div w:id="896092535">
                      <w:marLeft w:val="150"/>
                      <w:marRight w:val="0"/>
                      <w:marTop w:val="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785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3761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8341713">
                                  <w:marLeft w:val="0"/>
                                  <w:marRight w:val="0"/>
                                  <w:marTop w:val="3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94202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298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6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33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4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header" Target="header5.xml"/><Relationship Id="rId3" Type="http://schemas.openxmlformats.org/officeDocument/2006/relationships/styles" Target="styles.xml"/><Relationship Id="rId21" Type="http://schemas.openxmlformats.org/officeDocument/2006/relationships/header" Target="header7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yperlink" Target="http://ru.wikipedia.org/wiki/%D0%A3%D0%BC%D0%B5%D1%80%D0%B5%D0%BD%D0%BD%D0%BE_%D0%BA%D0%BE%D0%BD%D1%82%D0%B8%D0%BD%D0%B5%D0%BD%D1%82%D0%B0%D0%BB%D1%8C%D0%BD%D1%8B%D0%B9_%D0%BA%D0%BB%D0%B8%D0%BC%D0%B0%D1%82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ru.wikipedia.org/wiki/%D0%9A%D0%BB%D0%B8%D0%BC%D0%B0%D1%82" TargetMode="External"/><Relationship Id="rId20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23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openxmlformats.org/officeDocument/2006/relationships/header" Target="header6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Relationship Id="rId22" Type="http://schemas.openxmlformats.org/officeDocument/2006/relationships/footer" Target="footer6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&#1064;&#1072;&#1073;&#1083;&#1086;&#1085;&#1099;\&#1055;&#1088;&#1086;&#1077;&#1082;&#1090;1234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01865E-51B0-4C5D-BF42-F07094DCF5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Проект1234.dot</Template>
  <TotalTime>1</TotalTime>
  <Pages>5</Pages>
  <Words>729</Words>
  <Characters>5840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Прект1234</vt:lpstr>
    </vt:vector>
  </TitlesOfParts>
  <Company>Krokoz™</Company>
  <LinksUpToDate>false</LinksUpToDate>
  <CharactersWithSpaces>6556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Прект1234</dc:title>
  <dc:subject>Для проектирования</dc:subject>
  <dc:creator>Фоломеева Татьяна Анатольевна</dc:creator>
  <cp:lastModifiedBy>Сергей</cp:lastModifiedBy>
  <cp:revision>2</cp:revision>
  <cp:lastPrinted>2020-11-18T15:03:00Z</cp:lastPrinted>
  <dcterms:created xsi:type="dcterms:W3CDTF">2023-05-17T19:26:00Z</dcterms:created>
  <dcterms:modified xsi:type="dcterms:W3CDTF">2023-05-17T19:26:00Z</dcterms:modified>
</cp:coreProperties>
</file>